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4D74" w14:textId="77777777" w:rsidR="001339A9" w:rsidRPr="00F406C8" w:rsidRDefault="004A00D6" w:rsidP="00B526B5">
      <w:pPr>
        <w:rPr>
          <w:rFonts w:ascii="Times New Roman" w:hAnsi="Times New Roman"/>
          <w:sz w:val="24"/>
        </w:rPr>
      </w:pPr>
      <w:commentRangeStart w:id="0"/>
      <w:commentRangeEnd w:id="0"/>
      <w:r>
        <w:rPr>
          <w:rStyle w:val="Kommentaariviide"/>
        </w:rPr>
        <w:commentReference w:id="0"/>
      </w:r>
    </w:p>
    <w:p w14:paraId="6F64D65A" w14:textId="77777777" w:rsidR="00CB5B77" w:rsidRPr="00F406C8" w:rsidRDefault="00CB5B77" w:rsidP="00B526B5">
      <w:pPr>
        <w:rPr>
          <w:rFonts w:ascii="Times New Roman" w:hAnsi="Times New Roman"/>
          <w:sz w:val="24"/>
        </w:rPr>
      </w:pPr>
    </w:p>
    <w:p w14:paraId="2CAA4DA2" w14:textId="77777777" w:rsidR="00226DA4" w:rsidRPr="00F406C8" w:rsidRDefault="00226DA4" w:rsidP="00B526B5">
      <w:pPr>
        <w:rPr>
          <w:rFonts w:ascii="Times New Roman" w:hAnsi="Times New Roman"/>
          <w:sz w:val="24"/>
        </w:rPr>
        <w:sectPr w:rsidR="00226DA4" w:rsidRPr="00F406C8" w:rsidSect="00E276E8">
          <w:footerReference w:type="default" r:id="rId16"/>
          <w:footerReference w:type="first" r:id="rId17"/>
          <w:type w:val="continuous"/>
          <w:pgSz w:w="11906" w:h="16838"/>
          <w:pgMar w:top="1418" w:right="680" w:bottom="1418" w:left="1701" w:header="680" w:footer="680" w:gutter="0"/>
          <w:cols w:space="708"/>
          <w:docGrid w:linePitch="360"/>
        </w:sectPr>
      </w:pPr>
    </w:p>
    <w:p w14:paraId="1C71084F" w14:textId="77777777" w:rsidR="00B53DDE" w:rsidRPr="00F406C8" w:rsidRDefault="004A00D6" w:rsidP="00B526B5">
      <w:pPr>
        <w:rPr>
          <w:rFonts w:ascii="Times New Roman" w:hAnsi="Times New Roman"/>
          <w:sz w:val="24"/>
        </w:rPr>
      </w:pPr>
      <w:commentRangeStart w:id="1"/>
      <w:commentRangeEnd w:id="1"/>
      <w:r>
        <w:rPr>
          <w:rStyle w:val="Kommentaariviide"/>
        </w:rPr>
        <w:commentReference w:id="1"/>
      </w:r>
    </w:p>
    <w:p w14:paraId="37588AFA" w14:textId="6ED3E938" w:rsidR="001339A9" w:rsidRPr="005A4B48" w:rsidRDefault="00194BD8" w:rsidP="00CF5D20">
      <w:pPr>
        <w:jc w:val="center"/>
        <w:rPr>
          <w:rFonts w:ascii="Times New Roman" w:hAnsi="Times New Roman"/>
          <w:b/>
          <w:sz w:val="32"/>
          <w:szCs w:val="32"/>
        </w:rPr>
      </w:pPr>
      <w:r w:rsidRPr="005A4B48">
        <w:rPr>
          <w:rFonts w:ascii="Times New Roman" w:hAnsi="Times New Roman"/>
          <w:b/>
          <w:sz w:val="32"/>
          <w:szCs w:val="32"/>
        </w:rPr>
        <w:t>Sotsiaalhoolekande seaduse ja tervishoiuteenuste korraldamise seaduse muutmise seaduse (</w:t>
      </w:r>
      <w:r w:rsidR="00EB3AD4" w:rsidRPr="005A4B48">
        <w:rPr>
          <w:rFonts w:ascii="Times New Roman" w:hAnsi="Times New Roman"/>
          <w:b/>
          <w:bCs/>
          <w:sz w:val="32"/>
          <w:szCs w:val="32"/>
        </w:rPr>
        <w:t xml:space="preserve">iseseisev </w:t>
      </w:r>
      <w:r w:rsidRPr="005A4B48">
        <w:rPr>
          <w:rFonts w:ascii="Times New Roman" w:hAnsi="Times New Roman"/>
          <w:b/>
          <w:sz w:val="32"/>
          <w:szCs w:val="32"/>
        </w:rPr>
        <w:t>õendusabi ööpäevaringse erihooldusteenuse</w:t>
      </w:r>
      <w:r w:rsidR="009D7A07">
        <w:rPr>
          <w:rFonts w:ascii="Times New Roman" w:hAnsi="Times New Roman"/>
          <w:b/>
          <w:sz w:val="32"/>
          <w:szCs w:val="32"/>
        </w:rPr>
        <w:t xml:space="preserve"> osutamise</w:t>
      </w:r>
      <w:r w:rsidRPr="005A4B48">
        <w:rPr>
          <w:rFonts w:ascii="Times New Roman" w:hAnsi="Times New Roman"/>
          <w:b/>
          <w:sz w:val="32"/>
          <w:szCs w:val="32"/>
        </w:rPr>
        <w:t>l)</w:t>
      </w:r>
      <w:r w:rsidR="001339A9" w:rsidRPr="005A4B48">
        <w:rPr>
          <w:rFonts w:ascii="Times New Roman" w:hAnsi="Times New Roman"/>
          <w:b/>
          <w:sz w:val="32"/>
          <w:szCs w:val="32"/>
        </w:rPr>
        <w:t xml:space="preserve"> eelnõu </w:t>
      </w:r>
      <w:r w:rsidR="00743016" w:rsidRPr="005A4B48">
        <w:rPr>
          <w:rFonts w:ascii="Times New Roman" w:hAnsi="Times New Roman"/>
          <w:b/>
          <w:sz w:val="32"/>
          <w:szCs w:val="32"/>
        </w:rPr>
        <w:t>seletuskiri</w:t>
      </w:r>
    </w:p>
    <w:p w14:paraId="5AD86F36" w14:textId="77777777" w:rsidR="00B66D1B" w:rsidRPr="00F406C8" w:rsidRDefault="00B66D1B" w:rsidP="00B526B5">
      <w:pPr>
        <w:rPr>
          <w:rFonts w:ascii="Times New Roman" w:hAnsi="Times New Roman"/>
          <w:sz w:val="24"/>
        </w:rPr>
      </w:pPr>
    </w:p>
    <w:p w14:paraId="3C2F5504" w14:textId="77777777" w:rsidR="00226DA4" w:rsidRPr="00F406C8" w:rsidRDefault="00226DA4" w:rsidP="008E199B">
      <w:pPr>
        <w:rPr>
          <w:rFonts w:ascii="Times New Roman" w:hAnsi="Times New Roman"/>
          <w:b/>
          <w:sz w:val="24"/>
        </w:rPr>
        <w:sectPr w:rsidR="00226DA4" w:rsidRPr="00F406C8" w:rsidSect="00E276E8">
          <w:type w:val="continuous"/>
          <w:pgSz w:w="11906" w:h="16838"/>
          <w:pgMar w:top="1418" w:right="680" w:bottom="1418" w:left="1701" w:header="680" w:footer="680" w:gutter="0"/>
          <w:cols w:space="708"/>
          <w:formProt w:val="0"/>
          <w:docGrid w:linePitch="360"/>
        </w:sectPr>
      </w:pPr>
    </w:p>
    <w:p w14:paraId="7EDD5197" w14:textId="77777777" w:rsidR="00B66D1B" w:rsidRPr="00F406C8" w:rsidRDefault="00D862FC" w:rsidP="00B526B5">
      <w:pPr>
        <w:rPr>
          <w:rFonts w:ascii="Times New Roman" w:hAnsi="Times New Roman"/>
          <w:b/>
          <w:sz w:val="24"/>
        </w:rPr>
      </w:pPr>
      <w:commentRangeStart w:id="2"/>
      <w:commentRangeEnd w:id="2"/>
      <w:r>
        <w:rPr>
          <w:rStyle w:val="Kommentaariviide"/>
        </w:rPr>
        <w:commentReference w:id="2"/>
      </w:r>
    </w:p>
    <w:p w14:paraId="0B901794" w14:textId="77777777" w:rsidR="00D62171" w:rsidRPr="00F406C8" w:rsidRDefault="00290F58" w:rsidP="008E199B">
      <w:pPr>
        <w:pStyle w:val="Loendilik"/>
        <w:numPr>
          <w:ilvl w:val="0"/>
          <w:numId w:val="5"/>
        </w:numPr>
        <w:rPr>
          <w:rFonts w:ascii="Times New Roman" w:hAnsi="Times New Roman"/>
          <w:b/>
          <w:sz w:val="24"/>
        </w:rPr>
      </w:pPr>
      <w:r w:rsidRPr="00F406C8">
        <w:rPr>
          <w:rFonts w:ascii="Times New Roman" w:hAnsi="Times New Roman"/>
          <w:b/>
          <w:sz w:val="24"/>
        </w:rPr>
        <w:t xml:space="preserve">Sissejuhatus </w:t>
      </w:r>
    </w:p>
    <w:p w14:paraId="31E536D9" w14:textId="77777777" w:rsidR="00002D9A" w:rsidRPr="00F406C8" w:rsidRDefault="00002D9A" w:rsidP="008E199B">
      <w:pPr>
        <w:rPr>
          <w:rFonts w:ascii="Times New Roman" w:hAnsi="Times New Roman"/>
          <w:sz w:val="24"/>
          <w:lang w:eastAsia="et-EE"/>
        </w:rPr>
      </w:pPr>
    </w:p>
    <w:p w14:paraId="4175F182" w14:textId="4B542D78" w:rsidR="00D62171" w:rsidRPr="00F406C8" w:rsidRDefault="00E91A66" w:rsidP="008E199B">
      <w:pPr>
        <w:pStyle w:val="Loendilik"/>
        <w:numPr>
          <w:ilvl w:val="1"/>
          <w:numId w:val="5"/>
        </w:numPr>
        <w:rPr>
          <w:rFonts w:ascii="Times New Roman" w:hAnsi="Times New Roman"/>
          <w:b/>
          <w:bCs/>
          <w:sz w:val="24"/>
        </w:rPr>
      </w:pPr>
      <w:r w:rsidRPr="00F406C8">
        <w:rPr>
          <w:rFonts w:ascii="Times New Roman" w:hAnsi="Times New Roman"/>
          <w:b/>
          <w:bCs/>
          <w:sz w:val="24"/>
        </w:rPr>
        <w:t xml:space="preserve"> </w:t>
      </w:r>
      <w:r w:rsidR="00D62171" w:rsidRPr="00F406C8">
        <w:rPr>
          <w:rFonts w:ascii="Times New Roman" w:hAnsi="Times New Roman"/>
          <w:b/>
          <w:bCs/>
          <w:sz w:val="24"/>
        </w:rPr>
        <w:t>Sisukokkuvõte</w:t>
      </w:r>
    </w:p>
    <w:p w14:paraId="085B4A37" w14:textId="77777777" w:rsidR="00226DA4" w:rsidRPr="00F406C8" w:rsidRDefault="00226DA4" w:rsidP="008E199B">
      <w:pPr>
        <w:rPr>
          <w:rFonts w:ascii="Times New Roman" w:hAnsi="Times New Roman"/>
          <w:sz w:val="24"/>
          <w:lang w:eastAsia="et-EE"/>
        </w:rPr>
        <w:sectPr w:rsidR="00226DA4" w:rsidRPr="00F406C8" w:rsidSect="00E276E8">
          <w:type w:val="continuous"/>
          <w:pgSz w:w="11906" w:h="16838"/>
          <w:pgMar w:top="1418" w:right="680" w:bottom="1418" w:left="1701" w:header="680" w:footer="680" w:gutter="0"/>
          <w:cols w:space="708"/>
          <w:docGrid w:linePitch="360"/>
        </w:sectPr>
      </w:pPr>
    </w:p>
    <w:p w14:paraId="5D23E5F9" w14:textId="77777777" w:rsidR="000A2996" w:rsidRPr="009C10CD" w:rsidRDefault="000A2996" w:rsidP="008E199B">
      <w:pPr>
        <w:rPr>
          <w:rFonts w:ascii="Times New Roman" w:hAnsi="Times New Roman"/>
          <w:sz w:val="24"/>
          <w:lang w:eastAsia="et-EE"/>
        </w:rPr>
      </w:pPr>
    </w:p>
    <w:p w14:paraId="00248537" w14:textId="4C585148" w:rsidR="00447DAB" w:rsidRDefault="00BD7A3A" w:rsidP="00BD7A3A">
      <w:pPr>
        <w:rPr>
          <w:rFonts w:ascii="Times New Roman" w:hAnsi="Times New Roman"/>
          <w:sz w:val="24"/>
          <w:lang w:eastAsia="et-EE"/>
        </w:rPr>
      </w:pPr>
      <w:r w:rsidRPr="00D73418">
        <w:rPr>
          <w:rFonts w:ascii="Times New Roman" w:hAnsi="Times New Roman"/>
          <w:sz w:val="24"/>
          <w:lang w:eastAsia="et-EE"/>
        </w:rPr>
        <w:t>Sotsiaalhoolekande seaduse kohaselt peab ööpäevaringse erihooldusteenuse osutaja tagama iseseisva õendusabi kättesaadavuse</w:t>
      </w:r>
      <w:r w:rsidR="004E418C" w:rsidRPr="00D73418">
        <w:rPr>
          <w:rFonts w:ascii="Times New Roman" w:hAnsi="Times New Roman"/>
          <w:sz w:val="24"/>
          <w:lang w:eastAsia="et-EE"/>
        </w:rPr>
        <w:t>.</w:t>
      </w:r>
      <w:r w:rsidR="002400E7" w:rsidRPr="00D73418">
        <w:rPr>
          <w:rFonts w:ascii="Times New Roman" w:hAnsi="Times New Roman"/>
          <w:sz w:val="24"/>
          <w:lang w:eastAsia="et-EE"/>
        </w:rPr>
        <w:t xml:space="preserve"> Samuti on seaduses kehtestatud i</w:t>
      </w:r>
      <w:r w:rsidR="004E418C" w:rsidRPr="00D73418">
        <w:rPr>
          <w:rFonts w:ascii="Times New Roman" w:hAnsi="Times New Roman"/>
          <w:sz w:val="24"/>
          <w:lang w:eastAsia="et-EE"/>
        </w:rPr>
        <w:t>seseisva õendusabi</w:t>
      </w:r>
      <w:r w:rsidR="009F4CEC" w:rsidRPr="00D73418">
        <w:rPr>
          <w:rFonts w:ascii="Times New Roman" w:hAnsi="Times New Roman"/>
          <w:sz w:val="24"/>
          <w:lang w:eastAsia="et-EE"/>
        </w:rPr>
        <w:t xml:space="preserve"> osutamise</w:t>
      </w:r>
      <w:r w:rsidRPr="00D73418">
        <w:rPr>
          <w:rFonts w:ascii="Times New Roman" w:hAnsi="Times New Roman"/>
          <w:sz w:val="24"/>
          <w:lang w:eastAsia="et-EE"/>
        </w:rPr>
        <w:t xml:space="preserve"> </w:t>
      </w:r>
      <w:r w:rsidR="00405FF6" w:rsidRPr="00D73418">
        <w:rPr>
          <w:rFonts w:ascii="Times New Roman" w:hAnsi="Times New Roman"/>
          <w:sz w:val="24"/>
          <w:lang w:eastAsia="et-EE"/>
        </w:rPr>
        <w:t xml:space="preserve">minimaalne </w:t>
      </w:r>
      <w:r w:rsidRPr="00D73418">
        <w:rPr>
          <w:rFonts w:ascii="Times New Roman" w:hAnsi="Times New Roman"/>
          <w:sz w:val="24"/>
          <w:lang w:eastAsia="et-EE"/>
        </w:rPr>
        <w:t xml:space="preserve">maht </w:t>
      </w:r>
      <w:r w:rsidR="002400E7" w:rsidRPr="00D73418">
        <w:rPr>
          <w:rFonts w:ascii="Times New Roman" w:hAnsi="Times New Roman"/>
          <w:sz w:val="24"/>
          <w:lang w:eastAsia="et-EE"/>
        </w:rPr>
        <w:t>(tunnid)</w:t>
      </w:r>
      <w:r w:rsidRPr="00D73418">
        <w:rPr>
          <w:rFonts w:ascii="Times New Roman" w:hAnsi="Times New Roman"/>
          <w:sz w:val="24"/>
          <w:lang w:eastAsia="et-EE"/>
        </w:rPr>
        <w:t>. Lisaks jäigal</w:t>
      </w:r>
      <w:r w:rsidR="00EF539B" w:rsidRPr="00D73418">
        <w:rPr>
          <w:rFonts w:ascii="Times New Roman" w:hAnsi="Times New Roman"/>
          <w:sz w:val="24"/>
          <w:lang w:eastAsia="et-EE"/>
        </w:rPr>
        <w:t>t kehtestatud</w:t>
      </w:r>
      <w:r w:rsidRPr="00D73418">
        <w:rPr>
          <w:rFonts w:ascii="Times New Roman" w:hAnsi="Times New Roman"/>
          <w:sz w:val="24"/>
          <w:lang w:eastAsia="et-EE"/>
        </w:rPr>
        <w:t xml:space="preserve"> teenuse</w:t>
      </w:r>
      <w:r w:rsidR="002A1551">
        <w:rPr>
          <w:rFonts w:ascii="Times New Roman" w:hAnsi="Times New Roman"/>
          <w:sz w:val="24"/>
          <w:lang w:eastAsia="et-EE"/>
        </w:rPr>
        <w:t>mahule</w:t>
      </w:r>
      <w:r w:rsidRPr="00D73418">
        <w:rPr>
          <w:rFonts w:ascii="Times New Roman" w:hAnsi="Times New Roman"/>
          <w:sz w:val="24"/>
          <w:lang w:eastAsia="et-EE"/>
        </w:rPr>
        <w:t xml:space="preserve"> ei ole seni reguleeritud erihool</w:t>
      </w:r>
      <w:r w:rsidR="006D07B0">
        <w:rPr>
          <w:rFonts w:ascii="Times New Roman" w:hAnsi="Times New Roman"/>
          <w:sz w:val="24"/>
          <w:lang w:eastAsia="et-EE"/>
        </w:rPr>
        <w:t>dus</w:t>
      </w:r>
      <w:r w:rsidRPr="00D73418">
        <w:rPr>
          <w:rFonts w:ascii="Times New Roman" w:hAnsi="Times New Roman"/>
          <w:sz w:val="24"/>
          <w:lang w:eastAsia="et-EE"/>
        </w:rPr>
        <w:t>teenuse</w:t>
      </w:r>
      <w:r w:rsidR="002A1551">
        <w:rPr>
          <w:rFonts w:ascii="Times New Roman" w:hAnsi="Times New Roman"/>
          <w:sz w:val="24"/>
          <w:lang w:eastAsia="et-EE"/>
        </w:rPr>
        <w:t xml:space="preserve"> osutamise</w:t>
      </w:r>
      <w:r w:rsidRPr="00D73418">
        <w:rPr>
          <w:rFonts w:ascii="Times New Roman" w:hAnsi="Times New Roman"/>
          <w:sz w:val="24"/>
          <w:lang w:eastAsia="et-EE"/>
        </w:rPr>
        <w:t xml:space="preserve">l </w:t>
      </w:r>
      <w:r w:rsidRPr="002A1551">
        <w:rPr>
          <w:rFonts w:ascii="Times New Roman" w:hAnsi="Times New Roman"/>
          <w:sz w:val="24"/>
          <w:lang w:eastAsia="et-EE"/>
        </w:rPr>
        <w:t>pakutava</w:t>
      </w:r>
      <w:r w:rsidR="00505E75">
        <w:rPr>
          <w:rFonts w:ascii="Times New Roman" w:hAnsi="Times New Roman"/>
          <w:sz w:val="24"/>
          <w:lang w:eastAsia="et-EE"/>
        </w:rPr>
        <w:t>t</w:t>
      </w:r>
      <w:r w:rsidRPr="002A1551">
        <w:rPr>
          <w:rFonts w:ascii="Times New Roman" w:hAnsi="Times New Roman"/>
          <w:sz w:val="24"/>
          <w:lang w:eastAsia="et-EE"/>
        </w:rPr>
        <w:t xml:space="preserve"> </w:t>
      </w:r>
      <w:r w:rsidR="00E92388" w:rsidRPr="002A1551">
        <w:rPr>
          <w:rFonts w:ascii="Times New Roman" w:hAnsi="Times New Roman"/>
          <w:sz w:val="24"/>
          <w:lang w:eastAsia="et-EE"/>
        </w:rPr>
        <w:t>õ</w:t>
      </w:r>
      <w:r w:rsidR="00E92388">
        <w:rPr>
          <w:rFonts w:ascii="Times New Roman" w:hAnsi="Times New Roman"/>
          <w:sz w:val="24"/>
          <w:lang w:eastAsia="et-EE"/>
        </w:rPr>
        <w:t>endusabi</w:t>
      </w:r>
      <w:r w:rsidRPr="00D73418">
        <w:rPr>
          <w:rFonts w:ascii="Times New Roman" w:hAnsi="Times New Roman"/>
          <w:sz w:val="24"/>
          <w:lang w:eastAsia="et-EE"/>
        </w:rPr>
        <w:t xml:space="preserve"> </w:t>
      </w:r>
      <w:r w:rsidR="002A1551">
        <w:rPr>
          <w:rFonts w:ascii="Times New Roman" w:hAnsi="Times New Roman"/>
          <w:sz w:val="24"/>
          <w:lang w:eastAsia="et-EE"/>
        </w:rPr>
        <w:t>andva</w:t>
      </w:r>
      <w:r w:rsidRPr="00D73418">
        <w:rPr>
          <w:rFonts w:ascii="Times New Roman" w:hAnsi="Times New Roman"/>
          <w:sz w:val="24"/>
          <w:lang w:eastAsia="et-EE"/>
        </w:rPr>
        <w:t xml:space="preserve"> õe ülesandeid, mistõttu on osutatav teenus </w:t>
      </w:r>
      <w:r w:rsidR="00B16075">
        <w:rPr>
          <w:rFonts w:ascii="Times New Roman" w:hAnsi="Times New Roman"/>
          <w:sz w:val="24"/>
          <w:lang w:eastAsia="et-EE"/>
        </w:rPr>
        <w:t xml:space="preserve">erihooldusteenuse osutajate juures </w:t>
      </w:r>
      <w:r w:rsidR="004750C8">
        <w:rPr>
          <w:rFonts w:ascii="Times New Roman" w:hAnsi="Times New Roman"/>
          <w:sz w:val="24"/>
          <w:lang w:eastAsia="et-EE"/>
        </w:rPr>
        <w:t>erinev</w:t>
      </w:r>
      <w:r w:rsidR="004750C8" w:rsidRPr="00D73418">
        <w:rPr>
          <w:rFonts w:ascii="Times New Roman" w:hAnsi="Times New Roman"/>
          <w:sz w:val="24"/>
          <w:lang w:eastAsia="et-EE"/>
        </w:rPr>
        <w:t xml:space="preserve"> </w:t>
      </w:r>
      <w:r w:rsidRPr="00D73418">
        <w:rPr>
          <w:rFonts w:ascii="Times New Roman" w:hAnsi="Times New Roman"/>
          <w:sz w:val="24"/>
          <w:lang w:eastAsia="et-EE"/>
        </w:rPr>
        <w:t xml:space="preserve">ja sõltub suuresti </w:t>
      </w:r>
      <w:r w:rsidR="00B16075">
        <w:rPr>
          <w:rFonts w:ascii="Times New Roman" w:hAnsi="Times New Roman"/>
          <w:sz w:val="24"/>
          <w:lang w:eastAsia="et-EE"/>
        </w:rPr>
        <w:t xml:space="preserve">konkreetse </w:t>
      </w:r>
      <w:r w:rsidRPr="00D73418">
        <w:rPr>
          <w:rFonts w:ascii="Times New Roman" w:hAnsi="Times New Roman"/>
          <w:sz w:val="24"/>
          <w:lang w:eastAsia="et-EE"/>
        </w:rPr>
        <w:t xml:space="preserve">tervishoiuteenuse osutaja tõlgendusest. </w:t>
      </w:r>
      <w:r w:rsidR="00447DAB">
        <w:rPr>
          <w:rFonts w:ascii="Times New Roman" w:hAnsi="Times New Roman"/>
          <w:sz w:val="24"/>
          <w:lang w:eastAsia="et-EE"/>
        </w:rPr>
        <w:t>Kehtivad</w:t>
      </w:r>
      <w:r w:rsidR="00447DAB" w:rsidRPr="003120A3">
        <w:rPr>
          <w:rFonts w:ascii="Times New Roman" w:hAnsi="Times New Roman"/>
          <w:sz w:val="24"/>
          <w:lang w:eastAsia="et-EE"/>
        </w:rPr>
        <w:t xml:space="preserve"> normid ei vasta enam </w:t>
      </w:r>
      <w:r w:rsidR="00FA32D4">
        <w:rPr>
          <w:rFonts w:ascii="Times New Roman" w:hAnsi="Times New Roman"/>
          <w:sz w:val="24"/>
          <w:lang w:eastAsia="et-EE"/>
        </w:rPr>
        <w:t xml:space="preserve">ööpäevaringset </w:t>
      </w:r>
      <w:r w:rsidR="00447DAB" w:rsidRPr="003120A3">
        <w:rPr>
          <w:rFonts w:ascii="Times New Roman" w:hAnsi="Times New Roman"/>
          <w:sz w:val="24"/>
          <w:lang w:eastAsia="et-EE"/>
        </w:rPr>
        <w:t>erihool</w:t>
      </w:r>
      <w:r w:rsidR="00FA32D4">
        <w:rPr>
          <w:rFonts w:ascii="Times New Roman" w:hAnsi="Times New Roman"/>
          <w:sz w:val="24"/>
          <w:lang w:eastAsia="et-EE"/>
        </w:rPr>
        <w:t>dus</w:t>
      </w:r>
      <w:r w:rsidR="00447DAB" w:rsidRPr="003120A3">
        <w:rPr>
          <w:rFonts w:ascii="Times New Roman" w:hAnsi="Times New Roman"/>
          <w:sz w:val="24"/>
          <w:lang w:eastAsia="et-EE"/>
        </w:rPr>
        <w:t>teenust saavate isikute vajadustele</w:t>
      </w:r>
      <w:r w:rsidR="00447DAB">
        <w:rPr>
          <w:rFonts w:ascii="Times New Roman" w:hAnsi="Times New Roman"/>
          <w:sz w:val="24"/>
          <w:lang w:eastAsia="et-EE"/>
        </w:rPr>
        <w:t xml:space="preserve">. </w:t>
      </w:r>
    </w:p>
    <w:p w14:paraId="22E402C3" w14:textId="77777777" w:rsidR="00447DAB" w:rsidRDefault="00447DAB" w:rsidP="00BD7A3A">
      <w:pPr>
        <w:rPr>
          <w:rFonts w:ascii="Times New Roman" w:hAnsi="Times New Roman"/>
          <w:sz w:val="24"/>
          <w:lang w:eastAsia="et-EE"/>
        </w:rPr>
      </w:pPr>
    </w:p>
    <w:p w14:paraId="5A2155D4" w14:textId="1782FC72" w:rsidR="00BD7A3A" w:rsidRPr="002D76E2" w:rsidRDefault="00BD7A3A" w:rsidP="00BD7A3A">
      <w:pPr>
        <w:rPr>
          <w:rFonts w:ascii="Times New Roman" w:hAnsi="Times New Roman"/>
          <w:sz w:val="24"/>
          <w:lang w:eastAsia="et-EE"/>
        </w:rPr>
      </w:pPr>
      <w:r w:rsidRPr="00D73418">
        <w:rPr>
          <w:rFonts w:ascii="Times New Roman" w:hAnsi="Times New Roman"/>
          <w:sz w:val="24"/>
          <w:lang w:eastAsia="et-EE"/>
        </w:rPr>
        <w:t xml:space="preserve">Tervisekassa </w:t>
      </w:r>
      <w:r w:rsidR="0006240D">
        <w:rPr>
          <w:rFonts w:ascii="Times New Roman" w:hAnsi="Times New Roman"/>
          <w:sz w:val="24"/>
          <w:lang w:eastAsia="et-EE"/>
        </w:rPr>
        <w:t xml:space="preserve">(edaspidi </w:t>
      </w:r>
      <w:r w:rsidR="0006240D" w:rsidRPr="009C10CD">
        <w:rPr>
          <w:rFonts w:ascii="Times New Roman" w:hAnsi="Times New Roman"/>
          <w:color w:val="000000"/>
          <w:sz w:val="24"/>
        </w:rPr>
        <w:t xml:space="preserve">TerK) </w:t>
      </w:r>
      <w:r w:rsidRPr="00D73418">
        <w:rPr>
          <w:rFonts w:ascii="Times New Roman" w:hAnsi="Times New Roman"/>
          <w:sz w:val="24"/>
          <w:lang w:eastAsia="et-EE"/>
        </w:rPr>
        <w:t>on koostöös Sotsiaalministeeriumi</w:t>
      </w:r>
      <w:r w:rsidR="00B16075">
        <w:rPr>
          <w:rFonts w:ascii="Times New Roman" w:hAnsi="Times New Roman"/>
          <w:sz w:val="24"/>
          <w:lang w:eastAsia="et-EE"/>
        </w:rPr>
        <w:t xml:space="preserve"> (edaspidi SoM)</w:t>
      </w:r>
      <w:r w:rsidRPr="00D73418">
        <w:rPr>
          <w:rFonts w:ascii="Times New Roman" w:hAnsi="Times New Roman"/>
          <w:sz w:val="24"/>
          <w:lang w:eastAsia="et-EE"/>
        </w:rPr>
        <w:t>, Sotsiaalkindlustusameti</w:t>
      </w:r>
      <w:r w:rsidR="00C6620B">
        <w:rPr>
          <w:rFonts w:ascii="Times New Roman" w:hAnsi="Times New Roman"/>
          <w:sz w:val="24"/>
          <w:lang w:eastAsia="et-EE"/>
        </w:rPr>
        <w:t xml:space="preserve"> (edaspidi SKA)</w:t>
      </w:r>
      <w:r w:rsidRPr="00D73418">
        <w:rPr>
          <w:rFonts w:ascii="Times New Roman" w:hAnsi="Times New Roman"/>
          <w:sz w:val="24"/>
          <w:lang w:eastAsia="et-EE"/>
        </w:rPr>
        <w:t xml:space="preserve">, Eesti Õdede Liidu ja erihoolekandeteenuse osutajatega </w:t>
      </w:r>
      <w:r w:rsidRPr="002A1551">
        <w:rPr>
          <w:rFonts w:ascii="Times New Roman" w:hAnsi="Times New Roman"/>
          <w:sz w:val="24"/>
          <w:lang w:eastAsia="et-EE"/>
        </w:rPr>
        <w:t xml:space="preserve">töötanud välja </w:t>
      </w:r>
      <w:r w:rsidR="00FB2666" w:rsidRPr="002A1551">
        <w:rPr>
          <w:rFonts w:ascii="Times New Roman" w:hAnsi="Times New Roman"/>
          <w:sz w:val="24"/>
          <w:lang w:eastAsia="et-EE"/>
        </w:rPr>
        <w:t>ööpäeva</w:t>
      </w:r>
      <w:r w:rsidR="00457513" w:rsidRPr="002A1551">
        <w:rPr>
          <w:rFonts w:ascii="Times New Roman" w:hAnsi="Times New Roman"/>
          <w:sz w:val="24"/>
          <w:lang w:eastAsia="et-EE"/>
        </w:rPr>
        <w:t>rings</w:t>
      </w:r>
      <w:r w:rsidR="00DD0E3C" w:rsidRPr="002A1551">
        <w:rPr>
          <w:rFonts w:ascii="Times New Roman" w:hAnsi="Times New Roman"/>
          <w:sz w:val="24"/>
          <w:lang w:eastAsia="et-EE"/>
        </w:rPr>
        <w:t>e</w:t>
      </w:r>
      <w:r w:rsidRPr="002A1551" w:rsidDel="000C3128">
        <w:rPr>
          <w:rFonts w:ascii="Times New Roman" w:hAnsi="Times New Roman"/>
          <w:sz w:val="24"/>
          <w:lang w:eastAsia="et-EE"/>
        </w:rPr>
        <w:t xml:space="preserve"> </w:t>
      </w:r>
      <w:r w:rsidR="000C3128" w:rsidRPr="002A1551">
        <w:rPr>
          <w:rFonts w:ascii="Times New Roman" w:hAnsi="Times New Roman"/>
          <w:sz w:val="24"/>
          <w:lang w:eastAsia="et-EE"/>
        </w:rPr>
        <w:t>erihooldusteenuse</w:t>
      </w:r>
      <w:r w:rsidR="002A1551" w:rsidRPr="002A1551">
        <w:rPr>
          <w:rFonts w:ascii="Times New Roman" w:hAnsi="Times New Roman"/>
          <w:sz w:val="24"/>
          <w:lang w:eastAsia="et-EE"/>
        </w:rPr>
        <w:t xml:space="preserve"> os</w:t>
      </w:r>
      <w:r w:rsidR="0006240D">
        <w:rPr>
          <w:rFonts w:ascii="Times New Roman" w:hAnsi="Times New Roman"/>
          <w:sz w:val="24"/>
          <w:lang w:eastAsia="et-EE"/>
        </w:rPr>
        <w:t>u</w:t>
      </w:r>
      <w:r w:rsidR="002A1551" w:rsidRPr="002A1551">
        <w:rPr>
          <w:rFonts w:ascii="Times New Roman" w:hAnsi="Times New Roman"/>
          <w:sz w:val="24"/>
          <w:lang w:eastAsia="et-EE"/>
        </w:rPr>
        <w:t>tamise</w:t>
      </w:r>
      <w:r w:rsidR="000C3128" w:rsidRPr="002A1551">
        <w:rPr>
          <w:rFonts w:ascii="Times New Roman" w:hAnsi="Times New Roman"/>
          <w:sz w:val="24"/>
          <w:lang w:eastAsia="et-EE"/>
        </w:rPr>
        <w:t xml:space="preserve">l </w:t>
      </w:r>
      <w:r w:rsidR="002A1551" w:rsidRPr="002A1551">
        <w:rPr>
          <w:rFonts w:ascii="Times New Roman" w:hAnsi="Times New Roman"/>
          <w:sz w:val="24"/>
          <w:lang w:eastAsia="et-EE"/>
        </w:rPr>
        <w:t>pakutava</w:t>
      </w:r>
      <w:r w:rsidR="00356A6F" w:rsidRPr="002A1551">
        <w:rPr>
          <w:rFonts w:ascii="Times New Roman" w:hAnsi="Times New Roman"/>
          <w:sz w:val="24"/>
          <w:lang w:eastAsia="et-EE"/>
        </w:rPr>
        <w:t xml:space="preserve"> iseseisva</w:t>
      </w:r>
      <w:r w:rsidRPr="002A1551">
        <w:rPr>
          <w:rFonts w:ascii="Times New Roman" w:hAnsi="Times New Roman"/>
          <w:sz w:val="24"/>
          <w:lang w:eastAsia="et-EE"/>
        </w:rPr>
        <w:t xml:space="preserve"> õendusabi kirjeldus</w:t>
      </w:r>
      <w:r w:rsidR="002A1551">
        <w:rPr>
          <w:rFonts w:ascii="Times New Roman" w:hAnsi="Times New Roman"/>
          <w:sz w:val="24"/>
          <w:lang w:eastAsia="et-EE"/>
        </w:rPr>
        <w:t>e,</w:t>
      </w:r>
      <w:r w:rsidR="0006240D">
        <w:rPr>
          <w:rFonts w:ascii="Times New Roman" w:hAnsi="Times New Roman"/>
          <w:sz w:val="24"/>
          <w:lang w:eastAsia="et-EE"/>
        </w:rPr>
        <w:t xml:space="preserve"> milles loetletakse</w:t>
      </w:r>
      <w:r w:rsidRPr="00D73418">
        <w:rPr>
          <w:rFonts w:ascii="Times New Roman" w:hAnsi="Times New Roman"/>
          <w:sz w:val="24"/>
          <w:lang w:eastAsia="et-EE"/>
        </w:rPr>
        <w:t xml:space="preserve"> kõik </w:t>
      </w:r>
      <w:r w:rsidR="002A1551">
        <w:rPr>
          <w:rFonts w:ascii="Times New Roman" w:hAnsi="Times New Roman"/>
          <w:sz w:val="24"/>
          <w:lang w:eastAsia="et-EE"/>
        </w:rPr>
        <w:t>nimetatud</w:t>
      </w:r>
      <w:r w:rsidR="006632FD" w:rsidRPr="00D73418">
        <w:rPr>
          <w:rFonts w:ascii="Times New Roman" w:hAnsi="Times New Roman"/>
          <w:sz w:val="24"/>
          <w:lang w:eastAsia="et-EE"/>
        </w:rPr>
        <w:t xml:space="preserve"> </w:t>
      </w:r>
      <w:r w:rsidRPr="00D73418">
        <w:rPr>
          <w:rFonts w:ascii="Times New Roman" w:hAnsi="Times New Roman"/>
          <w:sz w:val="24"/>
          <w:lang w:eastAsia="et-EE"/>
        </w:rPr>
        <w:t xml:space="preserve">teenuse raames tehtavad tegevused. </w:t>
      </w:r>
      <w:r w:rsidR="006632FD" w:rsidRPr="00D73418">
        <w:rPr>
          <w:rFonts w:ascii="Times New Roman" w:hAnsi="Times New Roman"/>
          <w:sz w:val="24"/>
          <w:lang w:eastAsia="et-EE"/>
        </w:rPr>
        <w:t>K</w:t>
      </w:r>
      <w:r w:rsidRPr="00D73418">
        <w:rPr>
          <w:rFonts w:ascii="Times New Roman" w:hAnsi="Times New Roman"/>
          <w:sz w:val="24"/>
          <w:lang w:eastAsia="et-EE"/>
        </w:rPr>
        <w:t>irjeldus lisatakse Ter</w:t>
      </w:r>
      <w:r w:rsidR="0006240D">
        <w:rPr>
          <w:rFonts w:ascii="Times New Roman" w:hAnsi="Times New Roman"/>
          <w:sz w:val="24"/>
          <w:lang w:eastAsia="et-EE"/>
        </w:rPr>
        <w:t>K-i</w:t>
      </w:r>
      <w:r w:rsidRPr="00D73418">
        <w:rPr>
          <w:rFonts w:ascii="Times New Roman" w:hAnsi="Times New Roman"/>
          <w:sz w:val="24"/>
          <w:lang w:eastAsia="et-EE"/>
        </w:rPr>
        <w:t xml:space="preserve"> ja </w:t>
      </w:r>
      <w:r w:rsidR="00F135F3" w:rsidRPr="00D73418">
        <w:rPr>
          <w:rFonts w:ascii="Times New Roman" w:hAnsi="Times New Roman"/>
          <w:sz w:val="24"/>
          <w:lang w:eastAsia="et-EE"/>
        </w:rPr>
        <w:t xml:space="preserve">tervishoiuteenuse </w:t>
      </w:r>
      <w:r w:rsidRPr="00D73418">
        <w:rPr>
          <w:rFonts w:ascii="Times New Roman" w:hAnsi="Times New Roman"/>
          <w:sz w:val="24"/>
          <w:lang w:eastAsia="et-EE"/>
        </w:rPr>
        <w:t xml:space="preserve">osutaja </w:t>
      </w:r>
      <w:r w:rsidR="006F2414">
        <w:rPr>
          <w:rFonts w:ascii="Times New Roman" w:hAnsi="Times New Roman"/>
          <w:sz w:val="24"/>
          <w:lang w:eastAsia="et-EE"/>
        </w:rPr>
        <w:t>vahel sõlmitava l</w:t>
      </w:r>
      <w:r w:rsidRPr="00D73418">
        <w:rPr>
          <w:rFonts w:ascii="Times New Roman" w:hAnsi="Times New Roman"/>
          <w:sz w:val="24"/>
          <w:lang w:eastAsia="et-EE"/>
        </w:rPr>
        <w:t xml:space="preserve">epingu juurde. </w:t>
      </w:r>
    </w:p>
    <w:p w14:paraId="59D0DDE0" w14:textId="77777777" w:rsidR="00BD7A3A" w:rsidRPr="00D73418" w:rsidRDefault="00BD7A3A" w:rsidP="00BD7A3A">
      <w:pPr>
        <w:rPr>
          <w:rFonts w:ascii="Times New Roman" w:hAnsi="Times New Roman"/>
          <w:sz w:val="24"/>
          <w:lang w:eastAsia="et-EE"/>
        </w:rPr>
      </w:pPr>
    </w:p>
    <w:p w14:paraId="70805EB4" w14:textId="060DEB86" w:rsidR="00CE1363" w:rsidRPr="002D76E2" w:rsidRDefault="00BD7A3A" w:rsidP="008E199B">
      <w:pPr>
        <w:rPr>
          <w:rFonts w:ascii="Times New Roman" w:hAnsi="Times New Roman"/>
          <w:sz w:val="24"/>
          <w:lang w:eastAsia="et-EE"/>
        </w:rPr>
      </w:pPr>
      <w:r w:rsidRPr="00D73418">
        <w:rPr>
          <w:rFonts w:ascii="Times New Roman" w:hAnsi="Times New Roman"/>
          <w:sz w:val="24"/>
          <w:lang w:eastAsia="et-EE"/>
        </w:rPr>
        <w:t>Kindel raamistik annab kõigile osapooltele selguse</w:t>
      </w:r>
      <w:r w:rsidR="00423BAE">
        <w:rPr>
          <w:rFonts w:ascii="Times New Roman" w:hAnsi="Times New Roman"/>
          <w:sz w:val="24"/>
          <w:lang w:eastAsia="et-EE"/>
        </w:rPr>
        <w:t xml:space="preserve"> selles</w:t>
      </w:r>
      <w:r w:rsidRPr="00D73418">
        <w:rPr>
          <w:rFonts w:ascii="Times New Roman" w:hAnsi="Times New Roman"/>
          <w:sz w:val="24"/>
          <w:lang w:eastAsia="et-EE"/>
        </w:rPr>
        <w:t xml:space="preserve">, milliseid tegevusi edaspidi iseseisva õendusabi osutajalt oodatakse. Uus teenus </w:t>
      </w:r>
      <w:r w:rsidR="006F2414">
        <w:rPr>
          <w:rFonts w:ascii="Times New Roman" w:hAnsi="Times New Roman"/>
          <w:sz w:val="24"/>
          <w:lang w:eastAsia="et-EE"/>
        </w:rPr>
        <w:t xml:space="preserve">lisatakse </w:t>
      </w:r>
      <w:r w:rsidRPr="00D73418">
        <w:rPr>
          <w:rFonts w:ascii="Times New Roman" w:hAnsi="Times New Roman"/>
          <w:sz w:val="24"/>
          <w:lang w:eastAsia="et-EE"/>
        </w:rPr>
        <w:t>Ter</w:t>
      </w:r>
      <w:r w:rsidR="0006240D">
        <w:rPr>
          <w:rFonts w:ascii="Times New Roman" w:hAnsi="Times New Roman"/>
          <w:sz w:val="24"/>
          <w:lang w:eastAsia="et-EE"/>
        </w:rPr>
        <w:t>K-i</w:t>
      </w:r>
      <w:r w:rsidRPr="00D73418">
        <w:rPr>
          <w:rFonts w:ascii="Times New Roman" w:hAnsi="Times New Roman"/>
          <w:sz w:val="24"/>
          <w:lang w:eastAsia="et-EE"/>
        </w:rPr>
        <w:t xml:space="preserve"> tervishoiuteenuste loetellu</w:t>
      </w:r>
      <w:r w:rsidR="00CF0370" w:rsidRPr="00D73418">
        <w:rPr>
          <w:rFonts w:ascii="Times New Roman" w:hAnsi="Times New Roman"/>
          <w:sz w:val="24"/>
          <w:lang w:eastAsia="et-EE"/>
        </w:rPr>
        <w:t>, mis</w:t>
      </w:r>
      <w:r w:rsidRPr="00D73418">
        <w:rPr>
          <w:rFonts w:ascii="Times New Roman" w:hAnsi="Times New Roman"/>
          <w:sz w:val="24"/>
          <w:lang w:eastAsia="et-EE"/>
        </w:rPr>
        <w:t xml:space="preserve"> tagab ööpäevaringse erihooldusteenuse</w:t>
      </w:r>
      <w:r w:rsidR="0006240D">
        <w:rPr>
          <w:rFonts w:ascii="Times New Roman" w:hAnsi="Times New Roman"/>
          <w:sz w:val="24"/>
          <w:lang w:eastAsia="et-EE"/>
        </w:rPr>
        <w:t xml:space="preserve"> osutamise</w:t>
      </w:r>
      <w:r w:rsidRPr="00D73418">
        <w:rPr>
          <w:rFonts w:ascii="Times New Roman" w:hAnsi="Times New Roman"/>
          <w:sz w:val="24"/>
          <w:lang w:eastAsia="et-EE"/>
        </w:rPr>
        <w:t xml:space="preserve">l pakutava õendusabi ühtse </w:t>
      </w:r>
      <w:r w:rsidR="00AD68D8">
        <w:rPr>
          <w:rFonts w:ascii="Times New Roman" w:hAnsi="Times New Roman"/>
          <w:sz w:val="24"/>
          <w:lang w:eastAsia="et-EE"/>
        </w:rPr>
        <w:t xml:space="preserve">sisu ja </w:t>
      </w:r>
      <w:r w:rsidRPr="00D73418">
        <w:rPr>
          <w:rFonts w:ascii="Times New Roman" w:hAnsi="Times New Roman"/>
          <w:sz w:val="24"/>
          <w:lang w:eastAsia="et-EE"/>
        </w:rPr>
        <w:t xml:space="preserve">kvaliteedi ning </w:t>
      </w:r>
      <w:r w:rsidR="0006240D">
        <w:rPr>
          <w:rFonts w:ascii="Times New Roman" w:hAnsi="Times New Roman"/>
          <w:sz w:val="24"/>
          <w:lang w:eastAsia="et-EE"/>
        </w:rPr>
        <w:t>annab</w:t>
      </w:r>
      <w:r w:rsidRPr="00D73418">
        <w:rPr>
          <w:rFonts w:ascii="Times New Roman" w:hAnsi="Times New Roman"/>
          <w:sz w:val="24"/>
          <w:lang w:eastAsia="et-EE"/>
        </w:rPr>
        <w:t xml:space="preserve"> selgus</w:t>
      </w:r>
      <w:r w:rsidR="0006240D">
        <w:rPr>
          <w:rFonts w:ascii="Times New Roman" w:hAnsi="Times New Roman"/>
          <w:sz w:val="24"/>
          <w:lang w:eastAsia="et-EE"/>
        </w:rPr>
        <w:t>e</w:t>
      </w:r>
      <w:r w:rsidRPr="00D73418">
        <w:rPr>
          <w:rFonts w:ascii="Times New Roman" w:hAnsi="Times New Roman"/>
          <w:sz w:val="24"/>
          <w:lang w:eastAsia="et-EE"/>
        </w:rPr>
        <w:t xml:space="preserve"> ja kindlus</w:t>
      </w:r>
      <w:r w:rsidR="0006240D">
        <w:rPr>
          <w:rFonts w:ascii="Times New Roman" w:hAnsi="Times New Roman"/>
          <w:sz w:val="24"/>
          <w:lang w:eastAsia="et-EE"/>
        </w:rPr>
        <w:t>e</w:t>
      </w:r>
      <w:r w:rsidRPr="00D73418">
        <w:rPr>
          <w:rFonts w:ascii="Times New Roman" w:hAnsi="Times New Roman"/>
          <w:sz w:val="24"/>
          <w:lang w:eastAsia="et-EE"/>
        </w:rPr>
        <w:t xml:space="preserve"> nii erihool</w:t>
      </w:r>
      <w:r w:rsidR="00E1453F">
        <w:rPr>
          <w:rFonts w:ascii="Times New Roman" w:hAnsi="Times New Roman"/>
          <w:sz w:val="24"/>
          <w:lang w:eastAsia="et-EE"/>
        </w:rPr>
        <w:t>dus</w:t>
      </w:r>
      <w:r w:rsidRPr="00D73418">
        <w:rPr>
          <w:rFonts w:ascii="Times New Roman" w:hAnsi="Times New Roman"/>
          <w:sz w:val="24"/>
          <w:lang w:eastAsia="et-EE"/>
        </w:rPr>
        <w:t>teenuse saajatele</w:t>
      </w:r>
      <w:r w:rsidR="0006240D">
        <w:rPr>
          <w:rFonts w:ascii="Times New Roman" w:hAnsi="Times New Roman"/>
          <w:sz w:val="24"/>
          <w:lang w:eastAsia="et-EE"/>
        </w:rPr>
        <w:t xml:space="preserve"> ja</w:t>
      </w:r>
      <w:r w:rsidRPr="00D73418">
        <w:rPr>
          <w:rFonts w:ascii="Times New Roman" w:hAnsi="Times New Roman"/>
          <w:sz w:val="24"/>
          <w:lang w:eastAsia="et-EE"/>
        </w:rPr>
        <w:t xml:space="preserve"> osutajatele kui ka tervishoiuteenuse korraldajatele. </w:t>
      </w:r>
    </w:p>
    <w:p w14:paraId="3B50BB26" w14:textId="77777777" w:rsidR="00CE1363" w:rsidRPr="009C10CD" w:rsidRDefault="00CE1363" w:rsidP="00B526B5">
      <w:pPr>
        <w:rPr>
          <w:rFonts w:ascii="Times New Roman" w:hAnsi="Times New Roman"/>
          <w:sz w:val="24"/>
          <w:lang w:eastAsia="et-EE"/>
        </w:rPr>
      </w:pPr>
    </w:p>
    <w:p w14:paraId="24CBD096" w14:textId="77777777" w:rsidR="00441A9C" w:rsidRPr="009C10CD" w:rsidRDefault="00441A9C" w:rsidP="00B526B5">
      <w:pPr>
        <w:rPr>
          <w:rFonts w:ascii="Times New Roman" w:hAnsi="Times New Roman"/>
          <w:sz w:val="24"/>
          <w:lang w:eastAsia="et-EE"/>
        </w:rPr>
        <w:sectPr w:rsidR="00441A9C" w:rsidRPr="009C10CD" w:rsidSect="00E276E8">
          <w:type w:val="continuous"/>
          <w:pgSz w:w="11906" w:h="16838"/>
          <w:pgMar w:top="1418" w:right="680" w:bottom="1418" w:left="1701" w:header="680" w:footer="680" w:gutter="0"/>
          <w:cols w:space="708"/>
          <w:formProt w:val="0"/>
        </w:sectPr>
      </w:pPr>
    </w:p>
    <w:p w14:paraId="62883F2D" w14:textId="77777777" w:rsidR="00D62171" w:rsidRPr="00F406C8" w:rsidRDefault="00E91A66" w:rsidP="008E199B">
      <w:pPr>
        <w:pStyle w:val="Loendilik"/>
        <w:numPr>
          <w:ilvl w:val="1"/>
          <w:numId w:val="5"/>
        </w:numPr>
        <w:rPr>
          <w:rFonts w:ascii="Times New Roman" w:hAnsi="Times New Roman"/>
          <w:b/>
          <w:bCs/>
          <w:sz w:val="24"/>
        </w:rPr>
      </w:pPr>
      <w:r w:rsidRPr="00F406C8">
        <w:rPr>
          <w:rFonts w:ascii="Times New Roman" w:hAnsi="Times New Roman"/>
          <w:b/>
          <w:bCs/>
          <w:sz w:val="24"/>
        </w:rPr>
        <w:t xml:space="preserve"> </w:t>
      </w:r>
      <w:r w:rsidR="00D62171" w:rsidRPr="00F406C8">
        <w:rPr>
          <w:rFonts w:ascii="Times New Roman" w:hAnsi="Times New Roman"/>
          <w:b/>
          <w:bCs/>
          <w:sz w:val="24"/>
        </w:rPr>
        <w:t>Eelnõu ettevalmistaja</w:t>
      </w:r>
      <w:permStart w:id="999389680" w:edGrp="everyone"/>
      <w:permEnd w:id="999389680"/>
    </w:p>
    <w:p w14:paraId="063520F2" w14:textId="77777777" w:rsidR="00CD0DC9" w:rsidRDefault="00CD0DC9" w:rsidP="008E199B">
      <w:pPr>
        <w:rPr>
          <w:rFonts w:ascii="Times New Roman" w:hAnsi="Times New Roman"/>
          <w:bCs/>
          <w:sz w:val="24"/>
        </w:rPr>
      </w:pPr>
    </w:p>
    <w:p w14:paraId="6BF9C70D" w14:textId="0EB21E52" w:rsidR="00307692" w:rsidRPr="005A4B48" w:rsidRDefault="00677E8F" w:rsidP="008E199B">
      <w:pPr>
        <w:rPr>
          <w:rFonts w:ascii="Times New Roman" w:hAnsi="Times New Roman"/>
          <w:sz w:val="24"/>
        </w:rPr>
      </w:pPr>
      <w:r w:rsidRPr="0D90AB75">
        <w:rPr>
          <w:rFonts w:ascii="Times New Roman" w:hAnsi="Times New Roman"/>
          <w:sz w:val="24"/>
        </w:rPr>
        <w:t>Eelnõu ja seletuskirja on koostanud S</w:t>
      </w:r>
      <w:r w:rsidR="002D4791" w:rsidRPr="0D90AB75">
        <w:rPr>
          <w:rFonts w:ascii="Times New Roman" w:hAnsi="Times New Roman"/>
          <w:sz w:val="24"/>
        </w:rPr>
        <w:t>oM-</w:t>
      </w:r>
      <w:r w:rsidRPr="0D90AB75">
        <w:rPr>
          <w:rFonts w:ascii="Times New Roman" w:hAnsi="Times New Roman"/>
          <w:sz w:val="24"/>
        </w:rPr>
        <w:t>i hoolekande osakonna nõunik Liisa Päeske (</w:t>
      </w:r>
      <w:hyperlink r:id="rId18" w:history="1">
        <w:r w:rsidRPr="0D90AB75">
          <w:rPr>
            <w:rStyle w:val="Hperlink"/>
            <w:rFonts w:ascii="Times New Roman" w:hAnsi="Times New Roman"/>
            <w:sz w:val="24"/>
          </w:rPr>
          <w:t>liisa.paeske@sm.ee</w:t>
        </w:r>
      </w:hyperlink>
      <w:r w:rsidRPr="0D90AB75">
        <w:rPr>
          <w:rFonts w:ascii="Times New Roman" w:hAnsi="Times New Roman"/>
          <w:sz w:val="24"/>
        </w:rPr>
        <w:t xml:space="preserve">, </w:t>
      </w:r>
      <w:r w:rsidR="00180901" w:rsidRPr="0D90AB75">
        <w:rPr>
          <w:rFonts w:ascii="Times New Roman" w:hAnsi="Times New Roman"/>
          <w:sz w:val="24"/>
        </w:rPr>
        <w:t xml:space="preserve">tel </w:t>
      </w:r>
      <w:r w:rsidRPr="0D90AB75">
        <w:rPr>
          <w:rFonts w:ascii="Times New Roman" w:hAnsi="Times New Roman"/>
          <w:sz w:val="24"/>
        </w:rPr>
        <w:t>5</w:t>
      </w:r>
      <w:r w:rsidR="0063338D" w:rsidRPr="0D90AB75">
        <w:rPr>
          <w:rFonts w:ascii="Times New Roman" w:hAnsi="Times New Roman"/>
          <w:sz w:val="24"/>
        </w:rPr>
        <w:t>780</w:t>
      </w:r>
      <w:r w:rsidRPr="0D90AB75">
        <w:rPr>
          <w:rFonts w:ascii="Times New Roman" w:hAnsi="Times New Roman"/>
          <w:sz w:val="24"/>
        </w:rPr>
        <w:t xml:space="preserve"> </w:t>
      </w:r>
      <w:r w:rsidR="0063338D" w:rsidRPr="0D90AB75">
        <w:rPr>
          <w:rFonts w:ascii="Times New Roman" w:hAnsi="Times New Roman"/>
          <w:sz w:val="24"/>
        </w:rPr>
        <w:t>2943</w:t>
      </w:r>
      <w:r w:rsidRPr="0D90AB75">
        <w:rPr>
          <w:rFonts w:ascii="Times New Roman" w:hAnsi="Times New Roman"/>
          <w:sz w:val="24"/>
        </w:rPr>
        <w:t>)</w:t>
      </w:r>
      <w:r w:rsidR="00882640" w:rsidRPr="0D90AB75">
        <w:rPr>
          <w:rFonts w:ascii="Times New Roman" w:hAnsi="Times New Roman"/>
          <w:sz w:val="24"/>
        </w:rPr>
        <w:t xml:space="preserve"> ja </w:t>
      </w:r>
      <w:r w:rsidR="00600AFC" w:rsidRPr="0D90AB75">
        <w:rPr>
          <w:rFonts w:ascii="Times New Roman" w:hAnsi="Times New Roman"/>
          <w:sz w:val="24"/>
        </w:rPr>
        <w:t>sama</w:t>
      </w:r>
      <w:r w:rsidR="00EB783E" w:rsidRPr="0D90AB75">
        <w:rPr>
          <w:rFonts w:ascii="Times New Roman" w:hAnsi="Times New Roman"/>
          <w:sz w:val="24"/>
        </w:rPr>
        <w:t xml:space="preserve"> </w:t>
      </w:r>
      <w:r w:rsidR="00882640" w:rsidRPr="0D90AB75">
        <w:rPr>
          <w:rFonts w:ascii="Times New Roman" w:hAnsi="Times New Roman"/>
          <w:sz w:val="24"/>
        </w:rPr>
        <w:t>osakonna hoolekandeteenuste ja toetuste poliitika juht Tarmo Kurves (</w:t>
      </w:r>
      <w:hyperlink r:id="rId19" w:history="1">
        <w:r w:rsidR="00882640" w:rsidRPr="0D90AB75">
          <w:rPr>
            <w:rStyle w:val="Hperlink"/>
            <w:rFonts w:ascii="Times New Roman" w:hAnsi="Times New Roman"/>
            <w:sz w:val="24"/>
          </w:rPr>
          <w:t>tarmo.kurves@sm.ee</w:t>
        </w:r>
      </w:hyperlink>
      <w:r w:rsidR="00180901" w:rsidRPr="0D90AB75">
        <w:rPr>
          <w:rStyle w:val="Hperlink"/>
          <w:rFonts w:ascii="Times New Roman" w:hAnsi="Times New Roman"/>
          <w:sz w:val="24"/>
        </w:rPr>
        <w:t>,</w:t>
      </w:r>
      <w:r w:rsidR="00180901" w:rsidRPr="0D90AB75">
        <w:rPr>
          <w:rFonts w:ascii="Times New Roman" w:hAnsi="Times New Roman"/>
          <w:sz w:val="24"/>
        </w:rPr>
        <w:t xml:space="preserve"> tel </w:t>
      </w:r>
      <w:r w:rsidR="00180901" w:rsidRPr="0D90AB75">
        <w:rPr>
          <w:rFonts w:ascii="Times New Roman" w:hAnsi="Times New Roman"/>
          <w:color w:val="000000"/>
          <w:sz w:val="24"/>
          <w:shd w:val="clear" w:color="auto" w:fill="FFFFFF"/>
        </w:rPr>
        <w:t>5919 0941</w:t>
      </w:r>
      <w:r w:rsidR="00882640" w:rsidRPr="0D90AB75">
        <w:rPr>
          <w:rFonts w:ascii="Times New Roman" w:hAnsi="Times New Roman"/>
          <w:sz w:val="24"/>
        </w:rPr>
        <w:t>).</w:t>
      </w:r>
      <w:r w:rsidR="00CF333E" w:rsidRPr="0D90AB75">
        <w:rPr>
          <w:rFonts w:ascii="Times New Roman" w:hAnsi="Times New Roman"/>
          <w:sz w:val="24"/>
        </w:rPr>
        <w:t xml:space="preserve"> Eelnõu väljatöötamis</w:t>
      </w:r>
      <w:r w:rsidR="0006240D" w:rsidRPr="0D90AB75">
        <w:rPr>
          <w:rFonts w:ascii="Times New Roman" w:hAnsi="Times New Roman"/>
          <w:sz w:val="24"/>
        </w:rPr>
        <w:t>se</w:t>
      </w:r>
      <w:r w:rsidR="00CF333E" w:rsidRPr="0D90AB75">
        <w:rPr>
          <w:rFonts w:ascii="Times New Roman" w:hAnsi="Times New Roman"/>
          <w:sz w:val="24"/>
        </w:rPr>
        <w:t xml:space="preserve"> olid kaasatud </w:t>
      </w:r>
      <w:r w:rsidR="0006240D" w:rsidRPr="0D90AB75">
        <w:rPr>
          <w:rFonts w:ascii="Times New Roman" w:hAnsi="Times New Roman"/>
          <w:color w:val="000000"/>
          <w:sz w:val="24"/>
        </w:rPr>
        <w:t xml:space="preserve">Lagle Kalberg </w:t>
      </w:r>
      <w:r w:rsidR="00CF333E" w:rsidRPr="0D90AB75">
        <w:rPr>
          <w:rFonts w:ascii="Times New Roman" w:hAnsi="Times New Roman"/>
          <w:color w:val="000000"/>
          <w:sz w:val="24"/>
        </w:rPr>
        <w:t xml:space="preserve">Sotsiaalkindlustusametist </w:t>
      </w:r>
      <w:r w:rsidR="00796347" w:rsidRPr="0D90AB75">
        <w:rPr>
          <w:rFonts w:ascii="Times New Roman" w:hAnsi="Times New Roman"/>
          <w:color w:val="000000"/>
          <w:sz w:val="24"/>
        </w:rPr>
        <w:t>ning</w:t>
      </w:r>
      <w:r w:rsidR="00CF333E" w:rsidRPr="0D90AB75">
        <w:rPr>
          <w:rFonts w:ascii="Times New Roman" w:hAnsi="Times New Roman"/>
          <w:color w:val="000000"/>
          <w:sz w:val="24"/>
        </w:rPr>
        <w:t xml:space="preserve"> </w:t>
      </w:r>
      <w:r w:rsidR="00B72396" w:rsidRPr="0D90AB75">
        <w:rPr>
          <w:rFonts w:ascii="Times New Roman" w:hAnsi="Times New Roman"/>
          <w:sz w:val="24"/>
        </w:rPr>
        <w:t>Mari Kalbin, Aivar Koppas ja Katrina Koha</w:t>
      </w:r>
      <w:r w:rsidR="0006240D" w:rsidRPr="0D90AB75">
        <w:rPr>
          <w:rFonts w:ascii="Times New Roman" w:hAnsi="Times New Roman"/>
          <w:sz w:val="24"/>
        </w:rPr>
        <w:t xml:space="preserve"> </w:t>
      </w:r>
      <w:r w:rsidR="0006240D" w:rsidRPr="0D90AB75">
        <w:rPr>
          <w:rFonts w:ascii="Times New Roman" w:hAnsi="Times New Roman"/>
          <w:color w:val="000000"/>
          <w:sz w:val="24"/>
        </w:rPr>
        <w:t>Tervisekassast</w:t>
      </w:r>
      <w:r w:rsidR="00B72396" w:rsidRPr="0D90AB75">
        <w:rPr>
          <w:rFonts w:ascii="Times New Roman" w:hAnsi="Times New Roman"/>
          <w:sz w:val="24"/>
        </w:rPr>
        <w:t>.</w:t>
      </w:r>
      <w:r w:rsidR="00246983" w:rsidRPr="0D90AB75">
        <w:rPr>
          <w:rFonts w:ascii="Times New Roman" w:hAnsi="Times New Roman"/>
          <w:sz w:val="24"/>
        </w:rPr>
        <w:t xml:space="preserve"> </w:t>
      </w:r>
    </w:p>
    <w:p w14:paraId="1C53B2E5" w14:textId="77777777" w:rsidR="00307692" w:rsidRPr="005A4B48" w:rsidRDefault="00307692" w:rsidP="008E199B">
      <w:pPr>
        <w:rPr>
          <w:rFonts w:ascii="Times New Roman" w:hAnsi="Times New Roman"/>
          <w:sz w:val="24"/>
        </w:rPr>
      </w:pPr>
    </w:p>
    <w:p w14:paraId="242A0CB9" w14:textId="3FD9BB5F" w:rsidR="00677E8F" w:rsidRPr="00F406C8" w:rsidRDefault="00394790" w:rsidP="008E199B">
      <w:pPr>
        <w:rPr>
          <w:rFonts w:ascii="Times New Roman" w:hAnsi="Times New Roman"/>
          <w:bCs/>
          <w:sz w:val="24"/>
        </w:rPr>
        <w:sectPr w:rsidR="00677E8F" w:rsidRPr="00F406C8" w:rsidSect="00E276E8">
          <w:type w:val="continuous"/>
          <w:pgSz w:w="11906" w:h="16838"/>
          <w:pgMar w:top="1418" w:right="680" w:bottom="1418" w:left="1701" w:header="680" w:footer="680" w:gutter="0"/>
          <w:cols w:space="708"/>
          <w:formProt w:val="0"/>
          <w:docGrid w:linePitch="360"/>
        </w:sectPr>
      </w:pPr>
      <w:r w:rsidRPr="0D90AB75">
        <w:rPr>
          <w:rFonts w:ascii="Times New Roman" w:hAnsi="Times New Roman"/>
          <w:sz w:val="24"/>
        </w:rPr>
        <w:t>Eelnõu juriidilise ekspertiisi on teinud S</w:t>
      </w:r>
      <w:r w:rsidR="00D21EDB" w:rsidRPr="0D90AB75">
        <w:rPr>
          <w:rFonts w:ascii="Times New Roman" w:hAnsi="Times New Roman"/>
          <w:sz w:val="24"/>
        </w:rPr>
        <w:t>oM-</w:t>
      </w:r>
      <w:r w:rsidRPr="0D90AB75">
        <w:rPr>
          <w:rFonts w:ascii="Times New Roman" w:hAnsi="Times New Roman"/>
          <w:sz w:val="24"/>
        </w:rPr>
        <w:t xml:space="preserve">i </w:t>
      </w:r>
      <w:r w:rsidR="00B3036C" w:rsidRPr="0D90AB75">
        <w:rPr>
          <w:rFonts w:ascii="Times New Roman" w:hAnsi="Times New Roman"/>
          <w:sz w:val="24"/>
        </w:rPr>
        <w:t>õigusosakonna õigusnõunik Reet Kodu (</w:t>
      </w:r>
      <w:hyperlink r:id="rId20" w:history="1">
        <w:r w:rsidR="00180901" w:rsidRPr="0D90AB75">
          <w:rPr>
            <w:rStyle w:val="Hperlink"/>
            <w:rFonts w:ascii="Times New Roman" w:hAnsi="Times New Roman"/>
            <w:sz w:val="24"/>
          </w:rPr>
          <w:t>reet.kodu@sm.ee</w:t>
        </w:r>
      </w:hyperlink>
      <w:r w:rsidR="00180901" w:rsidRPr="0D90AB75">
        <w:rPr>
          <w:rFonts w:ascii="Times New Roman" w:hAnsi="Times New Roman"/>
          <w:sz w:val="24"/>
        </w:rPr>
        <w:t>, tel 5855 3153</w:t>
      </w:r>
      <w:r w:rsidR="00B3036C" w:rsidRPr="0D90AB75">
        <w:rPr>
          <w:rFonts w:ascii="Times New Roman" w:hAnsi="Times New Roman"/>
          <w:sz w:val="24"/>
        </w:rPr>
        <w:t>)</w:t>
      </w:r>
      <w:r w:rsidR="00930603" w:rsidRPr="0D90AB75">
        <w:rPr>
          <w:rFonts w:ascii="Times New Roman" w:hAnsi="Times New Roman"/>
          <w:sz w:val="24"/>
        </w:rPr>
        <w:t xml:space="preserve">. </w:t>
      </w:r>
      <w:r w:rsidR="00882640" w:rsidRPr="0D90AB75">
        <w:rPr>
          <w:rFonts w:ascii="Times New Roman" w:hAnsi="Times New Roman"/>
          <w:sz w:val="24"/>
        </w:rPr>
        <w:t>Eelnõu mõjuanalüüsi on koostanud S</w:t>
      </w:r>
      <w:r w:rsidR="00D21EDB" w:rsidRPr="0D90AB75">
        <w:rPr>
          <w:rFonts w:ascii="Times New Roman" w:hAnsi="Times New Roman"/>
          <w:sz w:val="24"/>
        </w:rPr>
        <w:t>oM-</w:t>
      </w:r>
      <w:r w:rsidR="00882640" w:rsidRPr="0D90AB75">
        <w:rPr>
          <w:rFonts w:ascii="Times New Roman" w:hAnsi="Times New Roman"/>
          <w:sz w:val="24"/>
        </w:rPr>
        <w:t xml:space="preserve">i analüüsi ja statistika osakonna </w:t>
      </w:r>
      <w:r w:rsidR="009D30BD" w:rsidRPr="0D90AB75">
        <w:rPr>
          <w:rFonts w:ascii="Times New Roman" w:hAnsi="Times New Roman"/>
          <w:sz w:val="24"/>
        </w:rPr>
        <w:t xml:space="preserve">analüütik Marion Rummo </w:t>
      </w:r>
      <w:r w:rsidR="00882640" w:rsidRPr="0D90AB75">
        <w:rPr>
          <w:rFonts w:ascii="Times New Roman" w:hAnsi="Times New Roman"/>
          <w:sz w:val="24"/>
        </w:rPr>
        <w:t>(</w:t>
      </w:r>
      <w:hyperlink r:id="rId21" w:history="1">
        <w:r w:rsidR="00032A10" w:rsidRPr="0D90AB75">
          <w:rPr>
            <w:rStyle w:val="Hperlink"/>
            <w:rFonts w:ascii="Times New Roman" w:hAnsi="Times New Roman"/>
            <w:sz w:val="24"/>
          </w:rPr>
          <w:t>marion.rummo@sm.ee</w:t>
        </w:r>
      </w:hyperlink>
      <w:r w:rsidR="00180901" w:rsidRPr="0D90AB75">
        <w:rPr>
          <w:rStyle w:val="Hperlink"/>
          <w:rFonts w:ascii="Times New Roman" w:hAnsi="Times New Roman"/>
          <w:sz w:val="24"/>
        </w:rPr>
        <w:t>,</w:t>
      </w:r>
      <w:r w:rsidR="00180901" w:rsidRPr="0D90AB75">
        <w:rPr>
          <w:rFonts w:ascii="Times New Roman" w:hAnsi="Times New Roman"/>
          <w:sz w:val="24"/>
        </w:rPr>
        <w:t xml:space="preserve"> tel </w:t>
      </w:r>
      <w:r w:rsidR="00180901" w:rsidRPr="0D90AB75">
        <w:rPr>
          <w:rFonts w:ascii="Times New Roman" w:hAnsi="Times New Roman"/>
          <w:color w:val="000000"/>
          <w:sz w:val="24"/>
          <w:shd w:val="clear" w:color="auto" w:fill="FFFFFF"/>
        </w:rPr>
        <w:t>5866 8621</w:t>
      </w:r>
      <w:r w:rsidR="00032A10" w:rsidRPr="0D90AB75">
        <w:rPr>
          <w:rFonts w:ascii="Times New Roman" w:hAnsi="Times New Roman"/>
          <w:sz w:val="24"/>
        </w:rPr>
        <w:t>)</w:t>
      </w:r>
      <w:r w:rsidR="00882640" w:rsidRPr="0D90AB75">
        <w:rPr>
          <w:rFonts w:ascii="Times New Roman" w:hAnsi="Times New Roman"/>
          <w:sz w:val="24"/>
        </w:rPr>
        <w:t>.</w:t>
      </w:r>
      <w:r w:rsidR="00677E8F" w:rsidRPr="0D90AB75">
        <w:rPr>
          <w:rFonts w:ascii="Times New Roman" w:hAnsi="Times New Roman"/>
          <w:sz w:val="24"/>
        </w:rPr>
        <w:t xml:space="preserve"> Eelnõu on keeletoimetanud Rahandusministeeriumi ühisosakonna dokumendihaldustalituse keeletoimetaja Virge Tammaru (</w:t>
      </w:r>
      <w:hyperlink r:id="rId22" w:history="1">
        <w:r w:rsidR="00180901" w:rsidRPr="0D90AB75">
          <w:rPr>
            <w:rStyle w:val="Hperlink"/>
            <w:rFonts w:ascii="Times New Roman" w:hAnsi="Times New Roman"/>
            <w:sz w:val="24"/>
          </w:rPr>
          <w:t>virge.tammaru@fin.ee</w:t>
        </w:r>
      </w:hyperlink>
      <w:r w:rsidR="00180901" w:rsidRPr="0D90AB75">
        <w:rPr>
          <w:rFonts w:ascii="Times New Roman" w:hAnsi="Times New Roman"/>
          <w:sz w:val="24"/>
          <w:lang w:eastAsia="et-EE"/>
        </w:rPr>
        <w:t>, tel 5919 9274</w:t>
      </w:r>
      <w:r w:rsidR="00677E8F" w:rsidRPr="0D90AB75">
        <w:rPr>
          <w:rFonts w:ascii="Times New Roman" w:hAnsi="Times New Roman"/>
          <w:sz w:val="24"/>
        </w:rPr>
        <w:t>).</w:t>
      </w:r>
    </w:p>
    <w:p w14:paraId="7C36D1D2" w14:textId="77777777" w:rsidR="00E215F1" w:rsidRPr="00F406C8" w:rsidRDefault="00E215F1" w:rsidP="008E199B">
      <w:pPr>
        <w:pStyle w:val="Default"/>
        <w:jc w:val="both"/>
        <w:rPr>
          <w:rFonts w:ascii="Times New Roman" w:hAnsi="Times New Roman" w:cs="Times New Roman"/>
        </w:rPr>
      </w:pPr>
    </w:p>
    <w:p w14:paraId="5E1C6377" w14:textId="77777777" w:rsidR="00986736" w:rsidRPr="00F406C8" w:rsidRDefault="00E91A66" w:rsidP="008E199B">
      <w:pPr>
        <w:pStyle w:val="Loendilik"/>
        <w:numPr>
          <w:ilvl w:val="1"/>
          <w:numId w:val="5"/>
        </w:numPr>
        <w:rPr>
          <w:rFonts w:ascii="Times New Roman" w:hAnsi="Times New Roman"/>
          <w:b/>
          <w:bCs/>
          <w:sz w:val="24"/>
        </w:rPr>
      </w:pPr>
      <w:r w:rsidRPr="00F406C8">
        <w:rPr>
          <w:rFonts w:ascii="Times New Roman" w:hAnsi="Times New Roman"/>
          <w:b/>
          <w:bCs/>
          <w:sz w:val="24"/>
        </w:rPr>
        <w:t xml:space="preserve"> </w:t>
      </w:r>
      <w:r w:rsidR="00D62171" w:rsidRPr="00F406C8">
        <w:rPr>
          <w:rFonts w:ascii="Times New Roman" w:hAnsi="Times New Roman"/>
          <w:b/>
          <w:bCs/>
          <w:sz w:val="24"/>
        </w:rPr>
        <w:t>Märkused</w:t>
      </w:r>
    </w:p>
    <w:p w14:paraId="0220C7F1" w14:textId="77777777" w:rsidR="00E215F1" w:rsidRDefault="00E215F1" w:rsidP="008E199B">
      <w:pPr>
        <w:rPr>
          <w:rFonts w:ascii="Times New Roman" w:hAnsi="Times New Roman"/>
          <w:sz w:val="24"/>
          <w:lang w:eastAsia="et-EE"/>
        </w:rPr>
      </w:pPr>
    </w:p>
    <w:p w14:paraId="3EA317C2" w14:textId="77777777" w:rsidR="004F0E09" w:rsidRPr="00F406C8" w:rsidRDefault="004F0E09" w:rsidP="008E199B">
      <w:pPr>
        <w:rPr>
          <w:rFonts w:ascii="Times New Roman" w:hAnsi="Times New Roman"/>
          <w:sz w:val="24"/>
          <w:lang w:eastAsia="et-EE"/>
        </w:rPr>
        <w:sectPr w:rsidR="004F0E09" w:rsidRPr="00F406C8" w:rsidSect="00E276E8">
          <w:type w:val="continuous"/>
          <w:pgSz w:w="11906" w:h="16838"/>
          <w:pgMar w:top="1418" w:right="680" w:bottom="1418" w:left="1701" w:header="680" w:footer="680" w:gutter="0"/>
          <w:cols w:space="708"/>
          <w:docGrid w:linePitch="360"/>
        </w:sectPr>
      </w:pPr>
    </w:p>
    <w:p w14:paraId="570D9CB2" w14:textId="0DCBD323" w:rsidR="007D410B" w:rsidRPr="00F406C8" w:rsidRDefault="007F20B4" w:rsidP="008E199B">
      <w:pPr>
        <w:rPr>
          <w:rFonts w:ascii="Times New Roman" w:hAnsi="Times New Roman"/>
          <w:sz w:val="24"/>
          <w:lang w:eastAsia="et-EE"/>
        </w:rPr>
      </w:pPr>
      <w:r>
        <w:rPr>
          <w:rFonts w:ascii="Times New Roman" w:hAnsi="Times New Roman"/>
          <w:sz w:val="24"/>
          <w:lang w:eastAsia="et-EE"/>
        </w:rPr>
        <w:t xml:space="preserve">Eelnõu ei ole seotud </w:t>
      </w:r>
      <w:r w:rsidR="00222D62" w:rsidRPr="00D73418">
        <w:rPr>
          <w:rFonts w:ascii="Times New Roman" w:hAnsi="Times New Roman"/>
          <w:sz w:val="24"/>
          <w:lang w:eastAsia="et-EE"/>
        </w:rPr>
        <w:t>Vabariigi Valitsuse tegevusprogrammi ega</w:t>
      </w:r>
      <w:r w:rsidRPr="00D73418">
        <w:rPr>
          <w:rFonts w:ascii="Times New Roman" w:hAnsi="Times New Roman"/>
          <w:sz w:val="24"/>
          <w:lang w:eastAsia="et-EE"/>
        </w:rPr>
        <w:t xml:space="preserve"> </w:t>
      </w:r>
      <w:r>
        <w:rPr>
          <w:rFonts w:ascii="Times New Roman" w:hAnsi="Times New Roman"/>
          <w:sz w:val="24"/>
          <w:lang w:eastAsia="et-EE"/>
        </w:rPr>
        <w:t xml:space="preserve">muu menetluses oleva eelnõuga. </w:t>
      </w:r>
      <w:r w:rsidR="00ED7A7F">
        <w:rPr>
          <w:rFonts w:ascii="Times New Roman" w:hAnsi="Times New Roman"/>
          <w:sz w:val="24"/>
          <w:lang w:eastAsia="et-EE"/>
        </w:rPr>
        <w:t>Eelnõu ei ole seotud Euroopa Liidu õiguse rakendamisega.</w:t>
      </w:r>
      <w:r w:rsidR="007D410B">
        <w:rPr>
          <w:rFonts w:ascii="Times New Roman" w:hAnsi="Times New Roman"/>
          <w:sz w:val="24"/>
          <w:lang w:eastAsia="et-EE"/>
        </w:rPr>
        <w:t xml:space="preserve"> </w:t>
      </w:r>
    </w:p>
    <w:p w14:paraId="5C591F2F" w14:textId="77777777" w:rsidR="00ED7A7F" w:rsidRDefault="00ED7A7F" w:rsidP="008E199B">
      <w:pPr>
        <w:rPr>
          <w:rFonts w:ascii="Times New Roman" w:hAnsi="Times New Roman"/>
          <w:sz w:val="24"/>
        </w:rPr>
      </w:pPr>
    </w:p>
    <w:p w14:paraId="795C9E5C" w14:textId="2E4D08D8" w:rsidR="00677E8F" w:rsidRPr="00F406C8" w:rsidRDefault="00677E8F" w:rsidP="008E199B">
      <w:pPr>
        <w:rPr>
          <w:rFonts w:ascii="Times New Roman" w:hAnsi="Times New Roman"/>
          <w:sz w:val="24"/>
        </w:rPr>
      </w:pPr>
      <w:r w:rsidRPr="00F406C8">
        <w:rPr>
          <w:rFonts w:ascii="Times New Roman" w:hAnsi="Times New Roman"/>
          <w:sz w:val="24"/>
        </w:rPr>
        <w:t xml:space="preserve">Eelnõuga muudetakse järgmisi seaduste redaktsioone: </w:t>
      </w:r>
    </w:p>
    <w:p w14:paraId="7739BFB8" w14:textId="12127443" w:rsidR="00677E8F" w:rsidRPr="00F406C8" w:rsidRDefault="00677E8F" w:rsidP="008E199B">
      <w:pPr>
        <w:rPr>
          <w:rFonts w:ascii="Times New Roman" w:hAnsi="Times New Roman"/>
          <w:sz w:val="24"/>
        </w:rPr>
      </w:pPr>
      <w:r w:rsidRPr="00F406C8">
        <w:rPr>
          <w:rFonts w:ascii="Times New Roman" w:hAnsi="Times New Roman"/>
          <w:sz w:val="24"/>
        </w:rPr>
        <w:t>1) sotsiaalhoolekande seadus</w:t>
      </w:r>
      <w:r w:rsidR="00A73511">
        <w:rPr>
          <w:rFonts w:ascii="Times New Roman" w:hAnsi="Times New Roman"/>
          <w:sz w:val="24"/>
        </w:rPr>
        <w:t>:</w:t>
      </w:r>
      <w:r w:rsidR="00CE1317" w:rsidRPr="005A4B48">
        <w:rPr>
          <w:rFonts w:ascii="Times New Roman" w:hAnsi="Times New Roman"/>
          <w:sz w:val="24"/>
        </w:rPr>
        <w:t xml:space="preserve"> </w:t>
      </w:r>
      <w:r w:rsidR="001D028C" w:rsidRPr="001D028C">
        <w:rPr>
          <w:rFonts w:ascii="Times New Roman" w:hAnsi="Times New Roman"/>
          <w:sz w:val="24"/>
        </w:rPr>
        <w:t>RT I, 14.12.2023, 4</w:t>
      </w:r>
      <w:r w:rsidRPr="00F406C8">
        <w:rPr>
          <w:rFonts w:ascii="Times New Roman" w:hAnsi="Times New Roman"/>
          <w:sz w:val="24"/>
        </w:rPr>
        <w:t xml:space="preserve">; </w:t>
      </w:r>
    </w:p>
    <w:p w14:paraId="3AD8E00F" w14:textId="1705A428" w:rsidR="00677E8F" w:rsidRPr="00F406C8" w:rsidRDefault="00677E8F" w:rsidP="008E199B">
      <w:pPr>
        <w:rPr>
          <w:rFonts w:ascii="Times New Roman" w:hAnsi="Times New Roman"/>
          <w:sz w:val="24"/>
        </w:rPr>
      </w:pPr>
      <w:commentRangeStart w:id="3"/>
      <w:r w:rsidRPr="0D90AB75">
        <w:rPr>
          <w:rFonts w:ascii="Times New Roman" w:hAnsi="Times New Roman"/>
          <w:sz w:val="24"/>
        </w:rPr>
        <w:t xml:space="preserve">2) </w:t>
      </w:r>
      <w:r w:rsidR="00CF333E" w:rsidRPr="0D90AB75">
        <w:rPr>
          <w:rFonts w:ascii="Times New Roman" w:hAnsi="Times New Roman"/>
          <w:sz w:val="24"/>
        </w:rPr>
        <w:t>tervishoiuteenus</w:t>
      </w:r>
      <w:r w:rsidR="004D5A17" w:rsidRPr="0D90AB75">
        <w:rPr>
          <w:rFonts w:ascii="Times New Roman" w:hAnsi="Times New Roman"/>
          <w:sz w:val="24"/>
        </w:rPr>
        <w:t>t</w:t>
      </w:r>
      <w:r w:rsidR="00CF333E" w:rsidRPr="0D90AB75">
        <w:rPr>
          <w:rFonts w:ascii="Times New Roman" w:hAnsi="Times New Roman"/>
          <w:sz w:val="24"/>
        </w:rPr>
        <w:t>e korraldamise seadus:</w:t>
      </w:r>
      <w:r w:rsidRPr="0D90AB75">
        <w:rPr>
          <w:rStyle w:val="Hperlink"/>
          <w:rFonts w:ascii="Times New Roman" w:hAnsi="Times New Roman"/>
          <w:color w:val="0061AA"/>
          <w:sz w:val="24"/>
          <w:u w:val="none"/>
          <w:bdr w:val="none" w:sz="0" w:space="0" w:color="auto" w:frame="1"/>
          <w:shd w:val="clear" w:color="auto" w:fill="FFFFFF"/>
        </w:rPr>
        <w:t xml:space="preserve"> </w:t>
      </w:r>
      <w:r w:rsidR="00A73511" w:rsidRPr="0D90AB75">
        <w:rPr>
          <w:rStyle w:val="Hperlink"/>
          <w:rFonts w:ascii="Times New Roman" w:hAnsi="Times New Roman"/>
          <w:color w:val="auto"/>
          <w:sz w:val="24"/>
          <w:u w:val="none"/>
          <w:bdr w:val="none" w:sz="0" w:space="0" w:color="auto" w:frame="1"/>
          <w:shd w:val="clear" w:color="auto" w:fill="FFFFFF"/>
        </w:rPr>
        <w:t>RT I, 20.03.2024, 6</w:t>
      </w:r>
      <w:r w:rsidR="00DF6B0B" w:rsidRPr="0D90AB75">
        <w:rPr>
          <w:rStyle w:val="Hperlink"/>
          <w:rFonts w:ascii="Times New Roman" w:hAnsi="Times New Roman"/>
          <w:color w:val="auto"/>
          <w:sz w:val="24"/>
          <w:u w:val="none"/>
          <w:bdr w:val="none" w:sz="0" w:space="0" w:color="auto" w:frame="1"/>
          <w:shd w:val="clear" w:color="auto" w:fill="FFFFFF"/>
        </w:rPr>
        <w:t>.</w:t>
      </w:r>
      <w:r w:rsidRPr="0D90AB75">
        <w:rPr>
          <w:rFonts w:ascii="Times New Roman" w:hAnsi="Times New Roman"/>
          <w:sz w:val="24"/>
        </w:rPr>
        <w:t xml:space="preserve"> </w:t>
      </w:r>
      <w:commentRangeEnd w:id="3"/>
      <w:r w:rsidR="006D1F5D">
        <w:rPr>
          <w:rStyle w:val="Kommentaariviide"/>
        </w:rPr>
        <w:commentReference w:id="3"/>
      </w:r>
    </w:p>
    <w:p w14:paraId="56054B0E" w14:textId="77777777" w:rsidR="00213314" w:rsidRPr="00B526B5" w:rsidRDefault="00213314" w:rsidP="008E199B">
      <w:pPr>
        <w:rPr>
          <w:rFonts w:ascii="Times New Roman" w:hAnsi="Times New Roman"/>
          <w:sz w:val="24"/>
        </w:rPr>
      </w:pPr>
    </w:p>
    <w:p w14:paraId="327BDC7A" w14:textId="3D1C3C6E" w:rsidR="001C4A7A" w:rsidRPr="00F406C8" w:rsidRDefault="001C4A7A" w:rsidP="008E199B">
      <w:pPr>
        <w:tabs>
          <w:tab w:val="left" w:pos="426"/>
        </w:tabs>
        <w:rPr>
          <w:rFonts w:ascii="Times New Roman" w:hAnsi="Times New Roman"/>
          <w:sz w:val="24"/>
        </w:rPr>
      </w:pPr>
      <w:r w:rsidRPr="00F406C8">
        <w:rPr>
          <w:rFonts w:ascii="Times New Roman" w:hAnsi="Times New Roman"/>
          <w:sz w:val="24"/>
        </w:rPr>
        <w:t>Eelnõu on seotud isikuandmete töötlemisega isikuandmete kaitse üldmääruse tähenduses ning selle kohta on koostatud täpsem mõjuanalüüs seletuskirja 6. punktis.</w:t>
      </w:r>
    </w:p>
    <w:p w14:paraId="6F505126" w14:textId="77777777" w:rsidR="007F20B4" w:rsidRPr="005A4B48" w:rsidRDefault="007F20B4" w:rsidP="00B526B5">
      <w:pPr>
        <w:tabs>
          <w:tab w:val="left" w:pos="426"/>
        </w:tabs>
        <w:rPr>
          <w:rFonts w:ascii="Times New Roman" w:hAnsi="Times New Roman"/>
          <w:sz w:val="24"/>
          <w:lang w:eastAsia="et-EE"/>
        </w:rPr>
      </w:pPr>
    </w:p>
    <w:p w14:paraId="4C7913CF" w14:textId="7A6030D2" w:rsidR="00AE0F19" w:rsidRPr="00F406C8" w:rsidRDefault="007F20B4" w:rsidP="00CA4956">
      <w:pPr>
        <w:tabs>
          <w:tab w:val="left" w:pos="426"/>
        </w:tabs>
        <w:rPr>
          <w:rFonts w:ascii="Times New Roman" w:hAnsi="Times New Roman"/>
          <w:sz w:val="24"/>
          <w:lang w:eastAsia="et-EE"/>
        </w:rPr>
        <w:sectPr w:rsidR="00AE0F19" w:rsidRPr="00F406C8" w:rsidSect="00E276E8">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E</w:t>
      </w:r>
      <w:r w:rsidR="00AE0F19">
        <w:rPr>
          <w:rFonts w:ascii="Times New Roman" w:hAnsi="Times New Roman"/>
          <w:sz w:val="24"/>
          <w:lang w:eastAsia="et-EE"/>
        </w:rPr>
        <w:t>elnõu</w:t>
      </w:r>
      <w:r w:rsidR="007A5BC4">
        <w:rPr>
          <w:rFonts w:ascii="Times New Roman" w:hAnsi="Times New Roman"/>
          <w:sz w:val="24"/>
          <w:lang w:eastAsia="et-EE"/>
        </w:rPr>
        <w:t xml:space="preserve"> vastuvõtmiseks on vajalik Riigikogu poolthäälte enamus. </w:t>
      </w:r>
    </w:p>
    <w:p w14:paraId="5BF9C630" w14:textId="77777777" w:rsidR="00B12459" w:rsidRPr="00F406C8" w:rsidRDefault="00B12459" w:rsidP="008E199B">
      <w:pPr>
        <w:rPr>
          <w:rFonts w:ascii="Times New Roman" w:hAnsi="Times New Roman"/>
          <w:sz w:val="24"/>
        </w:rPr>
      </w:pPr>
    </w:p>
    <w:p w14:paraId="1834FF0C" w14:textId="77777777" w:rsidR="00002D9A"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Seaduse eesmärk</w:t>
      </w:r>
    </w:p>
    <w:p w14:paraId="7D9C8A33" w14:textId="77777777" w:rsidR="009137FB" w:rsidRPr="00F406C8" w:rsidRDefault="009137FB" w:rsidP="008E199B">
      <w:pPr>
        <w:pStyle w:val="Pealkiri1"/>
        <w:spacing w:before="0" w:beforeAutospacing="0" w:after="0" w:afterAutospacing="0" w:line="240" w:lineRule="auto"/>
        <w:rPr>
          <w:rFonts w:ascii="Times New Roman" w:hAnsi="Times New Roman"/>
          <w:b w:val="0"/>
          <w:sz w:val="24"/>
          <w:lang w:eastAsia="et-EE"/>
        </w:rPr>
        <w:sectPr w:rsidR="009137FB" w:rsidRPr="00F406C8" w:rsidSect="00E276E8">
          <w:type w:val="continuous"/>
          <w:pgSz w:w="11906" w:h="16838"/>
          <w:pgMar w:top="1418" w:right="680" w:bottom="1418" w:left="1701" w:header="680" w:footer="680" w:gutter="0"/>
          <w:cols w:space="708"/>
          <w:docGrid w:linePitch="360"/>
        </w:sectPr>
      </w:pPr>
    </w:p>
    <w:p w14:paraId="5525571C" w14:textId="77777777" w:rsidR="00A93A96" w:rsidRPr="00F406C8" w:rsidRDefault="00A93A96" w:rsidP="008E199B">
      <w:pPr>
        <w:rPr>
          <w:rFonts w:ascii="Times New Roman" w:hAnsi="Times New Roman"/>
          <w:b/>
          <w:sz w:val="24"/>
          <w:lang w:eastAsia="et-EE"/>
        </w:rPr>
      </w:pPr>
    </w:p>
    <w:p w14:paraId="218667B4" w14:textId="502228EA" w:rsidR="004817E0" w:rsidRPr="002D76E2" w:rsidRDefault="004817E0" w:rsidP="004817E0">
      <w:pPr>
        <w:rPr>
          <w:rFonts w:ascii="Times New Roman" w:hAnsi="Times New Roman"/>
          <w:sz w:val="24"/>
          <w:lang w:eastAsia="et-EE"/>
        </w:rPr>
      </w:pPr>
      <w:r w:rsidRPr="002D76E2">
        <w:rPr>
          <w:rFonts w:ascii="Times New Roman" w:hAnsi="Times New Roman"/>
          <w:sz w:val="24"/>
          <w:lang w:eastAsia="et-EE"/>
        </w:rPr>
        <w:t xml:space="preserve">Seaduseelnõu eesmärk on muuta ööpäevaringse erihooldusteenuse </w:t>
      </w:r>
      <w:r w:rsidR="00DD0E24">
        <w:rPr>
          <w:rFonts w:ascii="Times New Roman" w:hAnsi="Times New Roman"/>
          <w:sz w:val="24"/>
          <w:lang w:eastAsia="et-EE"/>
        </w:rPr>
        <w:t>osutamisel pakutava</w:t>
      </w:r>
      <w:r w:rsidRPr="002D76E2">
        <w:rPr>
          <w:rFonts w:ascii="Times New Roman" w:hAnsi="Times New Roman"/>
          <w:sz w:val="24"/>
          <w:lang w:eastAsia="et-EE"/>
        </w:rPr>
        <w:t xml:space="preserve"> </w:t>
      </w:r>
      <w:r w:rsidR="00D10C40">
        <w:rPr>
          <w:rFonts w:ascii="Times New Roman" w:hAnsi="Times New Roman"/>
          <w:bCs/>
          <w:sz w:val="24"/>
          <w:lang w:eastAsia="et-EE"/>
        </w:rPr>
        <w:t xml:space="preserve">iseseisva </w:t>
      </w:r>
      <w:r w:rsidRPr="002D76E2">
        <w:rPr>
          <w:rFonts w:ascii="Times New Roman" w:hAnsi="Times New Roman"/>
          <w:sz w:val="24"/>
          <w:lang w:eastAsia="et-EE"/>
        </w:rPr>
        <w:t xml:space="preserve">õendusabi korraldus paindlikumaks, võimaldades reguleerida teenuse mahtu </w:t>
      </w:r>
      <w:r w:rsidR="00E93A2D" w:rsidRPr="002D76E2">
        <w:rPr>
          <w:rFonts w:ascii="Times New Roman" w:hAnsi="Times New Roman"/>
          <w:sz w:val="24"/>
          <w:lang w:eastAsia="et-EE"/>
        </w:rPr>
        <w:t>ja sisu</w:t>
      </w:r>
      <w:r w:rsidRPr="002D76E2">
        <w:rPr>
          <w:rFonts w:ascii="Times New Roman" w:hAnsi="Times New Roman"/>
          <w:sz w:val="24"/>
          <w:lang w:eastAsia="et-EE"/>
        </w:rPr>
        <w:t xml:space="preserve"> vastavalt siht</w:t>
      </w:r>
      <w:r w:rsidR="00DD0E24">
        <w:rPr>
          <w:rFonts w:ascii="Times New Roman" w:hAnsi="Times New Roman"/>
          <w:sz w:val="24"/>
          <w:lang w:eastAsia="et-EE"/>
        </w:rPr>
        <w:t>rühma</w:t>
      </w:r>
      <w:r w:rsidRPr="002D76E2">
        <w:rPr>
          <w:rFonts w:ascii="Times New Roman" w:hAnsi="Times New Roman"/>
          <w:sz w:val="24"/>
          <w:lang w:eastAsia="et-EE"/>
        </w:rPr>
        <w:t xml:space="preserve"> vajadustele. </w:t>
      </w:r>
      <w:r w:rsidR="00E77F02" w:rsidRPr="002D76E2">
        <w:rPr>
          <w:rFonts w:ascii="Times New Roman" w:hAnsi="Times New Roman"/>
          <w:sz w:val="24"/>
          <w:lang w:eastAsia="et-EE"/>
        </w:rPr>
        <w:t xml:space="preserve">Edaspidi on </w:t>
      </w:r>
      <w:r w:rsidR="0067206A" w:rsidRPr="002D76E2">
        <w:rPr>
          <w:rFonts w:ascii="Times New Roman" w:hAnsi="Times New Roman"/>
          <w:sz w:val="24"/>
          <w:lang w:eastAsia="et-EE"/>
        </w:rPr>
        <w:t>võimalik osutatavat</w:t>
      </w:r>
      <w:r w:rsidR="006F2414">
        <w:rPr>
          <w:rFonts w:ascii="Times New Roman" w:hAnsi="Times New Roman"/>
          <w:sz w:val="24"/>
          <w:lang w:eastAsia="et-EE"/>
        </w:rPr>
        <w:t xml:space="preserve"> </w:t>
      </w:r>
      <w:r w:rsidR="0067206A" w:rsidRPr="002D76E2">
        <w:rPr>
          <w:rFonts w:ascii="Times New Roman" w:hAnsi="Times New Roman"/>
          <w:sz w:val="24"/>
          <w:lang w:eastAsia="et-EE"/>
        </w:rPr>
        <w:t>õendusteenust</w:t>
      </w:r>
      <w:r w:rsidRPr="002D76E2">
        <w:rPr>
          <w:rFonts w:ascii="Times New Roman" w:hAnsi="Times New Roman"/>
          <w:sz w:val="24"/>
          <w:lang w:eastAsia="et-EE"/>
        </w:rPr>
        <w:t xml:space="preserve"> kohandada</w:t>
      </w:r>
      <w:r w:rsidR="004E5E33">
        <w:rPr>
          <w:rFonts w:ascii="Times New Roman" w:hAnsi="Times New Roman"/>
          <w:bCs/>
          <w:sz w:val="24"/>
          <w:lang w:eastAsia="et-EE"/>
        </w:rPr>
        <w:t xml:space="preserve"> </w:t>
      </w:r>
      <w:r w:rsidR="00683793">
        <w:rPr>
          <w:rFonts w:ascii="Times New Roman" w:hAnsi="Times New Roman"/>
          <w:bCs/>
          <w:sz w:val="24"/>
          <w:lang w:eastAsia="et-EE"/>
        </w:rPr>
        <w:t xml:space="preserve">ning </w:t>
      </w:r>
      <w:r w:rsidRPr="002D76E2">
        <w:rPr>
          <w:rFonts w:ascii="Times New Roman" w:hAnsi="Times New Roman"/>
          <w:sz w:val="24"/>
          <w:lang w:eastAsia="et-EE"/>
        </w:rPr>
        <w:t>teenuse sisu ja mahtu</w:t>
      </w:r>
      <w:r w:rsidR="001E7F95">
        <w:rPr>
          <w:rFonts w:ascii="Times New Roman" w:hAnsi="Times New Roman"/>
          <w:sz w:val="24"/>
          <w:lang w:eastAsia="et-EE"/>
        </w:rPr>
        <w:t xml:space="preserve"> vastavalt vajadusele</w:t>
      </w:r>
      <w:r w:rsidR="00CB6E0D">
        <w:rPr>
          <w:rFonts w:ascii="Times New Roman" w:hAnsi="Times New Roman"/>
          <w:sz w:val="24"/>
          <w:lang w:eastAsia="et-EE"/>
        </w:rPr>
        <w:t xml:space="preserve"> </w:t>
      </w:r>
      <w:r w:rsidR="00CB6E0D" w:rsidRPr="002D76E2">
        <w:rPr>
          <w:rFonts w:ascii="Times New Roman" w:hAnsi="Times New Roman"/>
          <w:sz w:val="24"/>
          <w:lang w:eastAsia="et-EE"/>
        </w:rPr>
        <w:t>uuendada</w:t>
      </w:r>
      <w:r w:rsidRPr="002D76E2">
        <w:rPr>
          <w:rFonts w:ascii="Times New Roman" w:hAnsi="Times New Roman"/>
          <w:sz w:val="24"/>
          <w:lang w:eastAsia="et-EE"/>
        </w:rPr>
        <w:t>.</w:t>
      </w:r>
    </w:p>
    <w:p w14:paraId="3C451ED6" w14:textId="77777777" w:rsidR="004817E0" w:rsidRPr="00D73418" w:rsidRDefault="004817E0" w:rsidP="004817E0">
      <w:pPr>
        <w:rPr>
          <w:rFonts w:ascii="Times New Roman" w:hAnsi="Times New Roman"/>
          <w:bCs/>
          <w:sz w:val="24"/>
          <w:lang w:eastAsia="et-EE"/>
        </w:rPr>
      </w:pPr>
    </w:p>
    <w:p w14:paraId="050EBD15" w14:textId="3261471C" w:rsidR="00815D36" w:rsidRDefault="004817E0" w:rsidP="008E199B">
      <w:pPr>
        <w:rPr>
          <w:rFonts w:ascii="Times New Roman" w:hAnsi="Times New Roman"/>
          <w:bCs/>
          <w:sz w:val="24"/>
          <w:lang w:eastAsia="et-EE"/>
        </w:rPr>
      </w:pPr>
      <w:r w:rsidRPr="00D73418">
        <w:rPr>
          <w:rFonts w:ascii="Times New Roman" w:hAnsi="Times New Roman"/>
          <w:bCs/>
          <w:sz w:val="24"/>
          <w:lang w:eastAsia="et-EE"/>
        </w:rPr>
        <w:t>Lisaks paindlikkusele on eelnõu eesmärk luua ühtne arusaam ja raamistik teenuse sisust, tagades seeläbi ööpäevaringse erihooldusteenuse</w:t>
      </w:r>
      <w:r w:rsidR="00DD0E24">
        <w:rPr>
          <w:rFonts w:ascii="Times New Roman" w:hAnsi="Times New Roman"/>
          <w:bCs/>
          <w:sz w:val="24"/>
          <w:lang w:eastAsia="et-EE"/>
        </w:rPr>
        <w:t xml:space="preserve"> osutamise</w:t>
      </w:r>
      <w:r w:rsidR="00CD4BDA" w:rsidRPr="00D73418">
        <w:rPr>
          <w:rFonts w:ascii="Times New Roman" w:hAnsi="Times New Roman"/>
          <w:bCs/>
          <w:sz w:val="24"/>
          <w:lang w:eastAsia="et-EE"/>
        </w:rPr>
        <w:t>l</w:t>
      </w:r>
      <w:r w:rsidRPr="00D73418">
        <w:rPr>
          <w:rFonts w:ascii="Times New Roman" w:hAnsi="Times New Roman"/>
          <w:bCs/>
          <w:sz w:val="24"/>
          <w:lang w:eastAsia="et-EE"/>
        </w:rPr>
        <w:t xml:space="preserve"> pakutava iseseisva õendusabi</w:t>
      </w:r>
      <w:r w:rsidR="00826D64" w:rsidRPr="00D73418">
        <w:rPr>
          <w:rFonts w:ascii="Times New Roman" w:hAnsi="Times New Roman"/>
          <w:bCs/>
          <w:sz w:val="24"/>
          <w:lang w:eastAsia="et-EE"/>
        </w:rPr>
        <w:t xml:space="preserve"> </w:t>
      </w:r>
      <w:r w:rsidR="0041023C" w:rsidRPr="00D73418">
        <w:rPr>
          <w:rFonts w:ascii="Times New Roman" w:hAnsi="Times New Roman"/>
          <w:color w:val="000000"/>
          <w:sz w:val="24"/>
        </w:rPr>
        <w:t>kvalitee</w:t>
      </w:r>
      <w:r w:rsidR="00537BC6" w:rsidRPr="00D73418">
        <w:rPr>
          <w:rFonts w:ascii="Times New Roman" w:hAnsi="Times New Roman"/>
          <w:color w:val="000000"/>
          <w:sz w:val="24"/>
        </w:rPr>
        <w:t>di</w:t>
      </w:r>
      <w:r w:rsidR="0041023C" w:rsidRPr="00D73418">
        <w:rPr>
          <w:rFonts w:ascii="Times New Roman" w:hAnsi="Times New Roman"/>
          <w:color w:val="000000"/>
          <w:sz w:val="24"/>
        </w:rPr>
        <w:t xml:space="preserve"> </w:t>
      </w:r>
      <w:r w:rsidR="00DD0E24">
        <w:rPr>
          <w:rFonts w:ascii="Times New Roman" w:hAnsi="Times New Roman"/>
          <w:color w:val="000000"/>
          <w:sz w:val="24"/>
        </w:rPr>
        <w:t>ja</w:t>
      </w:r>
      <w:r w:rsidR="00537BC6" w:rsidRPr="00D73418">
        <w:rPr>
          <w:rFonts w:ascii="Times New Roman" w:hAnsi="Times New Roman"/>
          <w:color w:val="000000"/>
          <w:sz w:val="24"/>
        </w:rPr>
        <w:t xml:space="preserve"> parema</w:t>
      </w:r>
      <w:r w:rsidR="0041023C" w:rsidRPr="00D73418">
        <w:rPr>
          <w:rFonts w:ascii="Times New Roman" w:hAnsi="Times New Roman"/>
          <w:color w:val="000000"/>
          <w:sz w:val="24"/>
        </w:rPr>
        <w:t xml:space="preserve"> seotus</w:t>
      </w:r>
      <w:r w:rsidR="00537BC6" w:rsidRPr="00D73418">
        <w:rPr>
          <w:rFonts w:ascii="Times New Roman" w:hAnsi="Times New Roman"/>
          <w:color w:val="000000"/>
          <w:sz w:val="24"/>
        </w:rPr>
        <w:t>e</w:t>
      </w:r>
      <w:r w:rsidR="0041023C" w:rsidRPr="00D73418">
        <w:rPr>
          <w:rFonts w:ascii="Times New Roman" w:hAnsi="Times New Roman"/>
          <w:color w:val="000000"/>
          <w:sz w:val="24"/>
        </w:rPr>
        <w:t xml:space="preserve"> tervishoiuteenuste </w:t>
      </w:r>
      <w:r w:rsidR="009A3517" w:rsidRPr="00D73418">
        <w:rPr>
          <w:rFonts w:ascii="Times New Roman" w:hAnsi="Times New Roman"/>
          <w:color w:val="000000"/>
          <w:sz w:val="24"/>
        </w:rPr>
        <w:t xml:space="preserve">üldise </w:t>
      </w:r>
      <w:r w:rsidR="0041023C" w:rsidRPr="00D73418">
        <w:rPr>
          <w:rFonts w:ascii="Times New Roman" w:hAnsi="Times New Roman"/>
          <w:color w:val="000000"/>
          <w:sz w:val="24"/>
        </w:rPr>
        <w:t>korraldamisega</w:t>
      </w:r>
      <w:r w:rsidRPr="00D73418">
        <w:rPr>
          <w:rFonts w:ascii="Times New Roman" w:hAnsi="Times New Roman"/>
          <w:bCs/>
          <w:sz w:val="24"/>
          <w:lang w:eastAsia="et-EE"/>
        </w:rPr>
        <w:t xml:space="preserve">. Selle saavutamiseks </w:t>
      </w:r>
      <w:r w:rsidR="00B022B5" w:rsidRPr="00D73418">
        <w:rPr>
          <w:rFonts w:ascii="Times New Roman" w:hAnsi="Times New Roman"/>
          <w:bCs/>
          <w:sz w:val="24"/>
          <w:lang w:eastAsia="et-EE"/>
        </w:rPr>
        <w:t>viiakse</w:t>
      </w:r>
      <w:r w:rsidRPr="00D73418">
        <w:rPr>
          <w:rFonts w:ascii="Times New Roman" w:hAnsi="Times New Roman"/>
          <w:bCs/>
          <w:sz w:val="24"/>
          <w:lang w:eastAsia="et-EE"/>
        </w:rPr>
        <w:t xml:space="preserve"> teenuse korraldami</w:t>
      </w:r>
      <w:r w:rsidR="00B022B5" w:rsidRPr="00D73418">
        <w:rPr>
          <w:rFonts w:ascii="Times New Roman" w:hAnsi="Times New Roman"/>
          <w:bCs/>
          <w:sz w:val="24"/>
          <w:lang w:eastAsia="et-EE"/>
        </w:rPr>
        <w:t>n</w:t>
      </w:r>
      <w:r w:rsidRPr="00D73418">
        <w:rPr>
          <w:rFonts w:ascii="Times New Roman" w:hAnsi="Times New Roman"/>
          <w:bCs/>
          <w:sz w:val="24"/>
          <w:lang w:eastAsia="et-EE"/>
        </w:rPr>
        <w:t>e ja rahastami</w:t>
      </w:r>
      <w:r w:rsidR="00B022B5" w:rsidRPr="00D73418">
        <w:rPr>
          <w:rFonts w:ascii="Times New Roman" w:hAnsi="Times New Roman"/>
          <w:bCs/>
          <w:sz w:val="24"/>
          <w:lang w:eastAsia="et-EE"/>
        </w:rPr>
        <w:t>n</w:t>
      </w:r>
      <w:r w:rsidRPr="00D73418">
        <w:rPr>
          <w:rFonts w:ascii="Times New Roman" w:hAnsi="Times New Roman"/>
          <w:bCs/>
          <w:sz w:val="24"/>
          <w:lang w:eastAsia="et-EE"/>
        </w:rPr>
        <w:t>e</w:t>
      </w:r>
      <w:r w:rsidR="00B022B5" w:rsidRPr="00D73418">
        <w:rPr>
          <w:rFonts w:ascii="Times New Roman" w:hAnsi="Times New Roman"/>
          <w:bCs/>
          <w:sz w:val="24"/>
          <w:lang w:eastAsia="et-EE"/>
        </w:rPr>
        <w:t xml:space="preserve"> Ter</w:t>
      </w:r>
      <w:r w:rsidR="0006240D">
        <w:rPr>
          <w:rFonts w:ascii="Times New Roman" w:hAnsi="Times New Roman"/>
          <w:bCs/>
          <w:sz w:val="24"/>
          <w:lang w:eastAsia="et-EE"/>
        </w:rPr>
        <w:t>K-i.</w:t>
      </w:r>
      <w:r w:rsidR="009A3517">
        <w:rPr>
          <w:rFonts w:ascii="Times New Roman" w:hAnsi="Times New Roman"/>
          <w:bCs/>
          <w:sz w:val="24"/>
          <w:lang w:eastAsia="et-EE"/>
        </w:rPr>
        <w:t xml:space="preserve"> Ö</w:t>
      </w:r>
      <w:r w:rsidR="00780DEE" w:rsidRPr="00D73418">
        <w:rPr>
          <w:rFonts w:ascii="Times New Roman" w:hAnsi="Times New Roman"/>
          <w:bCs/>
          <w:sz w:val="24"/>
          <w:lang w:eastAsia="et-EE"/>
        </w:rPr>
        <w:t>öpäevaringse erihool</w:t>
      </w:r>
      <w:r w:rsidR="00505E75">
        <w:rPr>
          <w:rFonts w:ascii="Times New Roman" w:hAnsi="Times New Roman"/>
          <w:bCs/>
          <w:sz w:val="24"/>
          <w:lang w:eastAsia="et-EE"/>
        </w:rPr>
        <w:t>dusteenuse</w:t>
      </w:r>
      <w:r w:rsidR="0006240D">
        <w:rPr>
          <w:rFonts w:ascii="Times New Roman" w:hAnsi="Times New Roman"/>
          <w:bCs/>
          <w:sz w:val="24"/>
          <w:lang w:eastAsia="et-EE"/>
        </w:rPr>
        <w:t xml:space="preserve"> osutamise</w:t>
      </w:r>
      <w:r w:rsidR="00780DEE" w:rsidRPr="00D73418">
        <w:rPr>
          <w:rFonts w:ascii="Times New Roman" w:hAnsi="Times New Roman"/>
          <w:bCs/>
          <w:sz w:val="24"/>
          <w:lang w:eastAsia="et-EE"/>
        </w:rPr>
        <w:t xml:space="preserve">l </w:t>
      </w:r>
      <w:r w:rsidR="009A3517">
        <w:rPr>
          <w:rFonts w:ascii="Times New Roman" w:hAnsi="Times New Roman"/>
          <w:bCs/>
          <w:sz w:val="24"/>
          <w:lang w:eastAsia="et-EE"/>
        </w:rPr>
        <w:t xml:space="preserve">pakutav iseseisev õendusabi </w:t>
      </w:r>
      <w:r w:rsidR="00780DEE" w:rsidRPr="00D73418">
        <w:rPr>
          <w:rFonts w:ascii="Times New Roman" w:hAnsi="Times New Roman"/>
          <w:bCs/>
          <w:sz w:val="24"/>
          <w:lang w:eastAsia="et-EE"/>
        </w:rPr>
        <w:t>lisatakse Ter</w:t>
      </w:r>
      <w:r w:rsidR="0006240D">
        <w:rPr>
          <w:rFonts w:ascii="Times New Roman" w:hAnsi="Times New Roman"/>
          <w:bCs/>
          <w:sz w:val="24"/>
          <w:lang w:eastAsia="et-EE"/>
        </w:rPr>
        <w:t>K-i</w:t>
      </w:r>
      <w:r w:rsidRPr="00D73418">
        <w:rPr>
          <w:rFonts w:ascii="Times New Roman" w:hAnsi="Times New Roman"/>
          <w:bCs/>
          <w:sz w:val="24"/>
          <w:lang w:eastAsia="et-EE"/>
        </w:rPr>
        <w:t xml:space="preserve"> tervishoiuteenuste loetellu</w:t>
      </w:r>
      <w:r w:rsidR="00C6620B">
        <w:rPr>
          <w:rFonts w:ascii="Times New Roman" w:hAnsi="Times New Roman"/>
          <w:bCs/>
          <w:sz w:val="24"/>
          <w:lang w:eastAsia="et-EE"/>
        </w:rPr>
        <w:t>.</w:t>
      </w:r>
    </w:p>
    <w:p w14:paraId="61C014E3" w14:textId="77777777" w:rsidR="004817E0" w:rsidRPr="00D73418" w:rsidRDefault="004817E0" w:rsidP="008E199B">
      <w:pPr>
        <w:rPr>
          <w:rFonts w:ascii="Times New Roman" w:hAnsi="Times New Roman"/>
          <w:bCs/>
          <w:sz w:val="24"/>
          <w:lang w:eastAsia="et-EE"/>
        </w:rPr>
      </w:pPr>
    </w:p>
    <w:p w14:paraId="115309D2" w14:textId="5BDB26AD" w:rsidR="00182270" w:rsidRDefault="00C46D3F" w:rsidP="00182270">
      <w:pPr>
        <w:rPr>
          <w:rFonts w:ascii="Times New Roman" w:hAnsi="Times New Roman"/>
          <w:sz w:val="24"/>
        </w:rPr>
      </w:pPr>
      <w:r w:rsidRPr="006F7FE6">
        <w:rPr>
          <w:rFonts w:ascii="Times New Roman" w:hAnsi="Times New Roman"/>
          <w:sz w:val="24"/>
        </w:rPr>
        <w:t xml:space="preserve">Eelnõu väljatöötamisele eelnes </w:t>
      </w:r>
      <w:r w:rsidR="000275EF" w:rsidRPr="00D73418">
        <w:rPr>
          <w:rFonts w:ascii="Times New Roman" w:hAnsi="Times New Roman"/>
          <w:sz w:val="24"/>
        </w:rPr>
        <w:t>sotsiaalhoolekande seaduse</w:t>
      </w:r>
      <w:r w:rsidRPr="00D73418">
        <w:rPr>
          <w:rFonts w:ascii="Times New Roman" w:hAnsi="Times New Roman"/>
          <w:sz w:val="24"/>
        </w:rPr>
        <w:t xml:space="preserve"> </w:t>
      </w:r>
      <w:r w:rsidRPr="006F7FE6">
        <w:rPr>
          <w:rFonts w:ascii="Times New Roman" w:hAnsi="Times New Roman"/>
          <w:sz w:val="24"/>
        </w:rPr>
        <w:t xml:space="preserve">muutmise seaduse </w:t>
      </w:r>
      <w:r w:rsidR="002A1551">
        <w:rPr>
          <w:rFonts w:ascii="Times New Roman" w:hAnsi="Times New Roman"/>
          <w:sz w:val="24"/>
        </w:rPr>
        <w:t xml:space="preserve">eelnõu </w:t>
      </w:r>
      <w:r w:rsidRPr="00D73418">
        <w:rPr>
          <w:rFonts w:ascii="Times New Roman" w:hAnsi="Times New Roman"/>
          <w:sz w:val="24"/>
        </w:rPr>
        <w:t>väljatöötamis</w:t>
      </w:r>
      <w:r w:rsidR="0006240D">
        <w:rPr>
          <w:rFonts w:ascii="Times New Roman" w:hAnsi="Times New Roman"/>
          <w:sz w:val="24"/>
        </w:rPr>
        <w:t xml:space="preserve">e </w:t>
      </w:r>
      <w:r w:rsidRPr="00D73418">
        <w:rPr>
          <w:rFonts w:ascii="Times New Roman" w:hAnsi="Times New Roman"/>
          <w:sz w:val="24"/>
        </w:rPr>
        <w:t>kavatsus</w:t>
      </w:r>
      <w:r w:rsidR="009A3517">
        <w:rPr>
          <w:rFonts w:ascii="Times New Roman" w:hAnsi="Times New Roman"/>
          <w:sz w:val="24"/>
        </w:rPr>
        <w:t>e koostamine</w:t>
      </w:r>
      <w:r w:rsidRPr="006F7FE6">
        <w:rPr>
          <w:rFonts w:ascii="Times New Roman" w:hAnsi="Times New Roman"/>
          <w:sz w:val="24"/>
        </w:rPr>
        <w:t xml:space="preserve"> (erihoolekandeteenuste korralduse ja rahastuse ajakohastamine)</w:t>
      </w:r>
      <w:r w:rsidRPr="006F7FE6">
        <w:rPr>
          <w:rStyle w:val="Allmrkuseviide"/>
          <w:rFonts w:ascii="Times New Roman" w:hAnsi="Times New Roman"/>
          <w:sz w:val="24"/>
        </w:rPr>
        <w:footnoteReference w:id="2"/>
      </w:r>
      <w:r w:rsidRPr="006F7FE6">
        <w:rPr>
          <w:rFonts w:ascii="Times New Roman" w:hAnsi="Times New Roman"/>
          <w:sz w:val="24"/>
        </w:rPr>
        <w:t>, mis esitati 27. juunil 2022. a kooskõlastamiseks ja arvamuse avaldamiseks</w:t>
      </w:r>
      <w:r w:rsidRPr="00DD0E24">
        <w:rPr>
          <w:rFonts w:ascii="Times New Roman" w:hAnsi="Times New Roman"/>
          <w:sz w:val="24"/>
        </w:rPr>
        <w:t>.</w:t>
      </w:r>
      <w:r w:rsidR="00D81257" w:rsidRPr="00DC166E">
        <w:rPr>
          <w:rFonts w:ascii="Times New Roman" w:hAnsi="Times New Roman"/>
          <w:sz w:val="24"/>
        </w:rPr>
        <w:t xml:space="preserve"> </w:t>
      </w:r>
      <w:r w:rsidR="0013577A" w:rsidRPr="00DC166E">
        <w:rPr>
          <w:rFonts w:ascii="Times New Roman" w:hAnsi="Times New Roman"/>
          <w:sz w:val="24"/>
        </w:rPr>
        <w:t xml:space="preserve">Ööpäevaringse </w:t>
      </w:r>
      <w:r w:rsidR="0013577A" w:rsidRPr="00DD0E24">
        <w:rPr>
          <w:rFonts w:ascii="Times New Roman" w:hAnsi="Times New Roman"/>
          <w:sz w:val="24"/>
        </w:rPr>
        <w:t>e</w:t>
      </w:r>
      <w:r w:rsidR="002E369A" w:rsidRPr="00DD0E24">
        <w:rPr>
          <w:rFonts w:ascii="Times New Roman" w:hAnsi="Times New Roman"/>
          <w:sz w:val="24"/>
        </w:rPr>
        <w:t>rihool</w:t>
      </w:r>
      <w:r w:rsidR="0013577A" w:rsidRPr="00DD0E24">
        <w:rPr>
          <w:rFonts w:ascii="Times New Roman" w:hAnsi="Times New Roman"/>
          <w:sz w:val="24"/>
        </w:rPr>
        <w:t>dus</w:t>
      </w:r>
      <w:r w:rsidR="002E369A" w:rsidRPr="00DD0E24">
        <w:rPr>
          <w:rFonts w:ascii="Times New Roman" w:hAnsi="Times New Roman"/>
          <w:sz w:val="24"/>
        </w:rPr>
        <w:t>teenuse</w:t>
      </w:r>
      <w:r w:rsidR="002A1551">
        <w:rPr>
          <w:rFonts w:ascii="Times New Roman" w:hAnsi="Times New Roman"/>
          <w:sz w:val="24"/>
        </w:rPr>
        <w:t xml:space="preserve"> osutamisel pakutava</w:t>
      </w:r>
      <w:r w:rsidR="002E369A" w:rsidRPr="00F76436">
        <w:rPr>
          <w:rFonts w:ascii="Times New Roman" w:hAnsi="Times New Roman"/>
          <w:sz w:val="24"/>
        </w:rPr>
        <w:t xml:space="preserve"> õendusabi</w:t>
      </w:r>
      <w:r w:rsidR="00D81257" w:rsidRPr="00F76436">
        <w:rPr>
          <w:rFonts w:ascii="Times New Roman" w:hAnsi="Times New Roman"/>
          <w:sz w:val="24"/>
        </w:rPr>
        <w:t xml:space="preserve"> </w:t>
      </w:r>
      <w:r w:rsidR="00A11A0C" w:rsidRPr="00D73418">
        <w:rPr>
          <w:rFonts w:ascii="Times New Roman" w:hAnsi="Times New Roman"/>
          <w:sz w:val="24"/>
        </w:rPr>
        <w:t>korralduse muudatus</w:t>
      </w:r>
      <w:r w:rsidR="00D81257" w:rsidRPr="00F76436">
        <w:rPr>
          <w:rFonts w:ascii="Times New Roman" w:hAnsi="Times New Roman"/>
          <w:sz w:val="24"/>
        </w:rPr>
        <w:t xml:space="preserve"> oli üks </w:t>
      </w:r>
      <w:r w:rsidR="00AC2EAB" w:rsidRPr="00F76436">
        <w:rPr>
          <w:rFonts w:ascii="Times New Roman" w:hAnsi="Times New Roman"/>
          <w:sz w:val="24"/>
        </w:rPr>
        <w:t xml:space="preserve">viidatud </w:t>
      </w:r>
      <w:r w:rsidR="006B045D" w:rsidRPr="00D73418">
        <w:rPr>
          <w:rFonts w:ascii="Times New Roman" w:hAnsi="Times New Roman"/>
          <w:sz w:val="24"/>
        </w:rPr>
        <w:t>väljatöötamiskava</w:t>
      </w:r>
      <w:r w:rsidR="006469B5" w:rsidRPr="00D73418">
        <w:rPr>
          <w:rFonts w:ascii="Times New Roman" w:hAnsi="Times New Roman"/>
          <w:sz w:val="24"/>
        </w:rPr>
        <w:t>tsuse</w:t>
      </w:r>
      <w:r w:rsidR="00AC2EAB" w:rsidRPr="00D73418">
        <w:rPr>
          <w:rFonts w:ascii="Times New Roman" w:hAnsi="Times New Roman"/>
          <w:sz w:val="24"/>
        </w:rPr>
        <w:t>s</w:t>
      </w:r>
      <w:r w:rsidR="00AC2EAB" w:rsidRPr="00F76436">
        <w:rPr>
          <w:rFonts w:ascii="Times New Roman" w:hAnsi="Times New Roman"/>
          <w:sz w:val="24"/>
        </w:rPr>
        <w:t xml:space="preserve"> käsitletud teemadest.</w:t>
      </w:r>
      <w:r w:rsidR="00182270" w:rsidRPr="00F76436">
        <w:rPr>
          <w:rFonts w:ascii="Times New Roman" w:hAnsi="Times New Roman"/>
          <w:sz w:val="24"/>
        </w:rPr>
        <w:t xml:space="preserve"> </w:t>
      </w:r>
      <w:r w:rsidR="00182270" w:rsidRPr="006F7FE6">
        <w:rPr>
          <w:rFonts w:ascii="Times New Roman" w:hAnsi="Times New Roman"/>
          <w:sz w:val="24"/>
        </w:rPr>
        <w:t>Väljatöötamiskavatsuse</w:t>
      </w:r>
      <w:r w:rsidR="00182270">
        <w:rPr>
          <w:rFonts w:ascii="Times New Roman" w:hAnsi="Times New Roman"/>
          <w:sz w:val="24"/>
        </w:rPr>
        <w:t xml:space="preserve"> </w:t>
      </w:r>
      <w:r w:rsidR="0093441C" w:rsidRPr="00D73418">
        <w:rPr>
          <w:rFonts w:ascii="Times New Roman" w:hAnsi="Times New Roman"/>
          <w:sz w:val="24"/>
        </w:rPr>
        <w:t xml:space="preserve">kooskõlastamisel selle teema kohta märkusi ei esitatud. Eelnõu vastab </w:t>
      </w:r>
      <w:r w:rsidR="00DD0E24" w:rsidRPr="00D73418">
        <w:rPr>
          <w:rFonts w:ascii="Times New Roman" w:hAnsi="Times New Roman"/>
          <w:sz w:val="24"/>
        </w:rPr>
        <w:t>väljatöötamiskavatsuses</w:t>
      </w:r>
      <w:r w:rsidR="00DD0E24" w:rsidRPr="00F76436">
        <w:rPr>
          <w:rFonts w:ascii="Times New Roman" w:hAnsi="Times New Roman"/>
          <w:sz w:val="24"/>
        </w:rPr>
        <w:t xml:space="preserve"> </w:t>
      </w:r>
      <w:r w:rsidR="00BB20D1">
        <w:rPr>
          <w:rFonts w:ascii="Times New Roman" w:hAnsi="Times New Roman"/>
          <w:sz w:val="24"/>
        </w:rPr>
        <w:t>kirjeldatule.</w:t>
      </w:r>
    </w:p>
    <w:p w14:paraId="081690E0" w14:textId="77777777" w:rsidR="00562297" w:rsidRDefault="00562297" w:rsidP="00182270">
      <w:pPr>
        <w:rPr>
          <w:rFonts w:ascii="Times New Roman" w:hAnsi="Times New Roman"/>
          <w:sz w:val="24"/>
        </w:rPr>
      </w:pPr>
    </w:p>
    <w:p w14:paraId="697DDF79" w14:textId="12E60712" w:rsidR="001339A9"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 xml:space="preserve">Eelnõu sisu ja võrdlev </w:t>
      </w:r>
      <w:r w:rsidRPr="00D73418">
        <w:rPr>
          <w:rFonts w:ascii="Times New Roman" w:hAnsi="Times New Roman"/>
          <w:b/>
          <w:sz w:val="24"/>
        </w:rPr>
        <w:t>analüüs</w:t>
      </w:r>
    </w:p>
    <w:p w14:paraId="1CF325D6" w14:textId="77777777" w:rsidR="0097276E" w:rsidRPr="00F406C8" w:rsidRDefault="0097276E" w:rsidP="008E199B">
      <w:pPr>
        <w:rPr>
          <w:rFonts w:ascii="Times New Roman" w:hAnsi="Times New Roman"/>
          <w:sz w:val="24"/>
        </w:rPr>
      </w:pPr>
    </w:p>
    <w:p w14:paraId="066ECF3B" w14:textId="77777777" w:rsidR="00AD5645" w:rsidRPr="00F406C8" w:rsidRDefault="00AD5645" w:rsidP="008E199B">
      <w:pPr>
        <w:rPr>
          <w:rFonts w:ascii="Times New Roman" w:hAnsi="Times New Roman"/>
          <w:sz w:val="24"/>
        </w:rPr>
        <w:sectPr w:rsidR="00AD5645" w:rsidRPr="00F406C8" w:rsidSect="00E276E8">
          <w:type w:val="continuous"/>
          <w:pgSz w:w="11906" w:h="16838"/>
          <w:pgMar w:top="1418" w:right="680" w:bottom="1418" w:left="1701" w:header="680" w:footer="680" w:gutter="0"/>
          <w:cols w:space="708"/>
          <w:formProt w:val="0"/>
          <w:docGrid w:linePitch="360"/>
        </w:sectPr>
      </w:pPr>
    </w:p>
    <w:p w14:paraId="4AEB1717" w14:textId="7BEB809B" w:rsidR="00AD5645" w:rsidRPr="00F406C8" w:rsidRDefault="00AD5645" w:rsidP="008E199B">
      <w:pPr>
        <w:rPr>
          <w:rFonts w:ascii="Times New Roman" w:hAnsi="Times New Roman"/>
          <w:sz w:val="24"/>
        </w:rPr>
      </w:pPr>
      <w:r w:rsidRPr="00F406C8">
        <w:rPr>
          <w:rFonts w:ascii="Times New Roman" w:hAnsi="Times New Roman"/>
          <w:sz w:val="24"/>
        </w:rPr>
        <w:t>Eelnõu koosneb</w:t>
      </w:r>
      <w:r w:rsidR="00A04C02" w:rsidRPr="00F406C8">
        <w:rPr>
          <w:rFonts w:ascii="Times New Roman" w:hAnsi="Times New Roman"/>
          <w:sz w:val="24"/>
        </w:rPr>
        <w:t xml:space="preserve"> kolmest</w:t>
      </w:r>
      <w:r w:rsidRPr="00F406C8">
        <w:rPr>
          <w:rFonts w:ascii="Times New Roman" w:hAnsi="Times New Roman"/>
          <w:sz w:val="24"/>
        </w:rPr>
        <w:t xml:space="preserve"> paragrahvist</w:t>
      </w:r>
      <w:r w:rsidR="007B29EE">
        <w:rPr>
          <w:rFonts w:ascii="Times New Roman" w:hAnsi="Times New Roman"/>
          <w:sz w:val="24"/>
        </w:rPr>
        <w:t xml:space="preserve">. </w:t>
      </w:r>
    </w:p>
    <w:p w14:paraId="65D54679" w14:textId="77777777" w:rsidR="00AD5645" w:rsidRPr="00F406C8" w:rsidRDefault="00AD5645" w:rsidP="008E199B">
      <w:pPr>
        <w:rPr>
          <w:rFonts w:ascii="Times New Roman" w:hAnsi="Times New Roman"/>
          <w:sz w:val="24"/>
        </w:rPr>
      </w:pPr>
    </w:p>
    <w:p w14:paraId="3B00E9F7" w14:textId="03C0303E" w:rsidR="00A04C02" w:rsidRPr="00F406C8" w:rsidRDefault="00AD5645" w:rsidP="008E199B">
      <w:pPr>
        <w:rPr>
          <w:rFonts w:ascii="Times New Roman" w:hAnsi="Times New Roman"/>
          <w:b/>
          <w:bCs/>
          <w:sz w:val="24"/>
        </w:rPr>
      </w:pPr>
      <w:r w:rsidRPr="00F406C8">
        <w:rPr>
          <w:rFonts w:ascii="Times New Roman" w:hAnsi="Times New Roman"/>
          <w:b/>
          <w:bCs/>
          <w:sz w:val="24"/>
        </w:rPr>
        <w:t xml:space="preserve">Paragrahviga 1 muudetakse sotsiaalhoolekande seadust </w:t>
      </w:r>
      <w:r w:rsidRPr="00F406C8">
        <w:rPr>
          <w:rFonts w:ascii="Times New Roman" w:hAnsi="Times New Roman"/>
          <w:sz w:val="24"/>
        </w:rPr>
        <w:t>(SHS).</w:t>
      </w:r>
    </w:p>
    <w:p w14:paraId="6B61FC25" w14:textId="77777777" w:rsidR="00AD5645" w:rsidRPr="00F406C8" w:rsidRDefault="00AD5645" w:rsidP="008E199B">
      <w:pPr>
        <w:rPr>
          <w:rFonts w:ascii="Times New Roman" w:hAnsi="Times New Roman"/>
          <w:sz w:val="24"/>
        </w:rPr>
      </w:pPr>
    </w:p>
    <w:p w14:paraId="3D1CF953" w14:textId="17A6E3A1" w:rsidR="00DB777A" w:rsidRPr="005A4B48" w:rsidRDefault="00AD5645" w:rsidP="008E199B">
      <w:pPr>
        <w:rPr>
          <w:rFonts w:ascii="Times New Roman" w:hAnsi="Times New Roman"/>
          <w:sz w:val="24"/>
        </w:rPr>
      </w:pPr>
      <w:r w:rsidRPr="005A4B48">
        <w:rPr>
          <w:rFonts w:ascii="Times New Roman" w:hAnsi="Times New Roman"/>
          <w:b/>
          <w:bCs/>
          <w:sz w:val="24"/>
        </w:rPr>
        <w:t xml:space="preserve">Punktiga 1 </w:t>
      </w:r>
      <w:r w:rsidRPr="005A4B48">
        <w:rPr>
          <w:rFonts w:ascii="Times New Roman" w:hAnsi="Times New Roman"/>
          <w:sz w:val="24"/>
        </w:rPr>
        <w:t>muudetakse</w:t>
      </w:r>
      <w:r w:rsidR="00A04C02" w:rsidRPr="005A4B48">
        <w:rPr>
          <w:rFonts w:ascii="Times New Roman" w:hAnsi="Times New Roman"/>
          <w:sz w:val="24"/>
        </w:rPr>
        <w:t xml:space="preserve"> SHS § 102 </w:t>
      </w:r>
      <w:r w:rsidR="00A04C02" w:rsidRPr="00D73418">
        <w:rPr>
          <w:rFonts w:ascii="Times New Roman" w:hAnsi="Times New Roman"/>
          <w:sz w:val="24"/>
        </w:rPr>
        <w:t>lõi</w:t>
      </w:r>
      <w:r w:rsidR="000B0DDF" w:rsidRPr="00D73418">
        <w:rPr>
          <w:rFonts w:ascii="Times New Roman" w:hAnsi="Times New Roman"/>
          <w:sz w:val="24"/>
        </w:rPr>
        <w:t>k</w:t>
      </w:r>
      <w:r w:rsidR="00A04C02" w:rsidRPr="00D73418">
        <w:rPr>
          <w:rFonts w:ascii="Times New Roman" w:hAnsi="Times New Roman"/>
          <w:sz w:val="24"/>
        </w:rPr>
        <w:t>e</w:t>
      </w:r>
      <w:r w:rsidR="00A04C02" w:rsidRPr="005A4B48">
        <w:rPr>
          <w:rFonts w:ascii="Times New Roman" w:hAnsi="Times New Roman"/>
          <w:sz w:val="24"/>
        </w:rPr>
        <w:t xml:space="preserve"> 4 </w:t>
      </w:r>
      <w:r w:rsidR="002954AD" w:rsidRPr="005A4B48">
        <w:rPr>
          <w:rFonts w:ascii="Times New Roman" w:hAnsi="Times New Roman"/>
          <w:sz w:val="24"/>
        </w:rPr>
        <w:t>sõnastust</w:t>
      </w:r>
      <w:r w:rsidR="0079048E">
        <w:rPr>
          <w:rFonts w:ascii="Times New Roman" w:hAnsi="Times New Roman"/>
          <w:sz w:val="24"/>
        </w:rPr>
        <w:t xml:space="preserve"> ja </w:t>
      </w:r>
      <w:r w:rsidR="00432D4A">
        <w:rPr>
          <w:rFonts w:ascii="Times New Roman" w:hAnsi="Times New Roman"/>
          <w:sz w:val="24"/>
        </w:rPr>
        <w:t xml:space="preserve">sätestatakse, et </w:t>
      </w:r>
      <w:r w:rsidR="00B44031">
        <w:rPr>
          <w:rFonts w:ascii="Times New Roman" w:hAnsi="Times New Roman"/>
          <w:sz w:val="24"/>
        </w:rPr>
        <w:t>ö</w:t>
      </w:r>
      <w:r w:rsidR="00B44031" w:rsidRPr="00B44031">
        <w:rPr>
          <w:rFonts w:ascii="Times New Roman" w:hAnsi="Times New Roman"/>
          <w:sz w:val="24"/>
        </w:rPr>
        <w:t xml:space="preserve">öpäevaringse erihooldusteenuse osutaja tagab </w:t>
      </w:r>
      <w:r w:rsidR="009A3517">
        <w:rPr>
          <w:rFonts w:ascii="Times New Roman" w:hAnsi="Times New Roman"/>
          <w:sz w:val="24"/>
        </w:rPr>
        <w:t>tema juures</w:t>
      </w:r>
      <w:r w:rsidR="0081313F" w:rsidRPr="00D73418">
        <w:rPr>
          <w:rFonts w:ascii="Times New Roman" w:hAnsi="Times New Roman"/>
          <w:sz w:val="24"/>
        </w:rPr>
        <w:t xml:space="preserve"> ööpäevaringset erihooldusteenust </w:t>
      </w:r>
      <w:r w:rsidR="009A3517">
        <w:rPr>
          <w:rFonts w:ascii="Times New Roman" w:hAnsi="Times New Roman"/>
          <w:sz w:val="24"/>
        </w:rPr>
        <w:t>saavatele isikutele iseseisva õendusabi</w:t>
      </w:r>
      <w:r w:rsidR="0081313F" w:rsidRPr="00D73418">
        <w:rPr>
          <w:rFonts w:ascii="Times New Roman" w:hAnsi="Times New Roman"/>
          <w:sz w:val="24"/>
        </w:rPr>
        <w:t xml:space="preserve"> selles</w:t>
      </w:r>
      <w:r w:rsidR="00B44031" w:rsidRPr="00B44031">
        <w:rPr>
          <w:rFonts w:ascii="Times New Roman" w:hAnsi="Times New Roman"/>
          <w:sz w:val="24"/>
        </w:rPr>
        <w:t xml:space="preserve"> ulatuses, mille eest Ter</w:t>
      </w:r>
      <w:r w:rsidR="0006240D">
        <w:rPr>
          <w:rFonts w:ascii="Times New Roman" w:hAnsi="Times New Roman"/>
          <w:sz w:val="24"/>
        </w:rPr>
        <w:t>K</w:t>
      </w:r>
      <w:r w:rsidR="00BB20D1">
        <w:rPr>
          <w:rFonts w:ascii="Times New Roman" w:hAnsi="Times New Roman"/>
          <w:sz w:val="24"/>
        </w:rPr>
        <w:t xml:space="preserve"> on </w:t>
      </w:r>
      <w:r w:rsidR="00BB20D1" w:rsidRPr="00B44031">
        <w:rPr>
          <w:rFonts w:ascii="Times New Roman" w:hAnsi="Times New Roman"/>
          <w:sz w:val="24"/>
        </w:rPr>
        <w:t>tasu</w:t>
      </w:r>
      <w:r w:rsidR="009A3517">
        <w:rPr>
          <w:rFonts w:ascii="Times New Roman" w:hAnsi="Times New Roman"/>
          <w:sz w:val="24"/>
        </w:rPr>
        <w:t xml:space="preserve"> maks</w:t>
      </w:r>
      <w:r w:rsidR="00BB20D1" w:rsidRPr="00B44031">
        <w:rPr>
          <w:rFonts w:ascii="Times New Roman" w:hAnsi="Times New Roman"/>
          <w:sz w:val="24"/>
        </w:rPr>
        <w:t>mise kohustuse üle võtnud</w:t>
      </w:r>
      <w:r w:rsidR="0006240D">
        <w:rPr>
          <w:rFonts w:ascii="Times New Roman" w:hAnsi="Times New Roman"/>
          <w:sz w:val="24"/>
        </w:rPr>
        <w:t>.</w:t>
      </w:r>
      <w:r w:rsidR="003F359A" w:rsidRPr="005A4B48">
        <w:rPr>
          <w:rFonts w:ascii="Times New Roman" w:hAnsi="Times New Roman"/>
          <w:sz w:val="24"/>
        </w:rPr>
        <w:t xml:space="preserve"> </w:t>
      </w:r>
      <w:r w:rsidR="00B44031">
        <w:rPr>
          <w:rFonts w:ascii="Times New Roman" w:hAnsi="Times New Roman"/>
          <w:sz w:val="24"/>
        </w:rPr>
        <w:t>Kehtiv</w:t>
      </w:r>
      <w:r w:rsidR="001702E6">
        <w:rPr>
          <w:rFonts w:ascii="Times New Roman" w:hAnsi="Times New Roman"/>
          <w:sz w:val="24"/>
        </w:rPr>
        <w:t>a</w:t>
      </w:r>
      <w:r w:rsidR="00B44031">
        <w:rPr>
          <w:rFonts w:ascii="Times New Roman" w:hAnsi="Times New Roman"/>
          <w:sz w:val="24"/>
        </w:rPr>
        <w:t xml:space="preserve"> </w:t>
      </w:r>
      <w:r w:rsidR="00DB777A">
        <w:rPr>
          <w:rFonts w:ascii="Times New Roman" w:hAnsi="Times New Roman"/>
          <w:sz w:val="24"/>
        </w:rPr>
        <w:t xml:space="preserve">SHS </w:t>
      </w:r>
      <w:r w:rsidR="00C9260B">
        <w:rPr>
          <w:rFonts w:ascii="Times New Roman" w:hAnsi="Times New Roman"/>
          <w:sz w:val="24"/>
        </w:rPr>
        <w:t>§ 102 lõi</w:t>
      </w:r>
      <w:r w:rsidR="001702E6">
        <w:rPr>
          <w:rFonts w:ascii="Times New Roman" w:hAnsi="Times New Roman"/>
          <w:sz w:val="24"/>
        </w:rPr>
        <w:t xml:space="preserve">ke 4 kohaselt peab ööpäevaringse erihooldusteenuse osutaja tagama </w:t>
      </w:r>
      <w:r w:rsidR="003232EF">
        <w:rPr>
          <w:rFonts w:ascii="Times New Roman" w:hAnsi="Times New Roman"/>
          <w:sz w:val="24"/>
        </w:rPr>
        <w:t xml:space="preserve">iseseisva õendusabi kättesaadavuse 40 teenust saava isiku kohta vähemalt 40 tundi nädalas. Lisaks on </w:t>
      </w:r>
      <w:r w:rsidR="00BB20D1">
        <w:rPr>
          <w:rFonts w:ascii="Times New Roman" w:hAnsi="Times New Roman"/>
          <w:sz w:val="24"/>
        </w:rPr>
        <w:t>sama</w:t>
      </w:r>
      <w:r w:rsidR="00DB777A">
        <w:rPr>
          <w:rFonts w:ascii="Times New Roman" w:hAnsi="Times New Roman"/>
          <w:sz w:val="24"/>
        </w:rPr>
        <w:t xml:space="preserve"> paragrahvi lõigetes 5–7 </w:t>
      </w:r>
      <w:r w:rsidR="00F763C2">
        <w:rPr>
          <w:rFonts w:ascii="Times New Roman" w:hAnsi="Times New Roman"/>
          <w:sz w:val="24"/>
        </w:rPr>
        <w:t xml:space="preserve">täpsustatud iseseisva õendusabi mahtusid olenevalt </w:t>
      </w:r>
      <w:r w:rsidR="009A3517">
        <w:rPr>
          <w:rFonts w:ascii="Times New Roman" w:hAnsi="Times New Roman"/>
          <w:sz w:val="24"/>
        </w:rPr>
        <w:t>ööpäevaringset erihooldusteenust saavatest</w:t>
      </w:r>
      <w:r w:rsidR="006D6539">
        <w:rPr>
          <w:rFonts w:ascii="Times New Roman" w:hAnsi="Times New Roman"/>
          <w:sz w:val="24"/>
        </w:rPr>
        <w:t xml:space="preserve"> isiku</w:t>
      </w:r>
      <w:r w:rsidR="004F476A">
        <w:rPr>
          <w:rFonts w:ascii="Times New Roman" w:hAnsi="Times New Roman"/>
          <w:sz w:val="24"/>
        </w:rPr>
        <w:t>test</w:t>
      </w:r>
      <w:r w:rsidR="00D60EA5">
        <w:rPr>
          <w:rFonts w:ascii="Times New Roman" w:hAnsi="Times New Roman"/>
          <w:sz w:val="24"/>
        </w:rPr>
        <w:t xml:space="preserve">. </w:t>
      </w:r>
      <w:r w:rsidR="002B29ED" w:rsidRPr="00D73418">
        <w:rPr>
          <w:rFonts w:ascii="Times New Roman" w:hAnsi="Times New Roman"/>
          <w:sz w:val="24"/>
        </w:rPr>
        <w:t>Eelnõu § 1 p</w:t>
      </w:r>
      <w:r w:rsidR="00BB20D1">
        <w:rPr>
          <w:rFonts w:ascii="Times New Roman" w:hAnsi="Times New Roman"/>
          <w:sz w:val="24"/>
        </w:rPr>
        <w:t>unktiga</w:t>
      </w:r>
      <w:r w:rsidR="002B29ED" w:rsidRPr="00D73418">
        <w:rPr>
          <w:rFonts w:ascii="Times New Roman" w:hAnsi="Times New Roman"/>
          <w:sz w:val="24"/>
        </w:rPr>
        <w:t xml:space="preserve"> 2 tunnistatakse</w:t>
      </w:r>
      <w:r w:rsidR="002B29ED">
        <w:rPr>
          <w:rFonts w:ascii="Times New Roman" w:hAnsi="Times New Roman"/>
          <w:sz w:val="24"/>
        </w:rPr>
        <w:t xml:space="preserve"> SHS § 102 lõiked </w:t>
      </w:r>
      <w:r w:rsidR="000B0FA2">
        <w:rPr>
          <w:rFonts w:ascii="Times New Roman" w:hAnsi="Times New Roman"/>
          <w:sz w:val="24"/>
        </w:rPr>
        <w:t xml:space="preserve">5–7 kehtetuks. </w:t>
      </w:r>
    </w:p>
    <w:p w14:paraId="07A8D8D6" w14:textId="77777777" w:rsidR="00AE627A" w:rsidRPr="00F406C8" w:rsidRDefault="00AE627A" w:rsidP="008E199B">
      <w:pPr>
        <w:rPr>
          <w:rFonts w:ascii="Times New Roman" w:hAnsi="Times New Roman"/>
          <w:sz w:val="24"/>
        </w:rPr>
      </w:pPr>
    </w:p>
    <w:p w14:paraId="4C6157A5" w14:textId="48D84D38" w:rsidR="007E7600" w:rsidRPr="006F2414" w:rsidRDefault="00B14B35" w:rsidP="008E199B">
      <w:pPr>
        <w:rPr>
          <w:rFonts w:ascii="Times New Roman" w:hAnsi="Times New Roman"/>
          <w:color w:val="000000" w:themeColor="text1"/>
          <w:sz w:val="24"/>
        </w:rPr>
      </w:pPr>
      <w:r w:rsidRPr="0D90AB75">
        <w:rPr>
          <w:rFonts w:ascii="Times New Roman" w:hAnsi="Times New Roman"/>
          <w:color w:val="0D0D0D"/>
          <w:sz w:val="24"/>
          <w:shd w:val="clear" w:color="auto" w:fill="FFFFFF"/>
        </w:rPr>
        <w:t xml:space="preserve">Kehtiva korra kohaselt rahastab SKA riigieelarvest </w:t>
      </w:r>
      <w:r w:rsidR="00A03831" w:rsidRPr="0D90AB75">
        <w:rPr>
          <w:rFonts w:ascii="Times New Roman" w:hAnsi="Times New Roman"/>
          <w:color w:val="0D0D0D"/>
          <w:sz w:val="24"/>
          <w:shd w:val="clear" w:color="auto" w:fill="FFFFFF"/>
        </w:rPr>
        <w:t>ö</w:t>
      </w:r>
      <w:r w:rsidR="00791FDC" w:rsidRPr="0D90AB75">
        <w:rPr>
          <w:rFonts w:ascii="Times New Roman" w:hAnsi="Times New Roman"/>
          <w:color w:val="0D0D0D"/>
          <w:sz w:val="24"/>
          <w:shd w:val="clear" w:color="auto" w:fill="FFFFFF"/>
        </w:rPr>
        <w:t xml:space="preserve">öpäevaringse erihooldusteenuse </w:t>
      </w:r>
      <w:r w:rsidR="00C6620B" w:rsidRPr="0D90AB75">
        <w:rPr>
          <w:rFonts w:ascii="Times New Roman" w:hAnsi="Times New Roman"/>
          <w:color w:val="0D0D0D"/>
          <w:sz w:val="24"/>
          <w:shd w:val="clear" w:color="auto" w:fill="FFFFFF"/>
        </w:rPr>
        <w:t>osutamisel</w:t>
      </w:r>
      <w:r w:rsidR="00791FDC" w:rsidRPr="0D90AB75">
        <w:rPr>
          <w:rFonts w:ascii="Times New Roman" w:hAnsi="Times New Roman"/>
          <w:color w:val="0D0D0D"/>
          <w:sz w:val="24"/>
          <w:shd w:val="clear" w:color="auto" w:fill="FFFFFF"/>
        </w:rPr>
        <w:t xml:space="preserve"> õendusabi. Erihoolekandeteenuse osutajatel on võimalus tagada õendusabi kättesaadavus ise teenust osutades</w:t>
      </w:r>
      <w:r w:rsidR="00C6620B" w:rsidRPr="0D90AB75">
        <w:rPr>
          <w:rFonts w:ascii="Times New Roman" w:hAnsi="Times New Roman"/>
          <w:color w:val="0D0D0D"/>
          <w:sz w:val="24"/>
          <w:shd w:val="clear" w:color="auto" w:fill="FFFFFF"/>
        </w:rPr>
        <w:t>,</w:t>
      </w:r>
      <w:r w:rsidR="00791FDC" w:rsidRPr="0D90AB75">
        <w:rPr>
          <w:rFonts w:ascii="Times New Roman" w:hAnsi="Times New Roman"/>
          <w:color w:val="0D0D0D"/>
          <w:sz w:val="24"/>
          <w:shd w:val="clear" w:color="auto" w:fill="FFFFFF"/>
        </w:rPr>
        <w:t xml:space="preserve"> registreerides end tervishoiuteenuse osutajana</w:t>
      </w:r>
      <w:r w:rsidR="00C6620B" w:rsidRPr="0D90AB75">
        <w:rPr>
          <w:rFonts w:ascii="Times New Roman" w:hAnsi="Times New Roman"/>
          <w:color w:val="0D0D0D"/>
          <w:sz w:val="24"/>
          <w:shd w:val="clear" w:color="auto" w:fill="FFFFFF"/>
        </w:rPr>
        <w:t>,</w:t>
      </w:r>
      <w:r w:rsidR="00791FDC" w:rsidRPr="0D90AB75">
        <w:rPr>
          <w:rFonts w:ascii="Times New Roman" w:hAnsi="Times New Roman"/>
          <w:color w:val="0D0D0D"/>
          <w:sz w:val="24"/>
          <w:shd w:val="clear" w:color="auto" w:fill="FFFFFF"/>
        </w:rPr>
        <w:t xml:space="preserve"> või </w:t>
      </w:r>
      <w:r w:rsidR="00061314" w:rsidRPr="0D90AB75">
        <w:rPr>
          <w:rFonts w:ascii="Times New Roman" w:hAnsi="Times New Roman"/>
          <w:color w:val="0D0D0D"/>
          <w:sz w:val="24"/>
          <w:shd w:val="clear" w:color="auto" w:fill="FFFFFF"/>
        </w:rPr>
        <w:t>seda</w:t>
      </w:r>
      <w:r w:rsidR="00791FDC" w:rsidRPr="0D90AB75">
        <w:rPr>
          <w:rFonts w:ascii="Times New Roman" w:hAnsi="Times New Roman"/>
          <w:color w:val="0D0D0D"/>
          <w:sz w:val="24"/>
          <w:shd w:val="clear" w:color="auto" w:fill="FFFFFF"/>
        </w:rPr>
        <w:t xml:space="preserve"> lepingu alusel </w:t>
      </w:r>
      <w:r w:rsidR="00D10732" w:rsidRPr="0D90AB75">
        <w:rPr>
          <w:rFonts w:ascii="Times New Roman" w:hAnsi="Times New Roman"/>
          <w:color w:val="0D0D0D"/>
          <w:sz w:val="24"/>
          <w:shd w:val="clear" w:color="auto" w:fill="FFFFFF"/>
        </w:rPr>
        <w:t xml:space="preserve">tervishoiuteenuse </w:t>
      </w:r>
      <w:r w:rsidR="00D10732" w:rsidRPr="0D90AB75">
        <w:rPr>
          <w:rFonts w:ascii="Times New Roman" w:hAnsi="Times New Roman"/>
          <w:color w:val="0D0D0D"/>
          <w:sz w:val="24"/>
          <w:shd w:val="clear" w:color="auto" w:fill="FFFFFF"/>
        </w:rPr>
        <w:lastRenderedPageBreak/>
        <w:t>osutajalt</w:t>
      </w:r>
      <w:r w:rsidR="00791FDC" w:rsidRPr="0D90AB75">
        <w:rPr>
          <w:rFonts w:ascii="Times New Roman" w:hAnsi="Times New Roman"/>
          <w:color w:val="0D0D0D"/>
          <w:sz w:val="24"/>
          <w:shd w:val="clear" w:color="auto" w:fill="FFFFFF"/>
        </w:rPr>
        <w:t xml:space="preserve"> sisse osta</w:t>
      </w:r>
      <w:r w:rsidR="005229BF" w:rsidRPr="0D90AB75">
        <w:rPr>
          <w:rFonts w:ascii="Times New Roman" w:hAnsi="Times New Roman"/>
          <w:color w:val="0D0D0D"/>
          <w:sz w:val="24"/>
          <w:shd w:val="clear" w:color="auto" w:fill="FFFFFF"/>
        </w:rPr>
        <w:t xml:space="preserve"> (see jääb ka edaspidi nii)</w:t>
      </w:r>
      <w:r w:rsidR="00791FDC" w:rsidRPr="0D90AB75">
        <w:rPr>
          <w:rFonts w:ascii="Times New Roman" w:hAnsi="Times New Roman"/>
          <w:color w:val="0D0D0D"/>
          <w:sz w:val="24"/>
          <w:shd w:val="clear" w:color="auto" w:fill="FFFFFF"/>
        </w:rPr>
        <w:t xml:space="preserve">. Õendusabi </w:t>
      </w:r>
      <w:r w:rsidR="00C6620B" w:rsidRPr="0D90AB75">
        <w:rPr>
          <w:rFonts w:ascii="Times New Roman" w:hAnsi="Times New Roman"/>
          <w:color w:val="0D0D0D"/>
          <w:sz w:val="24"/>
          <w:shd w:val="clear" w:color="auto" w:fill="FFFFFF"/>
        </w:rPr>
        <w:t>osutajate</w:t>
      </w:r>
      <w:r w:rsidR="00791FDC" w:rsidRPr="0D90AB75">
        <w:rPr>
          <w:rFonts w:ascii="Times New Roman" w:hAnsi="Times New Roman"/>
          <w:color w:val="0D0D0D"/>
          <w:sz w:val="24"/>
          <w:shd w:val="clear" w:color="auto" w:fill="FFFFFF"/>
        </w:rPr>
        <w:t xml:space="preserve"> palgaraha</w:t>
      </w:r>
      <w:r w:rsidR="00791FDC" w:rsidRPr="0D90AB75" w:rsidDel="009C2EAF">
        <w:rPr>
          <w:rFonts w:ascii="Times New Roman" w:hAnsi="Times New Roman"/>
          <w:color w:val="0D0D0D"/>
          <w:sz w:val="24"/>
          <w:shd w:val="clear" w:color="auto" w:fill="FFFFFF"/>
        </w:rPr>
        <w:t xml:space="preserve"> </w:t>
      </w:r>
      <w:r w:rsidR="00AC1019" w:rsidRPr="0D90AB75">
        <w:rPr>
          <w:rFonts w:ascii="Times New Roman" w:hAnsi="Times New Roman"/>
          <w:color w:val="0D0D0D"/>
          <w:sz w:val="24"/>
          <w:shd w:val="clear" w:color="auto" w:fill="FFFFFF"/>
        </w:rPr>
        <w:t>katab</w:t>
      </w:r>
      <w:r w:rsidR="009C2EAF" w:rsidRPr="0D90AB75">
        <w:rPr>
          <w:rFonts w:ascii="Times New Roman" w:hAnsi="Times New Roman"/>
          <w:color w:val="0D0D0D"/>
          <w:sz w:val="24"/>
          <w:shd w:val="clear" w:color="auto" w:fill="FFFFFF"/>
        </w:rPr>
        <w:t xml:space="preserve"> SKA </w:t>
      </w:r>
      <w:r w:rsidR="00C6620B" w:rsidRPr="0D90AB75">
        <w:rPr>
          <w:rFonts w:ascii="Times New Roman" w:hAnsi="Times New Roman"/>
          <w:color w:val="0D0D0D"/>
          <w:sz w:val="24"/>
          <w:shd w:val="clear" w:color="auto" w:fill="FFFFFF"/>
        </w:rPr>
        <w:t xml:space="preserve">praegu </w:t>
      </w:r>
      <w:r w:rsidR="009C2EAF" w:rsidRPr="0D90AB75">
        <w:rPr>
          <w:rFonts w:ascii="Times New Roman" w:hAnsi="Times New Roman"/>
          <w:color w:val="0D0D0D"/>
          <w:sz w:val="24"/>
          <w:shd w:val="clear" w:color="auto" w:fill="FFFFFF"/>
        </w:rPr>
        <w:t>erihoolekandeteenus</w:t>
      </w:r>
      <w:r w:rsidR="009A3517" w:rsidRPr="0D90AB75">
        <w:rPr>
          <w:rFonts w:ascii="Times New Roman" w:hAnsi="Times New Roman"/>
          <w:color w:val="0D0D0D"/>
          <w:sz w:val="24"/>
          <w:shd w:val="clear" w:color="auto" w:fill="FFFFFF"/>
        </w:rPr>
        <w:t>t</w:t>
      </w:r>
      <w:r w:rsidR="009C2EAF" w:rsidRPr="0D90AB75">
        <w:rPr>
          <w:rFonts w:ascii="Times New Roman" w:hAnsi="Times New Roman"/>
          <w:color w:val="0D0D0D"/>
          <w:sz w:val="24"/>
          <w:shd w:val="clear" w:color="auto" w:fill="FFFFFF"/>
        </w:rPr>
        <w:t>e eelarvest</w:t>
      </w:r>
      <w:r w:rsidR="00791FDC" w:rsidRPr="0D90AB75">
        <w:rPr>
          <w:rFonts w:ascii="Times New Roman" w:hAnsi="Times New Roman"/>
          <w:color w:val="0D0D0D"/>
          <w:sz w:val="24"/>
          <w:shd w:val="clear" w:color="auto" w:fill="FFFFFF"/>
        </w:rPr>
        <w:t xml:space="preserve">. </w:t>
      </w:r>
      <w:r w:rsidR="00AC1019" w:rsidRPr="0D90AB75">
        <w:rPr>
          <w:rFonts w:ascii="Times New Roman" w:hAnsi="Times New Roman"/>
          <w:color w:val="0D0D0D"/>
          <w:sz w:val="24"/>
          <w:shd w:val="clear" w:color="auto" w:fill="FFFFFF"/>
        </w:rPr>
        <w:t>E</w:t>
      </w:r>
      <w:r w:rsidR="00791FDC" w:rsidRPr="0D90AB75">
        <w:rPr>
          <w:rFonts w:ascii="Times New Roman" w:hAnsi="Times New Roman"/>
          <w:color w:val="0D0D0D"/>
          <w:sz w:val="24"/>
          <w:shd w:val="clear" w:color="auto" w:fill="FFFFFF"/>
        </w:rPr>
        <w:t>rihoolekandeteenuste</w:t>
      </w:r>
      <w:r w:rsidR="00791FDC" w:rsidRPr="0D90AB75" w:rsidDel="00770B78">
        <w:rPr>
          <w:rFonts w:ascii="Times New Roman" w:hAnsi="Times New Roman"/>
          <w:color w:val="0D0D0D"/>
          <w:sz w:val="24"/>
          <w:shd w:val="clear" w:color="auto" w:fill="FFFFFF"/>
        </w:rPr>
        <w:t xml:space="preserve"> </w:t>
      </w:r>
      <w:r w:rsidR="00770B78" w:rsidRPr="0D90AB75">
        <w:rPr>
          <w:rFonts w:ascii="Times New Roman" w:hAnsi="Times New Roman"/>
          <w:color w:val="0D0D0D"/>
          <w:sz w:val="24"/>
          <w:shd w:val="clear" w:color="auto" w:fill="FFFFFF"/>
        </w:rPr>
        <w:t>eest makstav tasu (maksimaalne maksumus)</w:t>
      </w:r>
      <w:r w:rsidR="00791FDC" w:rsidRPr="0D90AB75">
        <w:rPr>
          <w:rFonts w:ascii="Times New Roman" w:hAnsi="Times New Roman"/>
          <w:color w:val="0D0D0D"/>
          <w:sz w:val="24"/>
          <w:shd w:val="clear" w:color="auto" w:fill="FFFFFF"/>
        </w:rPr>
        <w:t xml:space="preserve"> ei ole tõusnud oodatud tempos</w:t>
      </w:r>
      <w:r w:rsidR="00BC65A7" w:rsidRPr="0D90AB75">
        <w:rPr>
          <w:rFonts w:ascii="Times New Roman" w:hAnsi="Times New Roman"/>
          <w:color w:val="0D0D0D"/>
          <w:sz w:val="24"/>
          <w:shd w:val="clear" w:color="auto" w:fill="FFFFFF"/>
        </w:rPr>
        <w:t>. E</w:t>
      </w:r>
      <w:r w:rsidR="00791FDC" w:rsidRPr="0D90AB75">
        <w:rPr>
          <w:rFonts w:ascii="Times New Roman" w:hAnsi="Times New Roman"/>
          <w:color w:val="0D0D0D"/>
          <w:sz w:val="24"/>
          <w:shd w:val="clear" w:color="auto" w:fill="FFFFFF"/>
        </w:rPr>
        <w:t>rihoolekandeteenuse osutaja</w:t>
      </w:r>
      <w:r w:rsidR="00BC65A7" w:rsidRPr="0D90AB75">
        <w:rPr>
          <w:rFonts w:ascii="Times New Roman" w:hAnsi="Times New Roman"/>
          <w:color w:val="0D0D0D"/>
          <w:sz w:val="24"/>
          <w:shd w:val="clear" w:color="auto" w:fill="FFFFFF"/>
        </w:rPr>
        <w:t>tel ei ole piisavalt vahendeid</w:t>
      </w:r>
      <w:r w:rsidR="00BB20D1" w:rsidRPr="0D90AB75">
        <w:rPr>
          <w:rFonts w:ascii="Times New Roman" w:hAnsi="Times New Roman"/>
          <w:color w:val="0D0D0D"/>
          <w:sz w:val="24"/>
          <w:shd w:val="clear" w:color="auto" w:fill="FFFFFF"/>
        </w:rPr>
        <w:t xml:space="preserve">, et </w:t>
      </w:r>
      <w:r w:rsidR="00BB20D1" w:rsidRPr="0D90AB75" w:rsidDel="000F6DBE">
        <w:rPr>
          <w:rFonts w:ascii="Times New Roman" w:hAnsi="Times New Roman"/>
          <w:color w:val="0D0D0D"/>
          <w:sz w:val="24"/>
          <w:shd w:val="clear" w:color="auto" w:fill="FFFFFF"/>
        </w:rPr>
        <w:t>maksta</w:t>
      </w:r>
      <w:r w:rsidR="00BC65A7" w:rsidRPr="0D90AB75">
        <w:rPr>
          <w:rFonts w:ascii="Times New Roman" w:hAnsi="Times New Roman"/>
          <w:color w:val="0D0D0D"/>
          <w:sz w:val="24"/>
          <w:shd w:val="clear" w:color="auto" w:fill="FFFFFF"/>
        </w:rPr>
        <w:t xml:space="preserve"> õ</w:t>
      </w:r>
      <w:r w:rsidR="00C06C76" w:rsidRPr="0D90AB75">
        <w:rPr>
          <w:rFonts w:ascii="Times New Roman" w:hAnsi="Times New Roman"/>
          <w:color w:val="0D0D0D"/>
          <w:sz w:val="24"/>
          <w:shd w:val="clear" w:color="auto" w:fill="FFFFFF"/>
        </w:rPr>
        <w:t>ele</w:t>
      </w:r>
      <w:r w:rsidR="00BC65A7" w:rsidRPr="0D90AB75">
        <w:rPr>
          <w:rFonts w:ascii="Times New Roman" w:hAnsi="Times New Roman"/>
          <w:color w:val="0D0D0D"/>
          <w:sz w:val="24"/>
          <w:shd w:val="clear" w:color="auto" w:fill="FFFFFF"/>
        </w:rPr>
        <w:t xml:space="preserve"> </w:t>
      </w:r>
      <w:r w:rsidR="00791FDC" w:rsidRPr="0D90AB75" w:rsidDel="000F6DBE">
        <w:rPr>
          <w:rFonts w:ascii="Times New Roman" w:hAnsi="Times New Roman"/>
          <w:color w:val="0D0D0D"/>
          <w:sz w:val="24"/>
          <w:shd w:val="clear" w:color="auto" w:fill="FFFFFF"/>
        </w:rPr>
        <w:t>tervishoiutöötajate palgakokkulepetega kooskõlas olevat tasu</w:t>
      </w:r>
      <w:r w:rsidR="00BC65A7" w:rsidRPr="0D90AB75">
        <w:rPr>
          <w:rFonts w:ascii="Times New Roman" w:hAnsi="Times New Roman"/>
          <w:color w:val="0D0D0D"/>
          <w:sz w:val="24"/>
          <w:shd w:val="clear" w:color="auto" w:fill="FFFFFF"/>
        </w:rPr>
        <w:t>, mis</w:t>
      </w:r>
      <w:r w:rsidR="00791FDC" w:rsidRPr="0D90AB75">
        <w:rPr>
          <w:rFonts w:ascii="Times New Roman" w:hAnsi="Times New Roman"/>
          <w:color w:val="0D0D0D"/>
          <w:sz w:val="24"/>
          <w:shd w:val="clear" w:color="auto" w:fill="FFFFFF"/>
        </w:rPr>
        <w:t xml:space="preserve"> omakorda toob kaasa õendus</w:t>
      </w:r>
      <w:r w:rsidR="00CB6E0D" w:rsidRPr="0D90AB75">
        <w:rPr>
          <w:rFonts w:ascii="Times New Roman" w:hAnsi="Times New Roman"/>
          <w:color w:val="0D0D0D"/>
          <w:sz w:val="24"/>
          <w:shd w:val="clear" w:color="auto" w:fill="FFFFFF"/>
        </w:rPr>
        <w:t>abi</w:t>
      </w:r>
      <w:r w:rsidR="00791FDC" w:rsidRPr="0D90AB75">
        <w:rPr>
          <w:rFonts w:ascii="Times New Roman" w:hAnsi="Times New Roman"/>
          <w:color w:val="0D0D0D"/>
          <w:sz w:val="24"/>
          <w:shd w:val="clear" w:color="auto" w:fill="FFFFFF"/>
        </w:rPr>
        <w:t xml:space="preserve"> kvaliteedi </w:t>
      </w:r>
      <w:r w:rsidR="00BB20D1" w:rsidRPr="0D90AB75">
        <w:rPr>
          <w:rFonts w:ascii="Times New Roman" w:hAnsi="Times New Roman"/>
          <w:color w:val="0D0D0D"/>
          <w:sz w:val="24"/>
          <w:shd w:val="clear" w:color="auto" w:fill="FFFFFF"/>
        </w:rPr>
        <w:t>halvenemise.</w:t>
      </w:r>
    </w:p>
    <w:p w14:paraId="7282CB4D" w14:textId="77777777" w:rsidR="00514878" w:rsidRPr="00D73418" w:rsidRDefault="00514878" w:rsidP="00C249D7">
      <w:pPr>
        <w:rPr>
          <w:rFonts w:ascii="Times New Roman" w:hAnsi="Times New Roman"/>
          <w:color w:val="0D0D0D"/>
          <w:sz w:val="24"/>
          <w:shd w:val="clear" w:color="auto" w:fill="FFFFFF"/>
        </w:rPr>
      </w:pPr>
    </w:p>
    <w:p w14:paraId="16F90650" w14:textId="31F099BF" w:rsidR="00C249D7" w:rsidRPr="009C10CD" w:rsidRDefault="00C249D7" w:rsidP="00C249D7">
      <w:pPr>
        <w:rPr>
          <w:rFonts w:ascii="Times New Roman" w:hAnsi="Times New Roman"/>
          <w:color w:val="000000"/>
          <w:sz w:val="24"/>
        </w:rPr>
      </w:pPr>
      <w:r w:rsidRPr="009C10CD">
        <w:rPr>
          <w:rFonts w:ascii="Times New Roman" w:hAnsi="Times New Roman"/>
          <w:color w:val="000000"/>
          <w:sz w:val="24"/>
        </w:rPr>
        <w:t>Alates 2020. aastast rahastatakse õendus</w:t>
      </w:r>
      <w:r w:rsidR="00CB6E0D">
        <w:rPr>
          <w:rFonts w:ascii="Times New Roman" w:hAnsi="Times New Roman"/>
          <w:color w:val="000000"/>
          <w:sz w:val="24"/>
        </w:rPr>
        <w:t>abi</w:t>
      </w:r>
      <w:r w:rsidRPr="009C10CD">
        <w:rPr>
          <w:rFonts w:ascii="Times New Roman" w:hAnsi="Times New Roman"/>
          <w:color w:val="000000"/>
          <w:sz w:val="24"/>
        </w:rPr>
        <w:t xml:space="preserve"> väljaspool kodu osutatavat üldhooldusteenust pakkuvates hoolekandeasutustes Ter</w:t>
      </w:r>
      <w:r w:rsidR="0006240D">
        <w:rPr>
          <w:rFonts w:ascii="Times New Roman" w:hAnsi="Times New Roman"/>
          <w:color w:val="000000"/>
          <w:sz w:val="24"/>
        </w:rPr>
        <w:t>K-i</w:t>
      </w:r>
      <w:r w:rsidRPr="009C10CD">
        <w:rPr>
          <w:rFonts w:ascii="Times New Roman" w:hAnsi="Times New Roman"/>
          <w:color w:val="000000"/>
          <w:sz w:val="24"/>
        </w:rPr>
        <w:t xml:space="preserve"> lepingu alusel, mis sõlmitakse nõuetele vastavat tegevusluba omava juriidilise isikuga. So</w:t>
      </w:r>
      <w:r w:rsidR="00B16075">
        <w:rPr>
          <w:rFonts w:ascii="Times New Roman" w:hAnsi="Times New Roman"/>
          <w:color w:val="000000"/>
          <w:sz w:val="24"/>
        </w:rPr>
        <w:t>M</w:t>
      </w:r>
      <w:r w:rsidR="0006240D">
        <w:rPr>
          <w:rFonts w:ascii="Times New Roman" w:hAnsi="Times New Roman"/>
          <w:color w:val="000000"/>
          <w:sz w:val="24"/>
        </w:rPr>
        <w:t xml:space="preserve"> tegi</w:t>
      </w:r>
      <w:r w:rsidRPr="009C10CD">
        <w:rPr>
          <w:rFonts w:ascii="Times New Roman" w:hAnsi="Times New Roman"/>
          <w:color w:val="000000"/>
          <w:sz w:val="24"/>
        </w:rPr>
        <w:t xml:space="preserve"> 2022. aastal TerK</w:t>
      </w:r>
      <w:r w:rsidR="0006240D">
        <w:rPr>
          <w:rFonts w:ascii="Times New Roman" w:hAnsi="Times New Roman"/>
          <w:color w:val="000000"/>
          <w:sz w:val="24"/>
        </w:rPr>
        <w:t>-i</w:t>
      </w:r>
      <w:r w:rsidRPr="009C10CD">
        <w:rPr>
          <w:rFonts w:ascii="Times New Roman" w:hAnsi="Times New Roman"/>
          <w:color w:val="000000"/>
          <w:sz w:val="24"/>
        </w:rPr>
        <w:t xml:space="preserve"> juhatusele ettepanek</w:t>
      </w:r>
      <w:r w:rsidR="0006240D">
        <w:rPr>
          <w:rFonts w:ascii="Times New Roman" w:hAnsi="Times New Roman"/>
          <w:color w:val="000000"/>
          <w:sz w:val="24"/>
        </w:rPr>
        <w:t>u</w:t>
      </w:r>
      <w:r w:rsidRPr="009C10CD">
        <w:rPr>
          <w:rFonts w:ascii="Times New Roman" w:hAnsi="Times New Roman"/>
          <w:color w:val="000000"/>
          <w:sz w:val="24"/>
        </w:rPr>
        <w:t xml:space="preserve"> töötada välja </w:t>
      </w:r>
      <w:r w:rsidR="00D14E19">
        <w:rPr>
          <w:rFonts w:ascii="Times New Roman" w:hAnsi="Times New Roman"/>
          <w:color w:val="000000"/>
          <w:sz w:val="24"/>
        </w:rPr>
        <w:t>ka</w:t>
      </w:r>
      <w:r w:rsidRPr="00D73418">
        <w:rPr>
          <w:rFonts w:ascii="Times New Roman" w:hAnsi="Times New Roman"/>
          <w:color w:val="000000"/>
          <w:sz w:val="24"/>
        </w:rPr>
        <w:t xml:space="preserve"> </w:t>
      </w:r>
      <w:r w:rsidR="00B738C9">
        <w:rPr>
          <w:rFonts w:ascii="Times New Roman" w:hAnsi="Times New Roman"/>
          <w:color w:val="000000"/>
          <w:sz w:val="24"/>
        </w:rPr>
        <w:t xml:space="preserve">ööpäevaringse </w:t>
      </w:r>
      <w:r w:rsidRPr="00D73418">
        <w:rPr>
          <w:rFonts w:ascii="Times New Roman" w:hAnsi="Times New Roman"/>
          <w:color w:val="000000"/>
          <w:sz w:val="24"/>
        </w:rPr>
        <w:t>erihool</w:t>
      </w:r>
      <w:r w:rsidR="00B738C9">
        <w:rPr>
          <w:rFonts w:ascii="Times New Roman" w:hAnsi="Times New Roman"/>
          <w:color w:val="000000"/>
          <w:sz w:val="24"/>
        </w:rPr>
        <w:t>dus</w:t>
      </w:r>
      <w:r w:rsidRPr="00D73418">
        <w:rPr>
          <w:rFonts w:ascii="Times New Roman" w:hAnsi="Times New Roman"/>
          <w:color w:val="000000"/>
          <w:sz w:val="24"/>
        </w:rPr>
        <w:t>teenus</w:t>
      </w:r>
      <w:r w:rsidR="0006240D">
        <w:rPr>
          <w:rFonts w:ascii="Times New Roman" w:hAnsi="Times New Roman"/>
          <w:color w:val="000000"/>
          <w:sz w:val="24"/>
        </w:rPr>
        <w:t>e osutamisel pakutava</w:t>
      </w:r>
      <w:r w:rsidRPr="009C10CD">
        <w:rPr>
          <w:rFonts w:ascii="Times New Roman" w:hAnsi="Times New Roman"/>
          <w:color w:val="000000"/>
          <w:sz w:val="24"/>
        </w:rPr>
        <w:t xml:space="preserve"> õendusabi sisukirjeldus ja korraldusmudel ning lisada </w:t>
      </w:r>
      <w:r w:rsidR="00BB20D1">
        <w:rPr>
          <w:rFonts w:ascii="Times New Roman" w:hAnsi="Times New Roman"/>
          <w:color w:val="000000"/>
          <w:sz w:val="24"/>
        </w:rPr>
        <w:t>see</w:t>
      </w:r>
      <w:r w:rsidR="0006240D">
        <w:rPr>
          <w:rFonts w:ascii="Times New Roman" w:hAnsi="Times New Roman"/>
          <w:color w:val="000000"/>
          <w:sz w:val="24"/>
        </w:rPr>
        <w:t xml:space="preserve"> </w:t>
      </w:r>
      <w:r w:rsidRPr="009C10CD">
        <w:rPr>
          <w:rFonts w:ascii="Times New Roman" w:hAnsi="Times New Roman"/>
          <w:color w:val="000000"/>
          <w:sz w:val="24"/>
        </w:rPr>
        <w:t>Ter</w:t>
      </w:r>
      <w:r w:rsidR="0006240D">
        <w:rPr>
          <w:rFonts w:ascii="Times New Roman" w:hAnsi="Times New Roman"/>
          <w:color w:val="000000"/>
          <w:sz w:val="24"/>
        </w:rPr>
        <w:t>K-i</w:t>
      </w:r>
      <w:r w:rsidRPr="009C10CD">
        <w:rPr>
          <w:rFonts w:ascii="Times New Roman" w:hAnsi="Times New Roman"/>
          <w:color w:val="000000"/>
          <w:sz w:val="24"/>
        </w:rPr>
        <w:t xml:space="preserve"> </w:t>
      </w:r>
      <w:r w:rsidR="008960BD" w:rsidRPr="00D73418">
        <w:rPr>
          <w:rFonts w:ascii="Times New Roman" w:hAnsi="Times New Roman"/>
          <w:color w:val="000000"/>
          <w:sz w:val="24"/>
        </w:rPr>
        <w:t>tervishoiu</w:t>
      </w:r>
      <w:r w:rsidRPr="00D73418">
        <w:rPr>
          <w:rFonts w:ascii="Times New Roman" w:hAnsi="Times New Roman"/>
          <w:color w:val="000000"/>
          <w:sz w:val="24"/>
        </w:rPr>
        <w:t>teenuste</w:t>
      </w:r>
      <w:r w:rsidRPr="009C10CD">
        <w:rPr>
          <w:rFonts w:ascii="Times New Roman" w:hAnsi="Times New Roman"/>
          <w:color w:val="000000"/>
          <w:sz w:val="24"/>
        </w:rPr>
        <w:t xml:space="preserve"> nimekirja</w:t>
      </w:r>
      <w:r w:rsidRPr="00D73418">
        <w:rPr>
          <w:rFonts w:ascii="Times New Roman" w:hAnsi="Times New Roman"/>
          <w:color w:val="000000"/>
          <w:sz w:val="24"/>
        </w:rPr>
        <w:t>,</w:t>
      </w:r>
      <w:r w:rsidRPr="009C10CD">
        <w:rPr>
          <w:rFonts w:ascii="Times New Roman" w:hAnsi="Times New Roman"/>
          <w:color w:val="000000"/>
          <w:sz w:val="24"/>
        </w:rPr>
        <w:t xml:space="preserve"> et tagada õendus</w:t>
      </w:r>
      <w:r w:rsidR="00CB6E0D">
        <w:rPr>
          <w:rFonts w:ascii="Times New Roman" w:hAnsi="Times New Roman"/>
          <w:color w:val="000000"/>
          <w:sz w:val="24"/>
        </w:rPr>
        <w:t>abi</w:t>
      </w:r>
      <w:r w:rsidRPr="009C10CD">
        <w:rPr>
          <w:rFonts w:ascii="Times New Roman" w:hAnsi="Times New Roman"/>
          <w:color w:val="000000"/>
          <w:sz w:val="24"/>
        </w:rPr>
        <w:t xml:space="preserve"> korraldamisel ühtsed </w:t>
      </w:r>
      <w:r w:rsidRPr="00D73418">
        <w:rPr>
          <w:rFonts w:ascii="Times New Roman" w:hAnsi="Times New Roman"/>
          <w:color w:val="000000"/>
          <w:sz w:val="24"/>
        </w:rPr>
        <w:t>alused</w:t>
      </w:r>
      <w:r w:rsidR="0006240D">
        <w:rPr>
          <w:rFonts w:ascii="Times New Roman" w:hAnsi="Times New Roman"/>
          <w:color w:val="000000"/>
          <w:sz w:val="24"/>
        </w:rPr>
        <w:t xml:space="preserve"> ja</w:t>
      </w:r>
      <w:r w:rsidR="0031788E" w:rsidRPr="00D73418">
        <w:rPr>
          <w:rFonts w:ascii="Times New Roman" w:hAnsi="Times New Roman"/>
          <w:color w:val="000000"/>
          <w:sz w:val="24"/>
        </w:rPr>
        <w:t xml:space="preserve"> </w:t>
      </w:r>
      <w:r w:rsidR="00946FB4" w:rsidRPr="00D73418">
        <w:rPr>
          <w:rFonts w:ascii="Times New Roman" w:hAnsi="Times New Roman"/>
          <w:color w:val="000000"/>
          <w:sz w:val="24"/>
        </w:rPr>
        <w:t>kvaliteet</w:t>
      </w:r>
      <w:r w:rsidRPr="009C10CD">
        <w:rPr>
          <w:rFonts w:ascii="Times New Roman" w:hAnsi="Times New Roman"/>
          <w:color w:val="000000"/>
          <w:sz w:val="24"/>
        </w:rPr>
        <w:t xml:space="preserve"> </w:t>
      </w:r>
      <w:r w:rsidR="0006240D">
        <w:rPr>
          <w:rFonts w:ascii="Times New Roman" w:hAnsi="Times New Roman"/>
          <w:color w:val="000000"/>
          <w:sz w:val="24"/>
        </w:rPr>
        <w:t>ning</w:t>
      </w:r>
      <w:r w:rsidRPr="009C10CD">
        <w:rPr>
          <w:rFonts w:ascii="Times New Roman" w:hAnsi="Times New Roman"/>
          <w:color w:val="000000"/>
          <w:sz w:val="24"/>
        </w:rPr>
        <w:t xml:space="preserve"> parem seotus tervishoiuteenuste </w:t>
      </w:r>
      <w:r w:rsidR="00BB20D1" w:rsidRPr="009C10CD">
        <w:rPr>
          <w:rFonts w:ascii="Times New Roman" w:hAnsi="Times New Roman"/>
          <w:color w:val="000000"/>
          <w:sz w:val="24"/>
        </w:rPr>
        <w:t xml:space="preserve">üldise </w:t>
      </w:r>
      <w:r w:rsidRPr="009A3517">
        <w:rPr>
          <w:rFonts w:ascii="Times New Roman" w:hAnsi="Times New Roman"/>
          <w:color w:val="000000"/>
          <w:sz w:val="24"/>
        </w:rPr>
        <w:t>korraldamisega</w:t>
      </w:r>
      <w:r w:rsidRPr="009C10CD">
        <w:rPr>
          <w:rFonts w:ascii="Times New Roman" w:hAnsi="Times New Roman"/>
          <w:color w:val="000000"/>
          <w:sz w:val="24"/>
        </w:rPr>
        <w:t>.</w:t>
      </w:r>
    </w:p>
    <w:p w14:paraId="62B64C61" w14:textId="77777777" w:rsidR="007E7600" w:rsidRPr="005A4B48" w:rsidRDefault="007E7600" w:rsidP="008E199B">
      <w:pPr>
        <w:rPr>
          <w:rFonts w:ascii="Times New Roman" w:hAnsi="Times New Roman"/>
          <w:sz w:val="24"/>
        </w:rPr>
      </w:pPr>
    </w:p>
    <w:p w14:paraId="1E505EDD" w14:textId="1EAF9863" w:rsidR="00781A0F" w:rsidRPr="002D76E2" w:rsidRDefault="00AE627A" w:rsidP="008E199B">
      <w:pPr>
        <w:rPr>
          <w:rFonts w:ascii="Times New Roman" w:hAnsi="Times New Roman"/>
          <w:sz w:val="24"/>
        </w:rPr>
      </w:pPr>
      <w:r w:rsidRPr="009C10CD">
        <w:rPr>
          <w:rFonts w:ascii="Times New Roman" w:hAnsi="Times New Roman"/>
          <w:color w:val="000000"/>
          <w:sz w:val="24"/>
        </w:rPr>
        <w:t>Kavandatava muudatuse eesmärk on muuta teenuse korraldami</w:t>
      </w:r>
      <w:r w:rsidR="00BB20D1">
        <w:rPr>
          <w:rFonts w:ascii="Times New Roman" w:hAnsi="Times New Roman"/>
          <w:color w:val="000000"/>
          <w:sz w:val="24"/>
        </w:rPr>
        <w:t>ne</w:t>
      </w:r>
      <w:r w:rsidRPr="009C10CD">
        <w:rPr>
          <w:rFonts w:ascii="Times New Roman" w:hAnsi="Times New Roman"/>
          <w:color w:val="000000"/>
          <w:sz w:val="24"/>
        </w:rPr>
        <w:t xml:space="preserve"> vastavalt siht</w:t>
      </w:r>
      <w:r w:rsidR="00BB20D1">
        <w:rPr>
          <w:rFonts w:ascii="Times New Roman" w:hAnsi="Times New Roman"/>
          <w:color w:val="000000"/>
          <w:sz w:val="24"/>
        </w:rPr>
        <w:t>rühma</w:t>
      </w:r>
      <w:r w:rsidRPr="009C10CD">
        <w:rPr>
          <w:rFonts w:ascii="Times New Roman" w:hAnsi="Times New Roman"/>
          <w:color w:val="000000"/>
          <w:sz w:val="24"/>
        </w:rPr>
        <w:t xml:space="preserve"> vajadustele paindlikumaks</w:t>
      </w:r>
      <w:r w:rsidR="00A618C4" w:rsidRPr="009C10CD">
        <w:rPr>
          <w:rFonts w:ascii="Times New Roman" w:hAnsi="Times New Roman"/>
          <w:color w:val="000000"/>
          <w:sz w:val="24"/>
        </w:rPr>
        <w:t xml:space="preserve"> ning </w:t>
      </w:r>
      <w:r w:rsidR="00A618C4" w:rsidRPr="009C10CD">
        <w:rPr>
          <w:rFonts w:ascii="Times New Roman" w:hAnsi="Times New Roman"/>
          <w:sz w:val="24"/>
        </w:rPr>
        <w:t>kohandada õendus</w:t>
      </w:r>
      <w:r w:rsidR="00505E75">
        <w:rPr>
          <w:rFonts w:ascii="Times New Roman" w:hAnsi="Times New Roman"/>
          <w:sz w:val="24"/>
        </w:rPr>
        <w:t>abi pakkumist</w:t>
      </w:r>
      <w:r w:rsidR="00A618C4" w:rsidRPr="009C10CD">
        <w:rPr>
          <w:rFonts w:ascii="Times New Roman" w:hAnsi="Times New Roman"/>
          <w:sz w:val="24"/>
        </w:rPr>
        <w:t xml:space="preserve"> </w:t>
      </w:r>
      <w:r w:rsidR="00E03DE7">
        <w:rPr>
          <w:rFonts w:ascii="Times New Roman" w:hAnsi="Times New Roman"/>
          <w:sz w:val="24"/>
        </w:rPr>
        <w:t xml:space="preserve">ööpäevaringse </w:t>
      </w:r>
      <w:r w:rsidR="00A618C4" w:rsidRPr="00D73418">
        <w:rPr>
          <w:rFonts w:ascii="Times New Roman" w:hAnsi="Times New Roman"/>
          <w:sz w:val="24"/>
        </w:rPr>
        <w:t>erihool</w:t>
      </w:r>
      <w:r w:rsidR="00E03DE7">
        <w:rPr>
          <w:rFonts w:ascii="Times New Roman" w:hAnsi="Times New Roman"/>
          <w:sz w:val="24"/>
        </w:rPr>
        <w:t>dus</w:t>
      </w:r>
      <w:r w:rsidR="00A618C4" w:rsidRPr="00D73418">
        <w:rPr>
          <w:rFonts w:ascii="Times New Roman" w:hAnsi="Times New Roman"/>
          <w:sz w:val="24"/>
        </w:rPr>
        <w:t>teenuse</w:t>
      </w:r>
      <w:r w:rsidR="00BB20D1">
        <w:rPr>
          <w:rFonts w:ascii="Times New Roman" w:hAnsi="Times New Roman"/>
          <w:sz w:val="24"/>
        </w:rPr>
        <w:t xml:space="preserve"> </w:t>
      </w:r>
      <w:r w:rsidR="00BB20D1" w:rsidRPr="009C10CD">
        <w:rPr>
          <w:rFonts w:ascii="Times New Roman" w:hAnsi="Times New Roman"/>
          <w:sz w:val="24"/>
        </w:rPr>
        <w:t>osutamis</w:t>
      </w:r>
      <w:r w:rsidR="00BB20D1">
        <w:rPr>
          <w:rFonts w:ascii="Times New Roman" w:hAnsi="Times New Roman"/>
          <w:sz w:val="24"/>
        </w:rPr>
        <w:t>e</w:t>
      </w:r>
      <w:r w:rsidR="00A618C4" w:rsidRPr="00D73418">
        <w:rPr>
          <w:rFonts w:ascii="Times New Roman" w:hAnsi="Times New Roman"/>
          <w:sz w:val="24"/>
        </w:rPr>
        <w:t>l</w:t>
      </w:r>
      <w:r w:rsidR="00781A0F" w:rsidRPr="009C10CD">
        <w:rPr>
          <w:rFonts w:ascii="Times New Roman" w:hAnsi="Times New Roman"/>
          <w:sz w:val="24"/>
        </w:rPr>
        <w:t>, võttes arvesse siht</w:t>
      </w:r>
      <w:r w:rsidR="00BB20D1">
        <w:rPr>
          <w:rFonts w:ascii="Times New Roman" w:hAnsi="Times New Roman"/>
          <w:sz w:val="24"/>
        </w:rPr>
        <w:t>rühma</w:t>
      </w:r>
      <w:r w:rsidR="00781A0F" w:rsidRPr="009C10CD">
        <w:rPr>
          <w:rFonts w:ascii="Times New Roman" w:hAnsi="Times New Roman"/>
          <w:sz w:val="24"/>
        </w:rPr>
        <w:t xml:space="preserve"> eripära</w:t>
      </w:r>
      <w:r w:rsidR="00781A0F" w:rsidRPr="00D73418">
        <w:rPr>
          <w:rFonts w:ascii="Times New Roman" w:hAnsi="Times New Roman"/>
          <w:sz w:val="24"/>
        </w:rPr>
        <w:t>.</w:t>
      </w:r>
      <w:r w:rsidR="00E72FA2" w:rsidRPr="009C10CD">
        <w:rPr>
          <w:rFonts w:ascii="Times New Roman" w:hAnsi="Times New Roman"/>
          <w:sz w:val="24"/>
        </w:rPr>
        <w:t xml:space="preserve"> </w:t>
      </w:r>
      <w:r w:rsidR="00CF37AF">
        <w:rPr>
          <w:rFonts w:ascii="Times New Roman" w:hAnsi="Times New Roman"/>
          <w:sz w:val="24"/>
        </w:rPr>
        <w:t>Praegu</w:t>
      </w:r>
      <w:r w:rsidR="00781A0F" w:rsidRPr="009C10CD">
        <w:rPr>
          <w:rFonts w:ascii="Times New Roman" w:hAnsi="Times New Roman"/>
          <w:sz w:val="24"/>
        </w:rPr>
        <w:t xml:space="preserve"> sätestab SHS teenuse mahu tundides </w:t>
      </w:r>
      <w:r w:rsidR="00CF37AF">
        <w:rPr>
          <w:rFonts w:ascii="Times New Roman" w:hAnsi="Times New Roman"/>
          <w:sz w:val="24"/>
        </w:rPr>
        <w:t>ja</w:t>
      </w:r>
      <w:r w:rsidR="00781A0F" w:rsidRPr="009C10CD">
        <w:rPr>
          <w:rFonts w:ascii="Times New Roman" w:hAnsi="Times New Roman"/>
          <w:sz w:val="24"/>
        </w:rPr>
        <w:t xml:space="preserve"> teenust saavate isikute arvu, kuid </w:t>
      </w:r>
      <w:r w:rsidR="00B82854">
        <w:rPr>
          <w:rFonts w:ascii="Times New Roman" w:hAnsi="Times New Roman"/>
          <w:sz w:val="24"/>
        </w:rPr>
        <w:t>öö</w:t>
      </w:r>
      <w:r w:rsidR="003B04E1">
        <w:rPr>
          <w:rFonts w:ascii="Times New Roman" w:hAnsi="Times New Roman"/>
          <w:sz w:val="24"/>
        </w:rPr>
        <w:t xml:space="preserve">päevaringse </w:t>
      </w:r>
      <w:r w:rsidR="002D00A3">
        <w:rPr>
          <w:rFonts w:ascii="Times New Roman" w:hAnsi="Times New Roman"/>
          <w:sz w:val="24"/>
        </w:rPr>
        <w:t>erihooldusteenuse osutaja</w:t>
      </w:r>
      <w:r w:rsidR="00781A0F" w:rsidRPr="009C10CD">
        <w:rPr>
          <w:rFonts w:ascii="Times New Roman" w:hAnsi="Times New Roman"/>
          <w:sz w:val="24"/>
        </w:rPr>
        <w:t xml:space="preserve"> eripärast lähtudes (nt olenevalt </w:t>
      </w:r>
      <w:r w:rsidR="000663FE" w:rsidRPr="00D73418">
        <w:rPr>
          <w:rFonts w:ascii="Times New Roman" w:hAnsi="Times New Roman"/>
          <w:sz w:val="24"/>
        </w:rPr>
        <w:t>teenuse</w:t>
      </w:r>
      <w:r w:rsidR="00CF37AF">
        <w:rPr>
          <w:rFonts w:ascii="Times New Roman" w:hAnsi="Times New Roman"/>
          <w:sz w:val="24"/>
        </w:rPr>
        <w:t>saajate</w:t>
      </w:r>
      <w:r w:rsidR="00781A0F" w:rsidRPr="009C10CD">
        <w:rPr>
          <w:rFonts w:ascii="Times New Roman" w:hAnsi="Times New Roman"/>
          <w:sz w:val="24"/>
        </w:rPr>
        <w:t xml:space="preserve"> diagnoosidest) võib kvaliteetse ja nõuetekohase teenuse osutamiseks olla õendus</w:t>
      </w:r>
      <w:r w:rsidR="00CB6E0D">
        <w:rPr>
          <w:rFonts w:ascii="Times New Roman" w:hAnsi="Times New Roman"/>
          <w:sz w:val="24"/>
        </w:rPr>
        <w:t>abi</w:t>
      </w:r>
      <w:r w:rsidR="00781A0F" w:rsidRPr="009C10CD">
        <w:rPr>
          <w:rFonts w:ascii="Times New Roman" w:hAnsi="Times New Roman"/>
          <w:sz w:val="24"/>
        </w:rPr>
        <w:t xml:space="preserve"> vajalik oluliselt suuremas või väiksemas mahus</w:t>
      </w:r>
      <w:r w:rsidR="00AE63CE" w:rsidRPr="00D73418">
        <w:rPr>
          <w:rFonts w:ascii="Times New Roman" w:hAnsi="Times New Roman"/>
          <w:sz w:val="24"/>
        </w:rPr>
        <w:t xml:space="preserve"> </w:t>
      </w:r>
      <w:r w:rsidR="00246800" w:rsidRPr="00D73418">
        <w:rPr>
          <w:rFonts w:ascii="Times New Roman" w:hAnsi="Times New Roman"/>
          <w:sz w:val="24"/>
        </w:rPr>
        <w:t xml:space="preserve">olenevalt </w:t>
      </w:r>
      <w:r w:rsidR="00AE63CE" w:rsidRPr="00D73418">
        <w:rPr>
          <w:rFonts w:ascii="Times New Roman" w:hAnsi="Times New Roman"/>
          <w:sz w:val="24"/>
        </w:rPr>
        <w:t>ööpäevaringse</w:t>
      </w:r>
      <w:r w:rsidR="00FB3E8C" w:rsidRPr="00D73418">
        <w:rPr>
          <w:rFonts w:ascii="Times New Roman" w:hAnsi="Times New Roman"/>
          <w:sz w:val="24"/>
        </w:rPr>
        <w:t>t</w:t>
      </w:r>
      <w:r w:rsidR="00AE63CE" w:rsidRPr="00D73418">
        <w:rPr>
          <w:rFonts w:ascii="Times New Roman" w:hAnsi="Times New Roman"/>
          <w:sz w:val="24"/>
        </w:rPr>
        <w:t xml:space="preserve"> erihool</w:t>
      </w:r>
      <w:r w:rsidR="005B166B" w:rsidRPr="00D73418">
        <w:rPr>
          <w:rFonts w:ascii="Times New Roman" w:hAnsi="Times New Roman"/>
          <w:sz w:val="24"/>
        </w:rPr>
        <w:t>dus</w:t>
      </w:r>
      <w:r w:rsidR="00AE63CE" w:rsidRPr="00D73418">
        <w:rPr>
          <w:rFonts w:ascii="Times New Roman" w:hAnsi="Times New Roman"/>
          <w:sz w:val="24"/>
        </w:rPr>
        <w:t>teenus</w:t>
      </w:r>
      <w:r w:rsidR="00F90B08" w:rsidRPr="00D73418">
        <w:rPr>
          <w:rFonts w:ascii="Times New Roman" w:hAnsi="Times New Roman"/>
          <w:sz w:val="24"/>
        </w:rPr>
        <w:t>t saavatest isikutest (</w:t>
      </w:r>
      <w:r w:rsidR="007812FC" w:rsidRPr="00D73418">
        <w:rPr>
          <w:rFonts w:ascii="Times New Roman" w:hAnsi="Times New Roman"/>
          <w:sz w:val="24"/>
        </w:rPr>
        <w:t>äärmusliku abi-</w:t>
      </w:r>
      <w:r w:rsidR="003973F5" w:rsidRPr="00D73418">
        <w:rPr>
          <w:rFonts w:ascii="Times New Roman" w:hAnsi="Times New Roman"/>
          <w:sz w:val="24"/>
        </w:rPr>
        <w:t xml:space="preserve"> </w:t>
      </w:r>
      <w:r w:rsidR="007812FC" w:rsidRPr="00D73418">
        <w:rPr>
          <w:rFonts w:ascii="Times New Roman" w:hAnsi="Times New Roman"/>
          <w:sz w:val="24"/>
        </w:rPr>
        <w:t>ja toetusvajadusega</w:t>
      </w:r>
      <w:r w:rsidR="00B60E38" w:rsidRPr="00D73418">
        <w:rPr>
          <w:rFonts w:ascii="Times New Roman" w:hAnsi="Times New Roman"/>
          <w:sz w:val="24"/>
        </w:rPr>
        <w:t>,</w:t>
      </w:r>
      <w:r w:rsidR="004E792A" w:rsidRPr="00D73418">
        <w:rPr>
          <w:rFonts w:ascii="Times New Roman" w:hAnsi="Times New Roman"/>
          <w:sz w:val="24"/>
        </w:rPr>
        <w:t xml:space="preserve"> autismispektri</w:t>
      </w:r>
      <w:r w:rsidR="0000406D">
        <w:rPr>
          <w:rFonts w:ascii="Times New Roman" w:hAnsi="Times New Roman"/>
          <w:sz w:val="24"/>
        </w:rPr>
        <w:t xml:space="preserve"> häire</w:t>
      </w:r>
      <w:r w:rsidR="004E792A" w:rsidRPr="00D73418">
        <w:rPr>
          <w:rFonts w:ascii="Times New Roman" w:hAnsi="Times New Roman"/>
          <w:sz w:val="24"/>
        </w:rPr>
        <w:t>ga</w:t>
      </w:r>
      <w:r w:rsidR="00B60E38" w:rsidRPr="00D73418">
        <w:rPr>
          <w:rFonts w:ascii="Times New Roman" w:hAnsi="Times New Roman"/>
          <w:sz w:val="24"/>
        </w:rPr>
        <w:t>,</w:t>
      </w:r>
      <w:r w:rsidR="007812FC" w:rsidRPr="00D73418">
        <w:rPr>
          <w:rFonts w:ascii="Times New Roman" w:hAnsi="Times New Roman"/>
          <w:sz w:val="24"/>
        </w:rPr>
        <w:t xml:space="preserve"> ebastabiilse remissiooniga, koh</w:t>
      </w:r>
      <w:r w:rsidR="003973F5" w:rsidRPr="00D73418">
        <w:rPr>
          <w:rFonts w:ascii="Times New Roman" w:hAnsi="Times New Roman"/>
          <w:sz w:val="24"/>
        </w:rPr>
        <w:t>t</w:t>
      </w:r>
      <w:r w:rsidR="007812FC" w:rsidRPr="00D73418">
        <w:rPr>
          <w:rFonts w:ascii="Times New Roman" w:hAnsi="Times New Roman"/>
          <w:sz w:val="24"/>
        </w:rPr>
        <w:t>umääruse</w:t>
      </w:r>
      <w:r w:rsidR="0000406D">
        <w:rPr>
          <w:rFonts w:ascii="Times New Roman" w:hAnsi="Times New Roman"/>
          <w:sz w:val="24"/>
        </w:rPr>
        <w:t xml:space="preserve">ga </w:t>
      </w:r>
      <w:r w:rsidR="0000406D" w:rsidRPr="0000406D">
        <w:rPr>
          <w:rFonts w:ascii="Times New Roman" w:hAnsi="Times New Roman"/>
          <w:color w:val="000000"/>
          <w:sz w:val="24"/>
        </w:rPr>
        <w:t>hoolekandeasutusse paigutatud</w:t>
      </w:r>
      <w:r w:rsidR="004E792A" w:rsidRPr="00D73418">
        <w:rPr>
          <w:rFonts w:ascii="Times New Roman" w:hAnsi="Times New Roman"/>
          <w:sz w:val="24"/>
        </w:rPr>
        <w:t>)</w:t>
      </w:r>
      <w:r w:rsidR="003973F5" w:rsidRPr="00D73418">
        <w:rPr>
          <w:rFonts w:ascii="Times New Roman" w:hAnsi="Times New Roman"/>
          <w:sz w:val="24"/>
        </w:rPr>
        <w:t>.</w:t>
      </w:r>
    </w:p>
    <w:p w14:paraId="7E52D11A" w14:textId="19B82A27" w:rsidR="005F777D" w:rsidRPr="00F406C8" w:rsidRDefault="005F777D" w:rsidP="008E199B">
      <w:pPr>
        <w:rPr>
          <w:rFonts w:ascii="Times New Roman" w:hAnsi="Times New Roman"/>
          <w:color w:val="000000"/>
          <w:sz w:val="24"/>
        </w:rPr>
      </w:pPr>
    </w:p>
    <w:p w14:paraId="09E916BC" w14:textId="1F128B85" w:rsidR="000E0ECF" w:rsidRPr="00D73418" w:rsidRDefault="00E72FA2" w:rsidP="008E199B">
      <w:pPr>
        <w:rPr>
          <w:rFonts w:ascii="Times New Roman" w:hAnsi="Times New Roman"/>
          <w:color w:val="000000" w:themeColor="text1"/>
          <w:sz w:val="24"/>
        </w:rPr>
      </w:pPr>
      <w:r w:rsidRPr="009C10CD">
        <w:rPr>
          <w:rFonts w:ascii="Times New Roman" w:hAnsi="Times New Roman"/>
          <w:color w:val="000000"/>
          <w:sz w:val="24"/>
        </w:rPr>
        <w:t>Ööpäevaringse</w:t>
      </w:r>
      <w:r w:rsidR="00AE627A" w:rsidRPr="009C10CD">
        <w:rPr>
          <w:rFonts w:ascii="Times New Roman" w:hAnsi="Times New Roman"/>
          <w:color w:val="000000"/>
          <w:sz w:val="24"/>
        </w:rPr>
        <w:t xml:space="preserve"> </w:t>
      </w:r>
      <w:r w:rsidR="00AE627A" w:rsidRPr="005A4B48">
        <w:rPr>
          <w:rFonts w:ascii="Times New Roman" w:hAnsi="Times New Roman"/>
          <w:color w:val="000000"/>
          <w:sz w:val="24"/>
        </w:rPr>
        <w:t>erihool</w:t>
      </w:r>
      <w:r w:rsidR="00490877">
        <w:rPr>
          <w:rFonts w:ascii="Times New Roman" w:hAnsi="Times New Roman"/>
          <w:color w:val="000000"/>
          <w:sz w:val="24"/>
        </w:rPr>
        <w:t>dus</w:t>
      </w:r>
      <w:r w:rsidRPr="005A4B48">
        <w:rPr>
          <w:rFonts w:ascii="Times New Roman" w:hAnsi="Times New Roman"/>
          <w:color w:val="000000"/>
          <w:sz w:val="24"/>
        </w:rPr>
        <w:t>teenuse</w:t>
      </w:r>
      <w:r w:rsidR="00AE627A" w:rsidRPr="005A4B48">
        <w:rPr>
          <w:rFonts w:ascii="Times New Roman" w:hAnsi="Times New Roman"/>
          <w:color w:val="000000"/>
          <w:sz w:val="24"/>
        </w:rPr>
        <w:t xml:space="preserve"> osutajal</w:t>
      </w:r>
      <w:r w:rsidR="00823078">
        <w:rPr>
          <w:rFonts w:ascii="Times New Roman" w:hAnsi="Times New Roman"/>
          <w:color w:val="000000"/>
          <w:sz w:val="24"/>
        </w:rPr>
        <w:t xml:space="preserve"> tekib</w:t>
      </w:r>
      <w:r w:rsidR="00AE627A" w:rsidRPr="009C10CD">
        <w:rPr>
          <w:rFonts w:ascii="Times New Roman" w:hAnsi="Times New Roman"/>
          <w:color w:val="000000"/>
          <w:sz w:val="24"/>
        </w:rPr>
        <w:t xml:space="preserve"> kohustus tagada </w:t>
      </w:r>
      <w:r w:rsidR="00E770D8" w:rsidRPr="00D73418">
        <w:rPr>
          <w:rFonts w:ascii="Times New Roman" w:hAnsi="Times New Roman"/>
          <w:color w:val="000000"/>
          <w:sz w:val="24"/>
        </w:rPr>
        <w:t>teenuse</w:t>
      </w:r>
      <w:r w:rsidR="00CF37AF">
        <w:rPr>
          <w:rFonts w:ascii="Times New Roman" w:hAnsi="Times New Roman"/>
          <w:color w:val="000000"/>
          <w:sz w:val="24"/>
        </w:rPr>
        <w:t>saajatele</w:t>
      </w:r>
      <w:r w:rsidR="000C79D8" w:rsidRPr="009C10CD">
        <w:rPr>
          <w:rFonts w:ascii="Times New Roman" w:hAnsi="Times New Roman"/>
          <w:color w:val="000000"/>
          <w:sz w:val="24"/>
        </w:rPr>
        <w:t xml:space="preserve"> ööpäevaringse </w:t>
      </w:r>
      <w:r w:rsidR="000C79D8" w:rsidRPr="005A4B48">
        <w:rPr>
          <w:rFonts w:ascii="Times New Roman" w:hAnsi="Times New Roman"/>
          <w:color w:val="000000"/>
          <w:sz w:val="24"/>
        </w:rPr>
        <w:t>erihool</w:t>
      </w:r>
      <w:r w:rsidR="00DA2249">
        <w:rPr>
          <w:rFonts w:ascii="Times New Roman" w:hAnsi="Times New Roman"/>
          <w:color w:val="000000"/>
          <w:sz w:val="24"/>
        </w:rPr>
        <w:t>dus</w:t>
      </w:r>
      <w:r w:rsidR="000C79D8" w:rsidRPr="005A4B48">
        <w:rPr>
          <w:rFonts w:ascii="Times New Roman" w:hAnsi="Times New Roman"/>
          <w:color w:val="000000"/>
          <w:sz w:val="24"/>
        </w:rPr>
        <w:t>teenuse</w:t>
      </w:r>
      <w:r w:rsidR="000C79D8" w:rsidRPr="009C10CD">
        <w:rPr>
          <w:rFonts w:ascii="Times New Roman" w:hAnsi="Times New Roman"/>
          <w:color w:val="000000"/>
          <w:sz w:val="24"/>
        </w:rPr>
        <w:t xml:space="preserve"> </w:t>
      </w:r>
      <w:r w:rsidR="00CF37AF">
        <w:rPr>
          <w:rFonts w:ascii="Times New Roman" w:hAnsi="Times New Roman"/>
          <w:color w:val="000000"/>
          <w:sz w:val="24"/>
        </w:rPr>
        <w:t xml:space="preserve">osutamisel </w:t>
      </w:r>
      <w:r w:rsidR="00CF37AF" w:rsidRPr="009C10CD">
        <w:rPr>
          <w:rFonts w:ascii="Times New Roman" w:hAnsi="Times New Roman"/>
          <w:color w:val="000000"/>
          <w:sz w:val="24"/>
        </w:rPr>
        <w:t>iseseis</w:t>
      </w:r>
      <w:r w:rsidR="00CF37AF">
        <w:rPr>
          <w:rFonts w:ascii="Times New Roman" w:hAnsi="Times New Roman"/>
          <w:color w:val="000000"/>
          <w:sz w:val="24"/>
        </w:rPr>
        <w:t>ev</w:t>
      </w:r>
      <w:r w:rsidR="00CF37AF" w:rsidRPr="009C10CD">
        <w:rPr>
          <w:rFonts w:ascii="Times New Roman" w:hAnsi="Times New Roman"/>
          <w:color w:val="000000"/>
          <w:sz w:val="24"/>
        </w:rPr>
        <w:t xml:space="preserve"> õendusabi</w:t>
      </w:r>
      <w:r w:rsidR="003C55BF" w:rsidRPr="009C10CD">
        <w:rPr>
          <w:rFonts w:ascii="Times New Roman" w:hAnsi="Times New Roman"/>
          <w:color w:val="000000"/>
          <w:sz w:val="24"/>
        </w:rPr>
        <w:t xml:space="preserve"> selles</w:t>
      </w:r>
      <w:r w:rsidR="000C79D8" w:rsidRPr="009C10CD">
        <w:rPr>
          <w:rFonts w:ascii="Times New Roman" w:hAnsi="Times New Roman"/>
          <w:color w:val="000000"/>
          <w:sz w:val="24"/>
        </w:rPr>
        <w:t xml:space="preserve"> </w:t>
      </w:r>
      <w:r w:rsidR="00AE627A" w:rsidRPr="009C10CD">
        <w:rPr>
          <w:rFonts w:ascii="Times New Roman" w:hAnsi="Times New Roman"/>
          <w:color w:val="000000"/>
          <w:sz w:val="24"/>
        </w:rPr>
        <w:t xml:space="preserve">ulatuses, mille eest </w:t>
      </w:r>
      <w:r w:rsidR="00CF37AF" w:rsidRPr="00D73418">
        <w:rPr>
          <w:rFonts w:ascii="Times New Roman" w:hAnsi="Times New Roman"/>
          <w:color w:val="000000"/>
          <w:sz w:val="24"/>
        </w:rPr>
        <w:t>TerK</w:t>
      </w:r>
      <w:r w:rsidR="00CF37AF" w:rsidRPr="009C10CD">
        <w:rPr>
          <w:rFonts w:ascii="Times New Roman" w:hAnsi="Times New Roman"/>
          <w:color w:val="000000"/>
          <w:sz w:val="24"/>
        </w:rPr>
        <w:t xml:space="preserve"> </w:t>
      </w:r>
      <w:r w:rsidR="00CF37AF">
        <w:rPr>
          <w:rFonts w:ascii="Times New Roman" w:hAnsi="Times New Roman"/>
          <w:color w:val="000000"/>
          <w:sz w:val="24"/>
        </w:rPr>
        <w:t xml:space="preserve">on </w:t>
      </w:r>
      <w:r w:rsidR="00AE627A" w:rsidRPr="009C10CD">
        <w:rPr>
          <w:rFonts w:ascii="Times New Roman" w:hAnsi="Times New Roman"/>
          <w:color w:val="000000"/>
          <w:sz w:val="24"/>
        </w:rPr>
        <w:t>tasu</w:t>
      </w:r>
      <w:r w:rsidR="009A3517">
        <w:rPr>
          <w:rFonts w:ascii="Times New Roman" w:hAnsi="Times New Roman"/>
          <w:color w:val="000000"/>
          <w:sz w:val="24"/>
        </w:rPr>
        <w:t xml:space="preserve"> maks</w:t>
      </w:r>
      <w:r w:rsidR="00AE627A" w:rsidRPr="009C10CD">
        <w:rPr>
          <w:rFonts w:ascii="Times New Roman" w:hAnsi="Times New Roman"/>
          <w:color w:val="000000"/>
          <w:sz w:val="24"/>
        </w:rPr>
        <w:t>mise kohustuse üle võtnud</w:t>
      </w:r>
      <w:r w:rsidR="00CF37AF">
        <w:rPr>
          <w:rFonts w:ascii="Times New Roman" w:hAnsi="Times New Roman"/>
          <w:color w:val="000000"/>
          <w:sz w:val="24"/>
        </w:rPr>
        <w:t>. Nimetatud</w:t>
      </w:r>
      <w:r w:rsidR="000C79D8" w:rsidRPr="009C10CD">
        <w:rPr>
          <w:rFonts w:ascii="Times New Roman" w:hAnsi="Times New Roman"/>
          <w:color w:val="000000"/>
          <w:sz w:val="24"/>
        </w:rPr>
        <w:t xml:space="preserve"> </w:t>
      </w:r>
      <w:r w:rsidR="000C79D8" w:rsidRPr="005A4B48">
        <w:rPr>
          <w:rFonts w:ascii="Times New Roman" w:hAnsi="Times New Roman"/>
          <w:color w:val="000000"/>
          <w:sz w:val="24"/>
        </w:rPr>
        <w:t>kohustus</w:t>
      </w:r>
      <w:r w:rsidR="00FA09A5">
        <w:rPr>
          <w:rFonts w:ascii="Times New Roman" w:hAnsi="Times New Roman"/>
          <w:color w:val="000000"/>
          <w:sz w:val="24"/>
        </w:rPr>
        <w:t xml:space="preserve"> </w:t>
      </w:r>
      <w:r w:rsidR="002C36DB" w:rsidRPr="009C10CD">
        <w:rPr>
          <w:rFonts w:ascii="Times New Roman" w:hAnsi="Times New Roman"/>
          <w:color w:val="000000"/>
          <w:sz w:val="24"/>
        </w:rPr>
        <w:t>tagab</w:t>
      </w:r>
      <w:r w:rsidR="000C79D8" w:rsidRPr="009C10CD">
        <w:rPr>
          <w:rFonts w:ascii="Times New Roman" w:hAnsi="Times New Roman"/>
          <w:color w:val="000000"/>
          <w:sz w:val="24"/>
        </w:rPr>
        <w:t xml:space="preserve"> kõikidele ööpäevaringse erihool</w:t>
      </w:r>
      <w:r w:rsidR="00505E75">
        <w:rPr>
          <w:rFonts w:ascii="Times New Roman" w:hAnsi="Times New Roman"/>
          <w:color w:val="000000"/>
          <w:sz w:val="24"/>
        </w:rPr>
        <w:t>dusteenuse</w:t>
      </w:r>
      <w:r w:rsidR="000C79D8" w:rsidRPr="009C10CD">
        <w:rPr>
          <w:rFonts w:ascii="Times New Roman" w:hAnsi="Times New Roman"/>
          <w:color w:val="000000"/>
          <w:sz w:val="24"/>
        </w:rPr>
        <w:t xml:space="preserve"> saajatele vajaliku õendus</w:t>
      </w:r>
      <w:r w:rsidR="00505E75">
        <w:rPr>
          <w:rFonts w:ascii="Times New Roman" w:hAnsi="Times New Roman"/>
          <w:color w:val="000000"/>
          <w:sz w:val="24"/>
        </w:rPr>
        <w:t>abi</w:t>
      </w:r>
      <w:r w:rsidR="000C79D8" w:rsidRPr="009C10CD">
        <w:rPr>
          <w:rFonts w:ascii="Times New Roman" w:hAnsi="Times New Roman"/>
          <w:color w:val="000000"/>
          <w:sz w:val="24"/>
        </w:rPr>
        <w:t xml:space="preserve"> </w:t>
      </w:r>
      <w:r w:rsidR="007B1299" w:rsidRPr="00D73418">
        <w:rPr>
          <w:rFonts w:ascii="Times New Roman" w:hAnsi="Times New Roman"/>
          <w:color w:val="000000"/>
          <w:sz w:val="24"/>
        </w:rPr>
        <w:t>nende vajadustele vastavas mahus</w:t>
      </w:r>
      <w:r w:rsidR="000C79D8" w:rsidRPr="00D73418">
        <w:rPr>
          <w:rFonts w:ascii="Times New Roman" w:hAnsi="Times New Roman"/>
          <w:color w:val="000000"/>
          <w:sz w:val="24"/>
        </w:rPr>
        <w:t xml:space="preserve">. </w:t>
      </w:r>
    </w:p>
    <w:p w14:paraId="45BD2481" w14:textId="77777777" w:rsidR="000E0ECF" w:rsidRPr="009C10CD" w:rsidRDefault="000E0ECF" w:rsidP="008E199B">
      <w:pPr>
        <w:rPr>
          <w:rFonts w:ascii="Times New Roman" w:hAnsi="Times New Roman"/>
          <w:color w:val="000000"/>
          <w:sz w:val="24"/>
        </w:rPr>
      </w:pPr>
    </w:p>
    <w:p w14:paraId="380BB17D" w14:textId="15558B9C" w:rsidR="005564E6" w:rsidRDefault="004B3F46" w:rsidP="008E199B">
      <w:pPr>
        <w:rPr>
          <w:rFonts w:ascii="Times New Roman" w:hAnsi="Times New Roman"/>
          <w:sz w:val="24"/>
        </w:rPr>
      </w:pPr>
      <w:r w:rsidRPr="009C10CD">
        <w:rPr>
          <w:rFonts w:ascii="Times New Roman" w:hAnsi="Times New Roman"/>
          <w:sz w:val="24"/>
        </w:rPr>
        <w:t>Asudes tasuma õendus</w:t>
      </w:r>
      <w:r w:rsidR="00BD42AF">
        <w:rPr>
          <w:rFonts w:ascii="Times New Roman" w:hAnsi="Times New Roman"/>
          <w:sz w:val="24"/>
        </w:rPr>
        <w:t>abi</w:t>
      </w:r>
      <w:r w:rsidRPr="009C10CD">
        <w:rPr>
          <w:rFonts w:ascii="Times New Roman" w:hAnsi="Times New Roman"/>
          <w:sz w:val="24"/>
        </w:rPr>
        <w:t xml:space="preserve"> eest </w:t>
      </w:r>
      <w:r w:rsidRPr="00D73418">
        <w:rPr>
          <w:rFonts w:ascii="Times New Roman" w:hAnsi="Times New Roman"/>
          <w:sz w:val="24"/>
        </w:rPr>
        <w:t>Ter</w:t>
      </w:r>
      <w:r w:rsidR="00CE0EC2" w:rsidRPr="00D73418">
        <w:rPr>
          <w:rFonts w:ascii="Times New Roman" w:hAnsi="Times New Roman"/>
          <w:sz w:val="24"/>
        </w:rPr>
        <w:t>K-i</w:t>
      </w:r>
      <w:r w:rsidRPr="009C10CD">
        <w:rPr>
          <w:rFonts w:ascii="Times New Roman" w:hAnsi="Times New Roman"/>
          <w:sz w:val="24"/>
        </w:rPr>
        <w:t xml:space="preserve"> tervishoiuteenuste loetelu </w:t>
      </w:r>
      <w:r w:rsidR="00CE0EC2" w:rsidRPr="00D73418">
        <w:rPr>
          <w:rFonts w:ascii="Times New Roman" w:hAnsi="Times New Roman"/>
          <w:sz w:val="24"/>
        </w:rPr>
        <w:t>alusel</w:t>
      </w:r>
      <w:r w:rsidRPr="009C10CD">
        <w:rPr>
          <w:rFonts w:ascii="Times New Roman" w:hAnsi="Times New Roman"/>
          <w:sz w:val="24"/>
        </w:rPr>
        <w:t xml:space="preserve">, loob </w:t>
      </w:r>
      <w:r w:rsidRPr="00D73418">
        <w:rPr>
          <w:rFonts w:ascii="Times New Roman" w:hAnsi="Times New Roman"/>
          <w:sz w:val="24"/>
        </w:rPr>
        <w:t>Ter</w:t>
      </w:r>
      <w:r w:rsidR="00CE0EC2" w:rsidRPr="00D73418">
        <w:rPr>
          <w:rFonts w:ascii="Times New Roman" w:hAnsi="Times New Roman"/>
          <w:sz w:val="24"/>
        </w:rPr>
        <w:t>K</w:t>
      </w:r>
      <w:r w:rsidRPr="009C10CD">
        <w:rPr>
          <w:rFonts w:ascii="Times New Roman" w:hAnsi="Times New Roman"/>
          <w:sz w:val="24"/>
        </w:rPr>
        <w:t xml:space="preserve"> uue teenus</w:t>
      </w:r>
      <w:r w:rsidR="00DD0E24">
        <w:rPr>
          <w:rFonts w:ascii="Times New Roman" w:hAnsi="Times New Roman"/>
          <w:sz w:val="24"/>
        </w:rPr>
        <w:t>e</w:t>
      </w:r>
      <w:r w:rsidRPr="009C10CD">
        <w:rPr>
          <w:rFonts w:ascii="Times New Roman" w:hAnsi="Times New Roman"/>
          <w:sz w:val="24"/>
        </w:rPr>
        <w:t>mudeli, kus vastastik</w:t>
      </w:r>
      <w:r w:rsidR="00DD0E24">
        <w:rPr>
          <w:rFonts w:ascii="Times New Roman" w:hAnsi="Times New Roman"/>
          <w:sz w:val="24"/>
        </w:rPr>
        <w:t>used</w:t>
      </w:r>
      <w:r w:rsidRPr="009C10CD">
        <w:rPr>
          <w:rFonts w:ascii="Times New Roman" w:hAnsi="Times New Roman"/>
          <w:sz w:val="24"/>
        </w:rPr>
        <w:t xml:space="preserve"> õigused ja kohustused </w:t>
      </w:r>
      <w:r w:rsidR="008B5D9D" w:rsidRPr="00D73418">
        <w:rPr>
          <w:rFonts w:ascii="Times New Roman" w:hAnsi="Times New Roman"/>
          <w:sz w:val="24"/>
        </w:rPr>
        <w:t>lepitakse</w:t>
      </w:r>
      <w:r w:rsidRPr="009C10CD">
        <w:rPr>
          <w:rFonts w:ascii="Times New Roman" w:hAnsi="Times New Roman"/>
          <w:sz w:val="24"/>
        </w:rPr>
        <w:t xml:space="preserve"> kokku </w:t>
      </w:r>
      <w:r w:rsidRPr="00D73418">
        <w:rPr>
          <w:rFonts w:ascii="Times New Roman" w:hAnsi="Times New Roman"/>
          <w:sz w:val="24"/>
        </w:rPr>
        <w:t>Ter</w:t>
      </w:r>
      <w:r w:rsidR="00F40BD6" w:rsidRPr="00D73418">
        <w:rPr>
          <w:rFonts w:ascii="Times New Roman" w:hAnsi="Times New Roman"/>
          <w:sz w:val="24"/>
        </w:rPr>
        <w:t>K-i</w:t>
      </w:r>
      <w:r w:rsidRPr="009C10CD">
        <w:rPr>
          <w:rFonts w:ascii="Times New Roman" w:hAnsi="Times New Roman"/>
          <w:sz w:val="24"/>
        </w:rPr>
        <w:t xml:space="preserve"> ja </w:t>
      </w:r>
      <w:r w:rsidR="00244434" w:rsidRPr="00D73418">
        <w:rPr>
          <w:rFonts w:ascii="Times New Roman" w:hAnsi="Times New Roman"/>
          <w:sz w:val="24"/>
        </w:rPr>
        <w:t>tervishoiuteenuse osutaja</w:t>
      </w:r>
      <w:r w:rsidRPr="009C10CD">
        <w:rPr>
          <w:rFonts w:ascii="Times New Roman" w:hAnsi="Times New Roman"/>
          <w:sz w:val="24"/>
        </w:rPr>
        <w:t xml:space="preserve"> vahel sõlmitavas lepingus.</w:t>
      </w:r>
      <w:r w:rsidR="000C79D8" w:rsidRPr="009C10CD">
        <w:rPr>
          <w:rFonts w:ascii="Times New Roman" w:hAnsi="Times New Roman"/>
          <w:sz w:val="24"/>
        </w:rPr>
        <w:t xml:space="preserve"> Lepingulise reguleerimise eesmärk on</w:t>
      </w:r>
      <w:r w:rsidR="006B291E" w:rsidRPr="009C10CD">
        <w:rPr>
          <w:rFonts w:ascii="Times New Roman" w:hAnsi="Times New Roman"/>
          <w:sz w:val="24"/>
        </w:rPr>
        <w:t xml:space="preserve"> luua</w:t>
      </w:r>
      <w:r w:rsidR="00FC74E1" w:rsidRPr="009C10CD">
        <w:rPr>
          <w:rFonts w:ascii="Times New Roman" w:hAnsi="Times New Roman"/>
          <w:sz w:val="24"/>
        </w:rPr>
        <w:t xml:space="preserve"> selgus </w:t>
      </w:r>
      <w:r w:rsidR="00414607" w:rsidRPr="009C10CD">
        <w:rPr>
          <w:rFonts w:ascii="Times New Roman" w:hAnsi="Times New Roman"/>
          <w:sz w:val="24"/>
        </w:rPr>
        <w:t>erihoolekande</w:t>
      </w:r>
      <w:r w:rsidR="00CF37AF">
        <w:rPr>
          <w:rFonts w:ascii="Times New Roman" w:hAnsi="Times New Roman"/>
          <w:sz w:val="24"/>
        </w:rPr>
        <w:t>teenuse osutamisel pakutava</w:t>
      </w:r>
      <w:r w:rsidR="00414607" w:rsidRPr="009C10CD">
        <w:rPr>
          <w:rFonts w:ascii="Times New Roman" w:hAnsi="Times New Roman"/>
          <w:sz w:val="24"/>
        </w:rPr>
        <w:t xml:space="preserve"> õendus</w:t>
      </w:r>
      <w:r w:rsidR="00505E75">
        <w:rPr>
          <w:rFonts w:ascii="Times New Roman" w:hAnsi="Times New Roman"/>
          <w:sz w:val="24"/>
        </w:rPr>
        <w:t>abi</w:t>
      </w:r>
      <w:r w:rsidR="00414607" w:rsidRPr="009C10CD">
        <w:rPr>
          <w:rFonts w:ascii="Times New Roman" w:hAnsi="Times New Roman"/>
          <w:sz w:val="24"/>
        </w:rPr>
        <w:t xml:space="preserve"> </w:t>
      </w:r>
      <w:r w:rsidR="002D3447" w:rsidRPr="009C10CD">
        <w:rPr>
          <w:rFonts w:ascii="Times New Roman" w:hAnsi="Times New Roman"/>
          <w:sz w:val="24"/>
        </w:rPr>
        <w:t>sisu</w:t>
      </w:r>
      <w:r w:rsidR="00AA3E66" w:rsidRPr="009C10CD">
        <w:rPr>
          <w:rFonts w:ascii="Times New Roman" w:hAnsi="Times New Roman"/>
          <w:sz w:val="24"/>
        </w:rPr>
        <w:t xml:space="preserve"> </w:t>
      </w:r>
      <w:r w:rsidR="003E170F">
        <w:rPr>
          <w:rFonts w:ascii="Times New Roman" w:hAnsi="Times New Roman"/>
          <w:sz w:val="24"/>
        </w:rPr>
        <w:t>puudutavas, millega</w:t>
      </w:r>
      <w:r w:rsidR="009C337C" w:rsidRPr="009C10CD">
        <w:rPr>
          <w:rFonts w:ascii="Times New Roman" w:hAnsi="Times New Roman"/>
          <w:sz w:val="24"/>
        </w:rPr>
        <w:t xml:space="preserve"> t</w:t>
      </w:r>
      <w:r w:rsidR="006B291E" w:rsidRPr="009C10CD">
        <w:rPr>
          <w:rFonts w:ascii="Times New Roman" w:hAnsi="Times New Roman"/>
          <w:sz w:val="24"/>
        </w:rPr>
        <w:t>agatakse</w:t>
      </w:r>
      <w:r w:rsidR="000C79D8" w:rsidRPr="009C10CD">
        <w:rPr>
          <w:rFonts w:ascii="Times New Roman" w:hAnsi="Times New Roman"/>
          <w:sz w:val="24"/>
        </w:rPr>
        <w:t xml:space="preserve"> teenuse </w:t>
      </w:r>
      <w:r w:rsidR="00B27D3C" w:rsidRPr="00D73418">
        <w:rPr>
          <w:rFonts w:ascii="Times New Roman" w:hAnsi="Times New Roman"/>
          <w:sz w:val="24"/>
        </w:rPr>
        <w:t>ühtlane</w:t>
      </w:r>
      <w:r w:rsidR="000C79D8" w:rsidRPr="00D73418">
        <w:rPr>
          <w:rFonts w:ascii="Times New Roman" w:hAnsi="Times New Roman"/>
          <w:sz w:val="24"/>
        </w:rPr>
        <w:t xml:space="preserve"> kvaliteet</w:t>
      </w:r>
      <w:r w:rsidR="000C79D8" w:rsidRPr="009C10CD">
        <w:rPr>
          <w:rFonts w:ascii="Times New Roman" w:hAnsi="Times New Roman"/>
          <w:sz w:val="24"/>
        </w:rPr>
        <w:t xml:space="preserve"> ja nõuetekohasus ning </w:t>
      </w:r>
      <w:r w:rsidR="006B0DE0" w:rsidRPr="009C10CD">
        <w:rPr>
          <w:rFonts w:ascii="Times New Roman" w:hAnsi="Times New Roman"/>
          <w:sz w:val="24"/>
        </w:rPr>
        <w:t xml:space="preserve">tekib </w:t>
      </w:r>
      <w:r w:rsidR="000C79D8" w:rsidRPr="009C10CD">
        <w:rPr>
          <w:rFonts w:ascii="Times New Roman" w:hAnsi="Times New Roman"/>
          <w:sz w:val="24"/>
        </w:rPr>
        <w:t>võimalus teenuse sisus vajaduse</w:t>
      </w:r>
      <w:r w:rsidR="003E170F">
        <w:rPr>
          <w:rFonts w:ascii="Times New Roman" w:hAnsi="Times New Roman"/>
          <w:sz w:val="24"/>
        </w:rPr>
        <w:t xml:space="preserve"> korra</w:t>
      </w:r>
      <w:r w:rsidR="000C79D8" w:rsidRPr="009C10CD">
        <w:rPr>
          <w:rFonts w:ascii="Times New Roman" w:hAnsi="Times New Roman"/>
          <w:sz w:val="24"/>
        </w:rPr>
        <w:t>l</w:t>
      </w:r>
      <w:r w:rsidR="00423461" w:rsidRPr="009C10CD">
        <w:rPr>
          <w:rFonts w:ascii="Times New Roman" w:hAnsi="Times New Roman"/>
          <w:sz w:val="24"/>
        </w:rPr>
        <w:t xml:space="preserve"> </w:t>
      </w:r>
      <w:r w:rsidR="0015733C" w:rsidRPr="00D73418">
        <w:rPr>
          <w:rFonts w:ascii="Times New Roman" w:hAnsi="Times New Roman"/>
          <w:sz w:val="24"/>
        </w:rPr>
        <w:t xml:space="preserve">paindlikult </w:t>
      </w:r>
      <w:r w:rsidR="000C79D8" w:rsidRPr="009C10CD">
        <w:rPr>
          <w:rFonts w:ascii="Times New Roman" w:hAnsi="Times New Roman"/>
          <w:sz w:val="24"/>
        </w:rPr>
        <w:t>muudatusi teha, arvestades nii teenuseosutajate kui ka teenuse</w:t>
      </w:r>
      <w:r w:rsidR="003E170F">
        <w:rPr>
          <w:rFonts w:ascii="Times New Roman" w:hAnsi="Times New Roman"/>
          <w:sz w:val="24"/>
        </w:rPr>
        <w:t>saajate</w:t>
      </w:r>
      <w:r w:rsidR="000C79D8" w:rsidRPr="009C10CD">
        <w:rPr>
          <w:rFonts w:ascii="Times New Roman" w:hAnsi="Times New Roman"/>
          <w:sz w:val="24"/>
        </w:rPr>
        <w:t xml:space="preserve"> huve</w:t>
      </w:r>
      <w:r w:rsidR="002520C3">
        <w:rPr>
          <w:rFonts w:ascii="Times New Roman" w:hAnsi="Times New Roman"/>
          <w:sz w:val="24"/>
        </w:rPr>
        <w:t>.</w:t>
      </w:r>
    </w:p>
    <w:p w14:paraId="585DC3DE" w14:textId="77777777" w:rsidR="005564E6" w:rsidRPr="005A4B48" w:rsidRDefault="005564E6" w:rsidP="008E199B">
      <w:pPr>
        <w:rPr>
          <w:rFonts w:ascii="Times New Roman" w:hAnsi="Times New Roman"/>
          <w:sz w:val="24"/>
        </w:rPr>
      </w:pPr>
    </w:p>
    <w:p w14:paraId="54FDF987" w14:textId="1FC5695F" w:rsidR="00ED3A76" w:rsidRDefault="002954AD" w:rsidP="008E199B">
      <w:pPr>
        <w:rPr>
          <w:rFonts w:ascii="Times New Roman" w:hAnsi="Times New Roman"/>
          <w:sz w:val="24"/>
        </w:rPr>
      </w:pPr>
      <w:r w:rsidRPr="00D73418">
        <w:rPr>
          <w:rFonts w:ascii="Times New Roman" w:hAnsi="Times New Roman"/>
          <w:b/>
          <w:bCs/>
          <w:sz w:val="24"/>
        </w:rPr>
        <w:t>Punktiga 2</w:t>
      </w:r>
      <w:r w:rsidRPr="00D73418">
        <w:rPr>
          <w:rFonts w:ascii="Times New Roman" w:hAnsi="Times New Roman"/>
          <w:sz w:val="24"/>
        </w:rPr>
        <w:t xml:space="preserve"> tunnistatakse</w:t>
      </w:r>
      <w:r w:rsidR="00F57DF2" w:rsidRPr="00D73418">
        <w:rPr>
          <w:rFonts w:ascii="Times New Roman" w:hAnsi="Times New Roman"/>
          <w:sz w:val="24"/>
        </w:rPr>
        <w:t xml:space="preserve"> SHS</w:t>
      </w:r>
      <w:r w:rsidRPr="00D73418">
        <w:rPr>
          <w:rFonts w:ascii="Times New Roman" w:hAnsi="Times New Roman"/>
          <w:sz w:val="24"/>
        </w:rPr>
        <w:t xml:space="preserve"> § 102 lõiked 5</w:t>
      </w:r>
      <w:r w:rsidR="0057537D" w:rsidRPr="00D73418">
        <w:rPr>
          <w:rFonts w:ascii="Times New Roman" w:hAnsi="Times New Roman"/>
          <w:sz w:val="24"/>
        </w:rPr>
        <w:t>–</w:t>
      </w:r>
      <w:r w:rsidRPr="00D73418">
        <w:rPr>
          <w:rFonts w:ascii="Times New Roman" w:hAnsi="Times New Roman"/>
          <w:sz w:val="24"/>
        </w:rPr>
        <w:t>7 kehtetuks.</w:t>
      </w:r>
      <w:r w:rsidR="00FA764D" w:rsidRPr="00D73418">
        <w:rPr>
          <w:rFonts w:ascii="Times New Roman" w:hAnsi="Times New Roman"/>
          <w:sz w:val="24"/>
        </w:rPr>
        <w:t xml:space="preserve"> Viidatud sätete</w:t>
      </w:r>
      <w:r w:rsidR="00987CC9" w:rsidRPr="00D73418">
        <w:rPr>
          <w:rFonts w:ascii="Times New Roman" w:hAnsi="Times New Roman"/>
          <w:sz w:val="24"/>
        </w:rPr>
        <w:t xml:space="preserve"> näol on tegemist eranditega sama paragrahvi lõikes 4 sätesatud </w:t>
      </w:r>
      <w:r w:rsidR="00877FB4" w:rsidRPr="00D73418">
        <w:rPr>
          <w:rFonts w:ascii="Times New Roman" w:hAnsi="Times New Roman"/>
          <w:sz w:val="24"/>
        </w:rPr>
        <w:t xml:space="preserve">iseseisva õendusabi mahu </w:t>
      </w:r>
      <w:r w:rsidR="00987CC9" w:rsidRPr="00D73418">
        <w:rPr>
          <w:rFonts w:ascii="Times New Roman" w:hAnsi="Times New Roman"/>
          <w:sz w:val="24"/>
        </w:rPr>
        <w:t>üldreeglist</w:t>
      </w:r>
      <w:r w:rsidR="002A2D77" w:rsidRPr="00D73418">
        <w:rPr>
          <w:rFonts w:ascii="Times New Roman" w:hAnsi="Times New Roman"/>
          <w:sz w:val="24"/>
        </w:rPr>
        <w:t xml:space="preserve"> (vt eelmise punkti selgitust).</w:t>
      </w:r>
      <w:r w:rsidR="00DB5BB3" w:rsidRPr="00D73418">
        <w:rPr>
          <w:rFonts w:ascii="Times New Roman" w:hAnsi="Times New Roman"/>
          <w:sz w:val="24"/>
        </w:rPr>
        <w:t xml:space="preserve"> </w:t>
      </w:r>
      <w:r w:rsidR="002054C9">
        <w:rPr>
          <w:rFonts w:ascii="Times New Roman" w:hAnsi="Times New Roman"/>
          <w:sz w:val="24"/>
        </w:rPr>
        <w:t>L</w:t>
      </w:r>
      <w:r w:rsidR="002054C9" w:rsidRPr="00D73418">
        <w:rPr>
          <w:rFonts w:ascii="Times New Roman" w:hAnsi="Times New Roman"/>
          <w:sz w:val="24"/>
        </w:rPr>
        <w:t xml:space="preserve">õigetes 5–7 </w:t>
      </w:r>
      <w:r w:rsidR="002054C9">
        <w:rPr>
          <w:rFonts w:ascii="Times New Roman" w:hAnsi="Times New Roman"/>
          <w:sz w:val="24"/>
        </w:rPr>
        <w:t xml:space="preserve">on </w:t>
      </w:r>
      <w:r w:rsidR="002054C9" w:rsidRPr="00D73418">
        <w:rPr>
          <w:rFonts w:ascii="Times New Roman" w:hAnsi="Times New Roman"/>
          <w:sz w:val="24"/>
        </w:rPr>
        <w:t xml:space="preserve">iseseisva õendusabi mahtusid täpsustatud olenevalt </w:t>
      </w:r>
      <w:r w:rsidR="00BF79F7">
        <w:rPr>
          <w:rFonts w:ascii="Times New Roman" w:hAnsi="Times New Roman"/>
          <w:sz w:val="24"/>
        </w:rPr>
        <w:t>ööpäevaringset erihooldus</w:t>
      </w:r>
      <w:r w:rsidR="002054C9" w:rsidRPr="00D73418">
        <w:rPr>
          <w:rFonts w:ascii="Times New Roman" w:hAnsi="Times New Roman"/>
          <w:sz w:val="24"/>
        </w:rPr>
        <w:t>teenus</w:t>
      </w:r>
      <w:r w:rsidR="003E170F">
        <w:rPr>
          <w:rFonts w:ascii="Times New Roman" w:hAnsi="Times New Roman"/>
          <w:sz w:val="24"/>
        </w:rPr>
        <w:t>t saavatest</w:t>
      </w:r>
      <w:r w:rsidR="002054C9" w:rsidRPr="00D73418">
        <w:rPr>
          <w:rFonts w:ascii="Times New Roman" w:hAnsi="Times New Roman"/>
          <w:sz w:val="24"/>
        </w:rPr>
        <w:t xml:space="preserve"> isikutest</w:t>
      </w:r>
      <w:r w:rsidR="002054C9">
        <w:rPr>
          <w:rFonts w:ascii="Times New Roman" w:hAnsi="Times New Roman"/>
          <w:sz w:val="24"/>
        </w:rPr>
        <w:t xml:space="preserve"> järgmiselt</w:t>
      </w:r>
      <w:r w:rsidR="00ED3A76" w:rsidRPr="00D73418">
        <w:rPr>
          <w:rFonts w:ascii="Times New Roman" w:hAnsi="Times New Roman"/>
          <w:sz w:val="24"/>
        </w:rPr>
        <w:t xml:space="preserve">: a) ebastabiilse remissiooniga raske, sügava või püsiva kuluga psüühikahäirega isikud – 30 isiku kohta vähemalt 40 tundi nädalas; b) kohtumäärusega hoolekandeasutusse paigutatud isikud – 20 isiku kohta vähemalt 40 tundi nädalas ja c) ainult intellektipuudega isikud (sh kohtumäärusega </w:t>
      </w:r>
      <w:r w:rsidR="00BF79F7" w:rsidRPr="00D73418">
        <w:rPr>
          <w:rFonts w:ascii="Times New Roman" w:hAnsi="Times New Roman"/>
          <w:sz w:val="24"/>
        </w:rPr>
        <w:t xml:space="preserve">hoolekandeasutusse </w:t>
      </w:r>
      <w:r w:rsidR="00ED3A76" w:rsidRPr="00D73418">
        <w:rPr>
          <w:rFonts w:ascii="Times New Roman" w:hAnsi="Times New Roman"/>
          <w:sz w:val="24"/>
        </w:rPr>
        <w:t>paigutatud) – 40 isiku kohta vähemalt 40 tundi nädalas.</w:t>
      </w:r>
    </w:p>
    <w:p w14:paraId="512B2F57" w14:textId="77777777" w:rsidR="00ED3A76" w:rsidRDefault="00ED3A76" w:rsidP="008E199B">
      <w:pPr>
        <w:rPr>
          <w:rFonts w:ascii="Times New Roman" w:hAnsi="Times New Roman"/>
          <w:sz w:val="24"/>
        </w:rPr>
      </w:pPr>
    </w:p>
    <w:p w14:paraId="249C6F80" w14:textId="401C2573" w:rsidR="00EC0B2D" w:rsidRPr="002D76E2" w:rsidRDefault="009F18CC" w:rsidP="008E199B">
      <w:pPr>
        <w:rPr>
          <w:rFonts w:ascii="Times New Roman" w:hAnsi="Times New Roman"/>
          <w:sz w:val="24"/>
        </w:rPr>
      </w:pPr>
      <w:bookmarkStart w:id="4" w:name="_Hlk166751267"/>
      <w:r w:rsidRPr="003470B9">
        <w:rPr>
          <w:rFonts w:ascii="Times New Roman" w:eastAsia="Calibri" w:hAnsi="Times New Roman"/>
          <w:sz w:val="24"/>
        </w:rPr>
        <w:t xml:space="preserve">Edaspidi sätestatakse teenus ja selle piirhind tervishoiuteenuste loetelus </w:t>
      </w:r>
      <w:r w:rsidR="00423BAE">
        <w:rPr>
          <w:rFonts w:ascii="Times New Roman" w:eastAsia="Calibri" w:hAnsi="Times New Roman"/>
          <w:sz w:val="24"/>
        </w:rPr>
        <w:t>ning</w:t>
      </w:r>
      <w:r w:rsidRPr="003470B9">
        <w:rPr>
          <w:rFonts w:ascii="Times New Roman" w:eastAsia="Calibri" w:hAnsi="Times New Roman"/>
          <w:sz w:val="24"/>
        </w:rPr>
        <w:t xml:space="preserve"> teenuse maht </w:t>
      </w:r>
      <w:r w:rsidR="00EE640B">
        <w:rPr>
          <w:rFonts w:ascii="Times New Roman" w:eastAsia="Calibri" w:hAnsi="Times New Roman"/>
          <w:sz w:val="24"/>
        </w:rPr>
        <w:t xml:space="preserve">lepitakse kokku </w:t>
      </w:r>
      <w:r w:rsidRPr="003470B9">
        <w:rPr>
          <w:rFonts w:ascii="Times New Roman" w:eastAsia="Calibri" w:hAnsi="Times New Roman"/>
          <w:sz w:val="24"/>
        </w:rPr>
        <w:t>tervishoiuteenuse osutajaga sõlmitava</w:t>
      </w:r>
      <w:r w:rsidR="008C29F4">
        <w:rPr>
          <w:rFonts w:ascii="Times New Roman" w:eastAsia="Calibri" w:hAnsi="Times New Roman"/>
          <w:sz w:val="24"/>
        </w:rPr>
        <w:t>s</w:t>
      </w:r>
      <w:r w:rsidRPr="003470B9">
        <w:rPr>
          <w:rFonts w:ascii="Times New Roman" w:eastAsia="Calibri" w:hAnsi="Times New Roman"/>
          <w:sz w:val="24"/>
        </w:rPr>
        <w:t xml:space="preserve"> ravi rahastamise lepingus</w:t>
      </w:r>
      <w:r w:rsidR="00DD0E24">
        <w:rPr>
          <w:rFonts w:ascii="Times New Roman" w:hAnsi="Times New Roman"/>
          <w:sz w:val="24"/>
        </w:rPr>
        <w:t>.</w:t>
      </w:r>
      <w:r w:rsidR="00621AD2" w:rsidRPr="00D73418">
        <w:rPr>
          <w:rFonts w:ascii="Times New Roman" w:hAnsi="Times New Roman"/>
          <w:sz w:val="24"/>
        </w:rPr>
        <w:t xml:space="preserve"> </w:t>
      </w:r>
      <w:r w:rsidR="00EC0B2D" w:rsidRPr="00EC0B2D">
        <w:rPr>
          <w:rFonts w:ascii="Times New Roman" w:hAnsi="Times New Roman"/>
          <w:sz w:val="24"/>
        </w:rPr>
        <w:t>Ter</w:t>
      </w:r>
      <w:r w:rsidR="0006240D">
        <w:rPr>
          <w:rFonts w:ascii="Times New Roman" w:hAnsi="Times New Roman"/>
          <w:sz w:val="24"/>
        </w:rPr>
        <w:t>K-i</w:t>
      </w:r>
      <w:r w:rsidR="00EC0B2D" w:rsidRPr="00EC0B2D">
        <w:rPr>
          <w:rFonts w:ascii="Times New Roman" w:hAnsi="Times New Roman"/>
          <w:sz w:val="24"/>
        </w:rPr>
        <w:t xml:space="preserve"> </w:t>
      </w:r>
      <w:r w:rsidR="00A7791C">
        <w:rPr>
          <w:rFonts w:ascii="Times New Roman" w:hAnsi="Times New Roman"/>
          <w:sz w:val="24"/>
        </w:rPr>
        <w:t>kaudu rahastatava</w:t>
      </w:r>
      <w:r w:rsidR="00EC0B2D" w:rsidRPr="00EC0B2D">
        <w:rPr>
          <w:rFonts w:ascii="Times New Roman" w:hAnsi="Times New Roman"/>
          <w:sz w:val="24"/>
        </w:rPr>
        <w:t xml:space="preserve"> </w:t>
      </w:r>
      <w:r w:rsidR="00DB1C58">
        <w:rPr>
          <w:rFonts w:ascii="Times New Roman" w:hAnsi="Times New Roman"/>
          <w:sz w:val="24"/>
        </w:rPr>
        <w:t>ööpäevaringse erihooldusteenuse</w:t>
      </w:r>
      <w:r w:rsidR="0006240D">
        <w:rPr>
          <w:rFonts w:ascii="Times New Roman" w:hAnsi="Times New Roman"/>
          <w:sz w:val="24"/>
        </w:rPr>
        <w:t xml:space="preserve"> osutamise</w:t>
      </w:r>
      <w:r w:rsidR="00DB1C58">
        <w:rPr>
          <w:rFonts w:ascii="Times New Roman" w:hAnsi="Times New Roman"/>
          <w:sz w:val="24"/>
        </w:rPr>
        <w:t>l pakutava</w:t>
      </w:r>
      <w:r w:rsidR="00EC0B2D" w:rsidRPr="00EC0B2D">
        <w:rPr>
          <w:rFonts w:ascii="Times New Roman" w:hAnsi="Times New Roman"/>
          <w:sz w:val="24"/>
        </w:rPr>
        <w:t xml:space="preserve"> </w:t>
      </w:r>
      <w:r w:rsidR="005B0140">
        <w:rPr>
          <w:rFonts w:ascii="Times New Roman" w:hAnsi="Times New Roman"/>
          <w:sz w:val="24"/>
        </w:rPr>
        <w:t xml:space="preserve">iseseisva </w:t>
      </w:r>
      <w:r w:rsidR="0074095D">
        <w:rPr>
          <w:rFonts w:ascii="Times New Roman" w:hAnsi="Times New Roman"/>
          <w:sz w:val="24"/>
        </w:rPr>
        <w:t>õendusabi</w:t>
      </w:r>
      <w:r w:rsidR="00EC0B2D" w:rsidRPr="00EC0B2D">
        <w:rPr>
          <w:rFonts w:ascii="Times New Roman" w:hAnsi="Times New Roman"/>
          <w:sz w:val="24"/>
        </w:rPr>
        <w:t xml:space="preserve"> maht on esialgu planeeritud </w:t>
      </w:r>
      <w:r w:rsidR="00B51A0A">
        <w:rPr>
          <w:rFonts w:ascii="Times New Roman" w:hAnsi="Times New Roman"/>
          <w:sz w:val="24"/>
        </w:rPr>
        <w:t xml:space="preserve">arvestusega, et </w:t>
      </w:r>
      <w:r w:rsidR="00B51A0A" w:rsidRPr="00EC0B2D">
        <w:rPr>
          <w:rFonts w:ascii="Times New Roman" w:hAnsi="Times New Roman"/>
          <w:sz w:val="24"/>
        </w:rPr>
        <w:t>ühe täiskoormuse</w:t>
      </w:r>
      <w:r w:rsidR="00B51A0A">
        <w:rPr>
          <w:rFonts w:ascii="Times New Roman" w:hAnsi="Times New Roman"/>
          <w:sz w:val="24"/>
        </w:rPr>
        <w:t xml:space="preserve">ga õe </w:t>
      </w:r>
      <w:r w:rsidR="00B51A0A" w:rsidRPr="00EC0B2D">
        <w:rPr>
          <w:rFonts w:ascii="Times New Roman" w:hAnsi="Times New Roman"/>
          <w:sz w:val="24"/>
        </w:rPr>
        <w:t xml:space="preserve">kohta </w:t>
      </w:r>
      <w:r w:rsidR="00861E50">
        <w:rPr>
          <w:rFonts w:ascii="Times New Roman" w:hAnsi="Times New Roman"/>
          <w:sz w:val="24"/>
        </w:rPr>
        <w:t>on</w:t>
      </w:r>
      <w:r w:rsidR="00B51A0A" w:rsidRPr="00EC0B2D">
        <w:rPr>
          <w:rFonts w:ascii="Times New Roman" w:hAnsi="Times New Roman"/>
          <w:sz w:val="24"/>
        </w:rPr>
        <w:t xml:space="preserve"> </w:t>
      </w:r>
      <w:r w:rsidR="00EC0B2D" w:rsidRPr="00EC0B2D">
        <w:rPr>
          <w:rFonts w:ascii="Times New Roman" w:hAnsi="Times New Roman"/>
          <w:sz w:val="24"/>
        </w:rPr>
        <w:t xml:space="preserve">40 </w:t>
      </w:r>
      <w:r w:rsidR="00287BEF">
        <w:rPr>
          <w:rFonts w:ascii="Times New Roman" w:hAnsi="Times New Roman"/>
          <w:sz w:val="24"/>
        </w:rPr>
        <w:t>teenuse</w:t>
      </w:r>
      <w:r w:rsidR="0006240D">
        <w:rPr>
          <w:rFonts w:ascii="Times New Roman" w:hAnsi="Times New Roman"/>
          <w:sz w:val="24"/>
        </w:rPr>
        <w:t>saajat</w:t>
      </w:r>
      <w:r w:rsidR="00867E18">
        <w:rPr>
          <w:rFonts w:ascii="Times New Roman" w:hAnsi="Times New Roman"/>
          <w:sz w:val="24"/>
        </w:rPr>
        <w:t xml:space="preserve"> ning</w:t>
      </w:r>
      <w:r w:rsidR="006B5952">
        <w:rPr>
          <w:rFonts w:ascii="Times New Roman" w:hAnsi="Times New Roman"/>
          <w:sz w:val="24"/>
        </w:rPr>
        <w:t xml:space="preserve"> see</w:t>
      </w:r>
      <w:r w:rsidR="00EC0B2D" w:rsidRPr="00EC0B2D">
        <w:rPr>
          <w:rFonts w:ascii="Times New Roman" w:hAnsi="Times New Roman"/>
          <w:sz w:val="24"/>
        </w:rPr>
        <w:t xml:space="preserve"> hõlma</w:t>
      </w:r>
      <w:r w:rsidR="00E060D6">
        <w:rPr>
          <w:rFonts w:ascii="Times New Roman" w:hAnsi="Times New Roman"/>
          <w:sz w:val="24"/>
        </w:rPr>
        <w:t>b</w:t>
      </w:r>
      <w:r w:rsidR="00EC0B2D" w:rsidRPr="00EC0B2D">
        <w:rPr>
          <w:rFonts w:ascii="Times New Roman" w:hAnsi="Times New Roman"/>
          <w:sz w:val="24"/>
        </w:rPr>
        <w:t xml:space="preserve"> kõiki ööpäevaringse </w:t>
      </w:r>
      <w:r w:rsidR="00822A93">
        <w:rPr>
          <w:rFonts w:ascii="Times New Roman" w:hAnsi="Times New Roman"/>
          <w:sz w:val="24"/>
        </w:rPr>
        <w:t>erihooldus</w:t>
      </w:r>
      <w:r w:rsidR="00EC0B2D" w:rsidRPr="00EC0B2D">
        <w:rPr>
          <w:rFonts w:ascii="Times New Roman" w:hAnsi="Times New Roman"/>
          <w:sz w:val="24"/>
        </w:rPr>
        <w:t>teenuse</w:t>
      </w:r>
      <w:r w:rsidR="001C7EAD">
        <w:rPr>
          <w:rFonts w:ascii="Times New Roman" w:hAnsi="Times New Roman"/>
          <w:sz w:val="24"/>
        </w:rPr>
        <w:t xml:space="preserve"> </w:t>
      </w:r>
      <w:r w:rsidR="00505E75">
        <w:rPr>
          <w:rFonts w:ascii="Times New Roman" w:hAnsi="Times New Roman"/>
          <w:sz w:val="24"/>
        </w:rPr>
        <w:t xml:space="preserve">saajate </w:t>
      </w:r>
      <w:r w:rsidR="001C7EAD" w:rsidRPr="7BB8E666">
        <w:rPr>
          <w:rFonts w:ascii="Times New Roman" w:hAnsi="Times New Roman"/>
          <w:sz w:val="24"/>
        </w:rPr>
        <w:t>siht</w:t>
      </w:r>
      <w:r w:rsidR="0006240D">
        <w:rPr>
          <w:rFonts w:ascii="Times New Roman" w:hAnsi="Times New Roman"/>
          <w:sz w:val="24"/>
        </w:rPr>
        <w:t>rühmi.</w:t>
      </w:r>
      <w:r w:rsidR="00EC0B2D" w:rsidRPr="00EC0B2D">
        <w:rPr>
          <w:rFonts w:ascii="Times New Roman" w:hAnsi="Times New Roman"/>
          <w:sz w:val="24"/>
        </w:rPr>
        <w:t xml:space="preserve"> </w:t>
      </w:r>
      <w:r w:rsidR="001C7C29">
        <w:rPr>
          <w:rFonts w:ascii="Times New Roman" w:hAnsi="Times New Roman"/>
          <w:sz w:val="24"/>
        </w:rPr>
        <w:t>Se</w:t>
      </w:r>
      <w:r w:rsidR="00E060D6">
        <w:rPr>
          <w:rFonts w:ascii="Times New Roman" w:hAnsi="Times New Roman"/>
          <w:sz w:val="24"/>
        </w:rPr>
        <w:t>lle</w:t>
      </w:r>
      <w:r w:rsidR="001C7C29">
        <w:rPr>
          <w:rFonts w:ascii="Times New Roman" w:hAnsi="Times New Roman"/>
          <w:sz w:val="24"/>
        </w:rPr>
        <w:t xml:space="preserve"> mah</w:t>
      </w:r>
      <w:r w:rsidR="00E060D6">
        <w:rPr>
          <w:rFonts w:ascii="Times New Roman" w:hAnsi="Times New Roman"/>
          <w:sz w:val="24"/>
        </w:rPr>
        <w:t>u arvutas TerK</w:t>
      </w:r>
      <w:r w:rsidR="001C7C29">
        <w:rPr>
          <w:rFonts w:ascii="Times New Roman" w:hAnsi="Times New Roman"/>
          <w:sz w:val="24"/>
        </w:rPr>
        <w:t xml:space="preserve"> </w:t>
      </w:r>
      <w:r w:rsidR="00D62653">
        <w:rPr>
          <w:rFonts w:ascii="Times New Roman" w:hAnsi="Times New Roman"/>
          <w:sz w:val="24"/>
        </w:rPr>
        <w:t>välja</w:t>
      </w:r>
      <w:r w:rsidR="001C7C29">
        <w:rPr>
          <w:rFonts w:ascii="Times New Roman" w:hAnsi="Times New Roman"/>
          <w:sz w:val="24"/>
        </w:rPr>
        <w:t xml:space="preserve"> </w:t>
      </w:r>
      <w:r w:rsidR="00867727">
        <w:rPr>
          <w:rFonts w:ascii="Times New Roman" w:hAnsi="Times New Roman"/>
          <w:sz w:val="24"/>
        </w:rPr>
        <w:t>ööpäevaringse</w:t>
      </w:r>
      <w:r w:rsidR="00D62653">
        <w:rPr>
          <w:rFonts w:ascii="Times New Roman" w:hAnsi="Times New Roman"/>
          <w:sz w:val="24"/>
        </w:rPr>
        <w:t>t</w:t>
      </w:r>
      <w:r w:rsidR="00867727">
        <w:rPr>
          <w:rFonts w:ascii="Times New Roman" w:hAnsi="Times New Roman"/>
          <w:sz w:val="24"/>
        </w:rPr>
        <w:t xml:space="preserve"> erihooldusteenus</w:t>
      </w:r>
      <w:r w:rsidR="00D62653">
        <w:rPr>
          <w:rFonts w:ascii="Times New Roman" w:hAnsi="Times New Roman"/>
          <w:sz w:val="24"/>
        </w:rPr>
        <w:t>t osutavate tervishoiuteenuse osutajate</w:t>
      </w:r>
      <w:r w:rsidR="001C7C29">
        <w:rPr>
          <w:rFonts w:ascii="Times New Roman" w:hAnsi="Times New Roman"/>
          <w:sz w:val="24"/>
        </w:rPr>
        <w:t xml:space="preserve"> tagasiside põhjal.</w:t>
      </w:r>
      <w:r w:rsidR="00EC0B2D" w:rsidRPr="00EC0B2D">
        <w:rPr>
          <w:rFonts w:ascii="Times New Roman" w:hAnsi="Times New Roman"/>
          <w:sz w:val="24"/>
        </w:rPr>
        <w:t xml:space="preserve"> Aasta jooksul jälgitakse teenuse kasutamist ja hinnatakse vajadust, et teha kindlaks, kas mõni </w:t>
      </w:r>
      <w:r w:rsidR="005252A5">
        <w:rPr>
          <w:rFonts w:ascii="Times New Roman" w:hAnsi="Times New Roman"/>
          <w:sz w:val="24"/>
        </w:rPr>
        <w:t>ööpäevaringse</w:t>
      </w:r>
      <w:r w:rsidR="00505E75">
        <w:rPr>
          <w:rFonts w:ascii="Times New Roman" w:hAnsi="Times New Roman"/>
          <w:sz w:val="24"/>
        </w:rPr>
        <w:t>t</w:t>
      </w:r>
      <w:r w:rsidR="005252A5">
        <w:rPr>
          <w:rFonts w:ascii="Times New Roman" w:hAnsi="Times New Roman"/>
          <w:sz w:val="24"/>
        </w:rPr>
        <w:t xml:space="preserve"> </w:t>
      </w:r>
      <w:r w:rsidR="005252A5">
        <w:rPr>
          <w:rFonts w:ascii="Times New Roman" w:hAnsi="Times New Roman"/>
          <w:sz w:val="24"/>
        </w:rPr>
        <w:lastRenderedPageBreak/>
        <w:t>erihool</w:t>
      </w:r>
      <w:r w:rsidR="00505E75">
        <w:rPr>
          <w:rFonts w:ascii="Times New Roman" w:hAnsi="Times New Roman"/>
          <w:sz w:val="24"/>
        </w:rPr>
        <w:t>dusteenust</w:t>
      </w:r>
      <w:r w:rsidR="00647794">
        <w:rPr>
          <w:rFonts w:ascii="Times New Roman" w:hAnsi="Times New Roman"/>
          <w:sz w:val="24"/>
        </w:rPr>
        <w:t xml:space="preserve"> saavate</w:t>
      </w:r>
      <w:r w:rsidR="005252A5">
        <w:rPr>
          <w:rFonts w:ascii="Times New Roman" w:hAnsi="Times New Roman"/>
          <w:sz w:val="24"/>
        </w:rPr>
        <w:t xml:space="preserve"> isikute </w:t>
      </w:r>
      <w:r w:rsidR="00647794">
        <w:rPr>
          <w:rFonts w:ascii="Times New Roman" w:hAnsi="Times New Roman"/>
          <w:sz w:val="24"/>
        </w:rPr>
        <w:t>rühm</w:t>
      </w:r>
      <w:r w:rsidR="00EC0B2D" w:rsidRPr="00EC0B2D">
        <w:rPr>
          <w:rFonts w:ascii="Times New Roman" w:hAnsi="Times New Roman"/>
          <w:sz w:val="24"/>
        </w:rPr>
        <w:t xml:space="preserve"> vajab rohkem või vähem </w:t>
      </w:r>
      <w:r w:rsidR="005252A5">
        <w:rPr>
          <w:rFonts w:ascii="Times New Roman" w:hAnsi="Times New Roman"/>
          <w:sz w:val="24"/>
        </w:rPr>
        <w:t>õe teenust</w:t>
      </w:r>
      <w:r w:rsidR="00EC0B2D" w:rsidRPr="000240A0">
        <w:rPr>
          <w:rFonts w:ascii="Times New Roman" w:hAnsi="Times New Roman"/>
          <w:sz w:val="24"/>
        </w:rPr>
        <w:t>.</w:t>
      </w:r>
      <w:r w:rsidR="00397278" w:rsidRPr="00101AF3">
        <w:rPr>
          <w:rFonts w:ascii="Times New Roman" w:hAnsi="Times New Roman"/>
          <w:sz w:val="24"/>
        </w:rPr>
        <w:t xml:space="preserve"> Eelkõige saab muutuse vajadust märgata teenuse kasutamise pealt (vastavad andmed kajastuvad õendusteenuse osutaja esitatud raviarvetel) ning kindlasti arvestatakse ka õendusteenuse osutajate tagasisidega.</w:t>
      </w:r>
      <w:r w:rsidR="00EC0B2D" w:rsidRPr="00EC0B2D">
        <w:rPr>
          <w:rFonts w:ascii="Times New Roman" w:hAnsi="Times New Roman"/>
          <w:sz w:val="24"/>
        </w:rPr>
        <w:t xml:space="preserve"> </w:t>
      </w:r>
      <w:r w:rsidR="00F55E87">
        <w:rPr>
          <w:rFonts w:ascii="Times New Roman" w:hAnsi="Times New Roman"/>
          <w:sz w:val="24"/>
        </w:rPr>
        <w:t>Kui selgub</w:t>
      </w:r>
      <w:r w:rsidR="00BB2E33">
        <w:rPr>
          <w:rFonts w:ascii="Times New Roman" w:hAnsi="Times New Roman"/>
          <w:sz w:val="24"/>
        </w:rPr>
        <w:t xml:space="preserve"> varem</w:t>
      </w:r>
      <w:r w:rsidR="00F55E87">
        <w:rPr>
          <w:rFonts w:ascii="Times New Roman" w:hAnsi="Times New Roman"/>
          <w:sz w:val="24"/>
        </w:rPr>
        <w:t xml:space="preserve">, et </w:t>
      </w:r>
      <w:r w:rsidR="001051D2">
        <w:rPr>
          <w:rFonts w:ascii="Times New Roman" w:hAnsi="Times New Roman"/>
          <w:sz w:val="24"/>
        </w:rPr>
        <w:t>vajadus õendustegevuste jär</w:t>
      </w:r>
      <w:r w:rsidR="00DD0E24">
        <w:rPr>
          <w:rFonts w:ascii="Times New Roman" w:hAnsi="Times New Roman"/>
          <w:sz w:val="24"/>
        </w:rPr>
        <w:t>ele</w:t>
      </w:r>
      <w:r w:rsidR="001051D2">
        <w:rPr>
          <w:rFonts w:ascii="Times New Roman" w:hAnsi="Times New Roman"/>
          <w:sz w:val="24"/>
        </w:rPr>
        <w:t xml:space="preserve"> on suurem, </w:t>
      </w:r>
      <w:r w:rsidR="00F716F7">
        <w:rPr>
          <w:rFonts w:ascii="Times New Roman" w:hAnsi="Times New Roman"/>
          <w:sz w:val="24"/>
        </w:rPr>
        <w:t xml:space="preserve">on TerK-il võimalik selle eest tasuda teiste </w:t>
      </w:r>
      <w:r w:rsidR="00DD0E24" w:rsidRPr="009C10CD">
        <w:rPr>
          <w:rFonts w:ascii="Times New Roman" w:hAnsi="Times New Roman"/>
          <w:sz w:val="24"/>
        </w:rPr>
        <w:t>tervishoiuteenuste loetelu</w:t>
      </w:r>
      <w:r w:rsidR="00DD0E24">
        <w:rPr>
          <w:rFonts w:ascii="Times New Roman" w:hAnsi="Times New Roman"/>
          <w:sz w:val="24"/>
        </w:rPr>
        <w:t>s sätestatud</w:t>
      </w:r>
      <w:r w:rsidR="00F716F7">
        <w:rPr>
          <w:rFonts w:ascii="Times New Roman" w:hAnsi="Times New Roman"/>
          <w:sz w:val="24"/>
        </w:rPr>
        <w:t xml:space="preserve"> teenuste </w:t>
      </w:r>
      <w:r w:rsidR="000A29B6">
        <w:rPr>
          <w:rFonts w:ascii="Times New Roman" w:hAnsi="Times New Roman"/>
          <w:sz w:val="24"/>
        </w:rPr>
        <w:t>(nt eriõe v</w:t>
      </w:r>
      <w:r w:rsidR="006F5355">
        <w:rPr>
          <w:rFonts w:ascii="Times New Roman" w:hAnsi="Times New Roman"/>
          <w:sz w:val="24"/>
        </w:rPr>
        <w:t>astuvõtt</w:t>
      </w:r>
      <w:r w:rsidR="000A29B6">
        <w:rPr>
          <w:rFonts w:ascii="Times New Roman" w:hAnsi="Times New Roman"/>
          <w:sz w:val="24"/>
        </w:rPr>
        <w:t>, õe vas</w:t>
      </w:r>
      <w:r w:rsidR="006F5355">
        <w:rPr>
          <w:rFonts w:ascii="Times New Roman" w:hAnsi="Times New Roman"/>
          <w:sz w:val="24"/>
        </w:rPr>
        <w:t>tuvõtt, koduõendusteenus vms)</w:t>
      </w:r>
      <w:r w:rsidR="00F716F7">
        <w:rPr>
          <w:rFonts w:ascii="Times New Roman" w:hAnsi="Times New Roman"/>
          <w:sz w:val="24"/>
        </w:rPr>
        <w:t xml:space="preserve"> </w:t>
      </w:r>
      <w:r w:rsidR="000A29B6">
        <w:rPr>
          <w:rFonts w:ascii="Times New Roman" w:hAnsi="Times New Roman"/>
          <w:sz w:val="24"/>
        </w:rPr>
        <w:t>kaudu.</w:t>
      </w:r>
      <w:r w:rsidR="00EC0B2D" w:rsidRPr="00EC0B2D">
        <w:rPr>
          <w:rFonts w:ascii="Times New Roman" w:hAnsi="Times New Roman"/>
          <w:sz w:val="24"/>
        </w:rPr>
        <w:t xml:space="preserve"> Õe töökoormust arvestatakse vastavalt igas tegevuskohas </w:t>
      </w:r>
      <w:r w:rsidR="006B52A9">
        <w:rPr>
          <w:rFonts w:ascii="Times New Roman" w:hAnsi="Times New Roman"/>
          <w:sz w:val="24"/>
        </w:rPr>
        <w:t>majandustegevuse registris</w:t>
      </w:r>
      <w:r w:rsidR="00EC0B2D" w:rsidRPr="00EC0B2D">
        <w:rPr>
          <w:rFonts w:ascii="Times New Roman" w:hAnsi="Times New Roman"/>
          <w:sz w:val="24"/>
        </w:rPr>
        <w:t xml:space="preserve"> registreeritud voodikohtade arvule. Selle alusel arvutatakse vajalik õdede töökoormus ja sõlmitakse vastav leping.</w:t>
      </w:r>
    </w:p>
    <w:p w14:paraId="4D77EBAB" w14:textId="77777777" w:rsidR="002954AD" w:rsidRPr="00F406C8" w:rsidRDefault="002954AD" w:rsidP="008E199B">
      <w:pPr>
        <w:rPr>
          <w:rFonts w:ascii="Times New Roman" w:hAnsi="Times New Roman"/>
          <w:sz w:val="24"/>
        </w:rPr>
      </w:pPr>
    </w:p>
    <w:bookmarkEnd w:id="4"/>
    <w:p w14:paraId="5F4C6117" w14:textId="29C1ECBE" w:rsidR="002954AD" w:rsidRPr="00F406C8" w:rsidRDefault="002954AD" w:rsidP="008E199B">
      <w:pPr>
        <w:rPr>
          <w:rFonts w:ascii="Times New Roman" w:hAnsi="Times New Roman"/>
          <w:sz w:val="24"/>
        </w:rPr>
      </w:pPr>
      <w:r w:rsidRPr="00F406C8">
        <w:rPr>
          <w:rFonts w:ascii="Times New Roman" w:hAnsi="Times New Roman"/>
          <w:b/>
          <w:bCs/>
          <w:sz w:val="24"/>
        </w:rPr>
        <w:t xml:space="preserve">Paragrahviga 2 </w:t>
      </w:r>
      <w:r w:rsidR="00F57DF2" w:rsidRPr="00F406C8">
        <w:rPr>
          <w:rFonts w:ascii="Times New Roman" w:hAnsi="Times New Roman"/>
          <w:b/>
          <w:bCs/>
          <w:sz w:val="24"/>
        </w:rPr>
        <w:t>muudetakse tervishoiuteenuste korraldamise seadust</w:t>
      </w:r>
      <w:r w:rsidR="00F57DF2" w:rsidRPr="00F406C8">
        <w:rPr>
          <w:rFonts w:ascii="Times New Roman" w:hAnsi="Times New Roman"/>
          <w:sz w:val="24"/>
        </w:rPr>
        <w:t xml:space="preserve"> (TTKS).</w:t>
      </w:r>
    </w:p>
    <w:p w14:paraId="730B3C49" w14:textId="77777777" w:rsidR="009C10CD" w:rsidRPr="00F406C8" w:rsidRDefault="009C10CD" w:rsidP="008E199B">
      <w:pPr>
        <w:rPr>
          <w:rFonts w:ascii="Times New Roman" w:hAnsi="Times New Roman"/>
          <w:sz w:val="24"/>
        </w:rPr>
      </w:pPr>
    </w:p>
    <w:p w14:paraId="140F61AE" w14:textId="7E07A152" w:rsidR="00F57DF2" w:rsidRDefault="00F57DF2" w:rsidP="008E199B">
      <w:pPr>
        <w:rPr>
          <w:rFonts w:ascii="Times New Roman" w:hAnsi="Times New Roman"/>
          <w:sz w:val="24"/>
        </w:rPr>
      </w:pPr>
      <w:r w:rsidRPr="005A4B48">
        <w:rPr>
          <w:rFonts w:ascii="Times New Roman" w:hAnsi="Times New Roman"/>
          <w:b/>
          <w:bCs/>
          <w:sz w:val="24"/>
        </w:rPr>
        <w:t>Punktiga 1</w:t>
      </w:r>
      <w:r w:rsidRPr="005A4B48">
        <w:rPr>
          <w:rFonts w:ascii="Times New Roman" w:hAnsi="Times New Roman"/>
          <w:sz w:val="24"/>
        </w:rPr>
        <w:t xml:space="preserve"> </w:t>
      </w:r>
      <w:r w:rsidR="00895379" w:rsidRPr="005A4B48">
        <w:rPr>
          <w:rFonts w:ascii="Times New Roman" w:hAnsi="Times New Roman"/>
          <w:sz w:val="24"/>
        </w:rPr>
        <w:t xml:space="preserve">muudetakse </w:t>
      </w:r>
      <w:r w:rsidRPr="005A4B48">
        <w:rPr>
          <w:rFonts w:ascii="Times New Roman" w:hAnsi="Times New Roman"/>
          <w:sz w:val="24"/>
        </w:rPr>
        <w:t xml:space="preserve">TTKS § 26 </w:t>
      </w:r>
      <w:r w:rsidRPr="00D73418">
        <w:rPr>
          <w:rFonts w:ascii="Times New Roman" w:hAnsi="Times New Roman"/>
          <w:sz w:val="24"/>
        </w:rPr>
        <w:t>lõi</w:t>
      </w:r>
      <w:r w:rsidR="0035143A" w:rsidRPr="00D73418">
        <w:rPr>
          <w:rFonts w:ascii="Times New Roman" w:hAnsi="Times New Roman"/>
          <w:sz w:val="24"/>
        </w:rPr>
        <w:t>k</w:t>
      </w:r>
      <w:r w:rsidRPr="00D73418">
        <w:rPr>
          <w:rFonts w:ascii="Times New Roman" w:hAnsi="Times New Roman"/>
          <w:sz w:val="24"/>
        </w:rPr>
        <w:t>e</w:t>
      </w:r>
      <w:r w:rsidRPr="005A4B48">
        <w:rPr>
          <w:rFonts w:ascii="Times New Roman" w:hAnsi="Times New Roman"/>
          <w:sz w:val="24"/>
        </w:rPr>
        <w:t xml:space="preserve"> 3 </w:t>
      </w:r>
      <w:r w:rsidR="00895379" w:rsidRPr="005A4B48">
        <w:rPr>
          <w:rFonts w:ascii="Times New Roman" w:hAnsi="Times New Roman"/>
          <w:sz w:val="24"/>
        </w:rPr>
        <w:t>sõnastust</w:t>
      </w:r>
      <w:r w:rsidR="00D824EA">
        <w:rPr>
          <w:rFonts w:ascii="Times New Roman" w:hAnsi="Times New Roman"/>
          <w:sz w:val="24"/>
        </w:rPr>
        <w:t xml:space="preserve"> ja </w:t>
      </w:r>
      <w:r w:rsidR="00E43B1C" w:rsidRPr="005A4B48">
        <w:rPr>
          <w:rFonts w:ascii="Times New Roman" w:hAnsi="Times New Roman"/>
          <w:color w:val="000000"/>
          <w:sz w:val="24"/>
        </w:rPr>
        <w:t>sätestatakse, et sõltumata isiku ravikindlustusega hõlmatusest</w:t>
      </w:r>
      <w:r w:rsidR="00A72972">
        <w:rPr>
          <w:rFonts w:ascii="Times New Roman" w:hAnsi="Times New Roman"/>
          <w:color w:val="000000"/>
          <w:sz w:val="24"/>
        </w:rPr>
        <w:t xml:space="preserve"> rahastatakse</w:t>
      </w:r>
      <w:r w:rsidR="00E43B1C" w:rsidRPr="005A4B48">
        <w:rPr>
          <w:rFonts w:ascii="Times New Roman" w:hAnsi="Times New Roman"/>
          <w:color w:val="000000"/>
          <w:sz w:val="24"/>
        </w:rPr>
        <w:t xml:space="preserve"> ööpäevaringse erihool</w:t>
      </w:r>
      <w:r w:rsidR="00D824EA">
        <w:rPr>
          <w:rFonts w:ascii="Times New Roman" w:hAnsi="Times New Roman"/>
          <w:color w:val="000000"/>
          <w:sz w:val="24"/>
        </w:rPr>
        <w:t>dus</w:t>
      </w:r>
      <w:r w:rsidR="00E43B1C" w:rsidRPr="005A4B48">
        <w:rPr>
          <w:rFonts w:ascii="Times New Roman" w:hAnsi="Times New Roman"/>
          <w:color w:val="000000"/>
          <w:sz w:val="24"/>
        </w:rPr>
        <w:t xml:space="preserve">teenuse osutamise käigus </w:t>
      </w:r>
      <w:r w:rsidR="00E43B1C" w:rsidRPr="00D73418">
        <w:rPr>
          <w:rFonts w:ascii="Times New Roman" w:hAnsi="Times New Roman"/>
          <w:color w:val="000000"/>
          <w:sz w:val="24"/>
        </w:rPr>
        <w:t>osutat</w:t>
      </w:r>
      <w:r w:rsidR="00BF79F7">
        <w:rPr>
          <w:rFonts w:ascii="Times New Roman" w:hAnsi="Times New Roman"/>
          <w:color w:val="000000"/>
          <w:sz w:val="24"/>
        </w:rPr>
        <w:t>ud</w:t>
      </w:r>
      <w:r w:rsidR="00E43B1C" w:rsidRPr="00D73418">
        <w:rPr>
          <w:rFonts w:ascii="Times New Roman" w:hAnsi="Times New Roman"/>
          <w:color w:val="000000"/>
          <w:sz w:val="24"/>
        </w:rPr>
        <w:t xml:space="preserve"> iseseisva</w:t>
      </w:r>
      <w:r w:rsidR="005925B5" w:rsidRPr="00D73418">
        <w:rPr>
          <w:rFonts w:ascii="Times New Roman" w:hAnsi="Times New Roman"/>
          <w:color w:val="000000"/>
          <w:sz w:val="24"/>
        </w:rPr>
        <w:t>t</w:t>
      </w:r>
      <w:r w:rsidR="00E43B1C" w:rsidRPr="005A4B48">
        <w:rPr>
          <w:rFonts w:ascii="Times New Roman" w:hAnsi="Times New Roman"/>
          <w:color w:val="000000"/>
          <w:sz w:val="24"/>
        </w:rPr>
        <w:t xml:space="preserve"> õendusabi </w:t>
      </w:r>
      <w:r w:rsidR="004E5D87">
        <w:rPr>
          <w:rFonts w:ascii="Times New Roman" w:hAnsi="Times New Roman"/>
          <w:color w:val="000000"/>
          <w:sz w:val="24"/>
        </w:rPr>
        <w:t xml:space="preserve">SKA asemel </w:t>
      </w:r>
      <w:r w:rsidR="00E43B1C" w:rsidRPr="005A4B48">
        <w:rPr>
          <w:rFonts w:ascii="Times New Roman" w:hAnsi="Times New Roman"/>
          <w:color w:val="000000"/>
          <w:sz w:val="24"/>
        </w:rPr>
        <w:t>Ter</w:t>
      </w:r>
      <w:r w:rsidR="004E5D87">
        <w:rPr>
          <w:rFonts w:ascii="Times New Roman" w:hAnsi="Times New Roman"/>
          <w:color w:val="000000"/>
          <w:sz w:val="24"/>
        </w:rPr>
        <w:t>K-i</w:t>
      </w:r>
      <w:r w:rsidR="00A72972">
        <w:rPr>
          <w:rFonts w:ascii="Times New Roman" w:hAnsi="Times New Roman"/>
          <w:color w:val="000000"/>
          <w:sz w:val="24"/>
        </w:rPr>
        <w:t xml:space="preserve"> kaudu</w:t>
      </w:r>
      <w:r w:rsidR="00E43B1C" w:rsidRPr="005A4B48">
        <w:rPr>
          <w:rFonts w:ascii="Times New Roman" w:hAnsi="Times New Roman"/>
          <w:color w:val="000000"/>
          <w:sz w:val="24"/>
        </w:rPr>
        <w:t>.</w:t>
      </w:r>
    </w:p>
    <w:p w14:paraId="2AA82831" w14:textId="77777777" w:rsidR="009C10CD" w:rsidRPr="00F406C8" w:rsidRDefault="009C10CD" w:rsidP="008E199B">
      <w:pPr>
        <w:rPr>
          <w:rFonts w:ascii="Times New Roman" w:hAnsi="Times New Roman"/>
          <w:sz w:val="24"/>
        </w:rPr>
      </w:pPr>
    </w:p>
    <w:p w14:paraId="778B0A7D" w14:textId="714FA294" w:rsidR="009E33FA" w:rsidRPr="00D73418" w:rsidRDefault="00086ED9" w:rsidP="008E199B">
      <w:pPr>
        <w:rPr>
          <w:rFonts w:ascii="Times New Roman" w:hAnsi="Times New Roman"/>
          <w:color w:val="000000" w:themeColor="text1"/>
          <w:sz w:val="24"/>
        </w:rPr>
      </w:pPr>
      <w:r>
        <w:rPr>
          <w:rFonts w:ascii="Times New Roman" w:hAnsi="Times New Roman"/>
          <w:color w:val="000000"/>
          <w:sz w:val="24"/>
        </w:rPr>
        <w:t xml:space="preserve">Eelnõu kohaselt võtab </w:t>
      </w:r>
      <w:r w:rsidR="00C663B1" w:rsidRPr="00D73418">
        <w:rPr>
          <w:rFonts w:ascii="Times New Roman" w:hAnsi="Times New Roman"/>
          <w:color w:val="000000"/>
          <w:sz w:val="24"/>
        </w:rPr>
        <w:t>TerK</w:t>
      </w:r>
      <w:r w:rsidR="00C663B1" w:rsidRPr="00846494">
        <w:rPr>
          <w:rFonts w:ascii="Times New Roman" w:hAnsi="Times New Roman"/>
          <w:color w:val="000000"/>
          <w:sz w:val="24"/>
        </w:rPr>
        <w:t xml:space="preserve"> </w:t>
      </w:r>
      <w:r w:rsidR="00980BD9" w:rsidRPr="00846494">
        <w:rPr>
          <w:rFonts w:ascii="Times New Roman" w:hAnsi="Times New Roman"/>
          <w:color w:val="000000"/>
          <w:sz w:val="24"/>
        </w:rPr>
        <w:t xml:space="preserve">1. </w:t>
      </w:r>
      <w:r w:rsidR="00980BD9" w:rsidRPr="005A4B48">
        <w:rPr>
          <w:rFonts w:ascii="Times New Roman" w:hAnsi="Times New Roman"/>
          <w:color w:val="000000"/>
          <w:sz w:val="24"/>
        </w:rPr>
        <w:t>jaanuar</w:t>
      </w:r>
      <w:r>
        <w:rPr>
          <w:rFonts w:ascii="Times New Roman" w:hAnsi="Times New Roman"/>
          <w:color w:val="000000"/>
          <w:sz w:val="24"/>
        </w:rPr>
        <w:t>ist</w:t>
      </w:r>
      <w:r w:rsidR="00980BD9" w:rsidRPr="00846494">
        <w:rPr>
          <w:rFonts w:ascii="Times New Roman" w:hAnsi="Times New Roman"/>
          <w:color w:val="000000"/>
          <w:sz w:val="24"/>
        </w:rPr>
        <w:t xml:space="preserve"> 2025</w:t>
      </w:r>
      <w:r>
        <w:rPr>
          <w:rFonts w:ascii="Times New Roman" w:hAnsi="Times New Roman"/>
          <w:color w:val="000000"/>
          <w:sz w:val="24"/>
        </w:rPr>
        <w:t xml:space="preserve">. </w:t>
      </w:r>
      <w:r w:rsidR="00D47878" w:rsidRPr="00D73418">
        <w:rPr>
          <w:rFonts w:ascii="Times New Roman" w:hAnsi="Times New Roman"/>
          <w:color w:val="000000"/>
          <w:sz w:val="24"/>
        </w:rPr>
        <w:t xml:space="preserve">a </w:t>
      </w:r>
      <w:r w:rsidR="00933143" w:rsidRPr="00D73418">
        <w:rPr>
          <w:rFonts w:ascii="Times New Roman" w:hAnsi="Times New Roman"/>
          <w:color w:val="000000"/>
          <w:sz w:val="24"/>
        </w:rPr>
        <w:t>SKA-lt</w:t>
      </w:r>
      <w:r w:rsidR="00980BD9" w:rsidRPr="00846494">
        <w:rPr>
          <w:rFonts w:ascii="Times New Roman" w:hAnsi="Times New Roman"/>
          <w:color w:val="000000"/>
          <w:sz w:val="24"/>
        </w:rPr>
        <w:t xml:space="preserve"> üle </w:t>
      </w:r>
      <w:r w:rsidR="006520CE">
        <w:rPr>
          <w:rFonts w:ascii="Times New Roman" w:hAnsi="Times New Roman"/>
          <w:color w:val="000000"/>
          <w:sz w:val="24"/>
        </w:rPr>
        <w:t>ööpäevaringse erihooldusteenuse</w:t>
      </w:r>
      <w:r w:rsidR="00647794">
        <w:rPr>
          <w:rFonts w:ascii="Times New Roman" w:hAnsi="Times New Roman"/>
          <w:color w:val="000000"/>
          <w:sz w:val="24"/>
        </w:rPr>
        <w:t xml:space="preserve"> osutamise</w:t>
      </w:r>
      <w:r w:rsidR="006520CE">
        <w:rPr>
          <w:rFonts w:ascii="Times New Roman" w:hAnsi="Times New Roman"/>
          <w:color w:val="000000"/>
          <w:sz w:val="24"/>
        </w:rPr>
        <w:t>l</w:t>
      </w:r>
      <w:r w:rsidR="00FE46C9">
        <w:rPr>
          <w:rFonts w:ascii="Times New Roman" w:hAnsi="Times New Roman"/>
          <w:color w:val="000000"/>
          <w:sz w:val="24"/>
        </w:rPr>
        <w:t xml:space="preserve"> </w:t>
      </w:r>
      <w:r w:rsidR="00647794">
        <w:rPr>
          <w:rFonts w:ascii="Times New Roman" w:hAnsi="Times New Roman"/>
          <w:color w:val="000000"/>
          <w:sz w:val="24"/>
        </w:rPr>
        <w:t xml:space="preserve">pakutava </w:t>
      </w:r>
      <w:r w:rsidR="00FE46C9">
        <w:rPr>
          <w:rFonts w:ascii="Times New Roman" w:hAnsi="Times New Roman"/>
          <w:color w:val="000000"/>
          <w:sz w:val="24"/>
        </w:rPr>
        <w:t>iseseisva</w:t>
      </w:r>
      <w:r w:rsidR="00980BD9" w:rsidRPr="005A4B48">
        <w:rPr>
          <w:rFonts w:ascii="Times New Roman" w:hAnsi="Times New Roman"/>
          <w:color w:val="000000"/>
          <w:sz w:val="24"/>
        </w:rPr>
        <w:t xml:space="preserve"> õendus</w:t>
      </w:r>
      <w:r w:rsidR="00FE46C9">
        <w:rPr>
          <w:rFonts w:ascii="Times New Roman" w:hAnsi="Times New Roman"/>
          <w:color w:val="000000"/>
          <w:sz w:val="24"/>
        </w:rPr>
        <w:t>abi</w:t>
      </w:r>
      <w:r w:rsidR="00980BD9" w:rsidRPr="005A4B48">
        <w:rPr>
          <w:rFonts w:ascii="Times New Roman" w:hAnsi="Times New Roman"/>
          <w:color w:val="000000"/>
          <w:sz w:val="24"/>
        </w:rPr>
        <w:t xml:space="preserve"> korraldami</w:t>
      </w:r>
      <w:r w:rsidR="006520CE">
        <w:rPr>
          <w:rFonts w:ascii="Times New Roman" w:hAnsi="Times New Roman"/>
          <w:color w:val="000000"/>
          <w:sz w:val="24"/>
        </w:rPr>
        <w:t>s</w:t>
      </w:r>
      <w:r w:rsidR="00980BD9" w:rsidRPr="005A4B48">
        <w:rPr>
          <w:rFonts w:ascii="Times New Roman" w:hAnsi="Times New Roman"/>
          <w:color w:val="000000"/>
          <w:sz w:val="24"/>
        </w:rPr>
        <w:t>e</w:t>
      </w:r>
      <w:r w:rsidR="006520CE">
        <w:rPr>
          <w:rFonts w:ascii="Times New Roman" w:hAnsi="Times New Roman"/>
          <w:color w:val="000000"/>
          <w:sz w:val="24"/>
        </w:rPr>
        <w:t xml:space="preserve"> ja rahastamise</w:t>
      </w:r>
      <w:r w:rsidR="009E33FA" w:rsidRPr="00846494">
        <w:rPr>
          <w:rFonts w:ascii="Times New Roman" w:hAnsi="Times New Roman"/>
          <w:color w:val="000000"/>
          <w:sz w:val="24"/>
        </w:rPr>
        <w:t xml:space="preserve">, mistõttu on vajalik muuta varem </w:t>
      </w:r>
      <w:r w:rsidR="00F42E49" w:rsidRPr="00D73418">
        <w:rPr>
          <w:rFonts w:ascii="Times New Roman" w:hAnsi="Times New Roman"/>
          <w:color w:val="000000"/>
          <w:sz w:val="24"/>
        </w:rPr>
        <w:t>SKA-l</w:t>
      </w:r>
      <w:r w:rsidR="009E33FA" w:rsidRPr="00846494">
        <w:rPr>
          <w:rFonts w:ascii="Times New Roman" w:hAnsi="Times New Roman"/>
          <w:color w:val="000000"/>
          <w:sz w:val="24"/>
        </w:rPr>
        <w:t xml:space="preserve"> olnud rahastaja rolli</w:t>
      </w:r>
      <w:r w:rsidR="009E33FA" w:rsidRPr="00D73418">
        <w:rPr>
          <w:rFonts w:ascii="Times New Roman" w:hAnsi="Times New Roman"/>
          <w:color w:val="000000"/>
          <w:sz w:val="24"/>
        </w:rPr>
        <w:t>.</w:t>
      </w:r>
      <w:r w:rsidR="009E33FA" w:rsidRPr="00846494">
        <w:rPr>
          <w:rFonts w:ascii="Times New Roman" w:hAnsi="Times New Roman"/>
          <w:color w:val="000000"/>
          <w:sz w:val="24"/>
        </w:rPr>
        <w:t xml:space="preserve"> </w:t>
      </w:r>
    </w:p>
    <w:p w14:paraId="5064F5D3" w14:textId="07344E90" w:rsidR="00980BD9" w:rsidRPr="00846494" w:rsidRDefault="009E33FA" w:rsidP="008E199B">
      <w:pPr>
        <w:rPr>
          <w:rFonts w:ascii="Times New Roman" w:hAnsi="Times New Roman"/>
          <w:b/>
          <w:bCs/>
          <w:sz w:val="24"/>
        </w:rPr>
      </w:pPr>
      <w:r w:rsidRPr="00846494">
        <w:rPr>
          <w:rFonts w:ascii="Times New Roman" w:hAnsi="Times New Roman"/>
          <w:color w:val="000000"/>
          <w:sz w:val="24"/>
        </w:rPr>
        <w:t xml:space="preserve"> </w:t>
      </w:r>
    </w:p>
    <w:p w14:paraId="375EAF20" w14:textId="5ECE4117" w:rsidR="00901149" w:rsidRDefault="00F57DF2" w:rsidP="008E199B">
      <w:pPr>
        <w:rPr>
          <w:rFonts w:ascii="Times New Roman" w:hAnsi="Times New Roman"/>
          <w:color w:val="000000"/>
          <w:sz w:val="24"/>
        </w:rPr>
      </w:pPr>
      <w:r w:rsidRPr="0D90AB75">
        <w:rPr>
          <w:rFonts w:ascii="Times New Roman" w:hAnsi="Times New Roman"/>
          <w:b/>
          <w:bCs/>
          <w:sz w:val="24"/>
        </w:rPr>
        <w:t>Punktiga 2</w:t>
      </w:r>
      <w:r w:rsidRPr="0D90AB75">
        <w:rPr>
          <w:rFonts w:ascii="Times New Roman" w:hAnsi="Times New Roman"/>
          <w:sz w:val="24"/>
        </w:rPr>
        <w:t xml:space="preserve"> </w:t>
      </w:r>
      <w:r w:rsidR="009E33FA" w:rsidRPr="0D90AB75">
        <w:rPr>
          <w:rFonts w:ascii="Times New Roman" w:hAnsi="Times New Roman"/>
          <w:sz w:val="24"/>
        </w:rPr>
        <w:t xml:space="preserve">muudetakse </w:t>
      </w:r>
      <w:r w:rsidRPr="0D90AB75">
        <w:rPr>
          <w:rFonts w:ascii="Times New Roman" w:hAnsi="Times New Roman"/>
          <w:sz w:val="24"/>
        </w:rPr>
        <w:t>TTKS § 52 lõi</w:t>
      </w:r>
      <w:r w:rsidR="00EF06A0" w:rsidRPr="0D90AB75">
        <w:rPr>
          <w:rFonts w:ascii="Times New Roman" w:hAnsi="Times New Roman"/>
          <w:sz w:val="24"/>
        </w:rPr>
        <w:t>k</w:t>
      </w:r>
      <w:r w:rsidRPr="0D90AB75">
        <w:rPr>
          <w:rFonts w:ascii="Times New Roman" w:hAnsi="Times New Roman"/>
          <w:sz w:val="24"/>
        </w:rPr>
        <w:t>e</w:t>
      </w:r>
      <w:r w:rsidRPr="0D90AB75">
        <w:rPr>
          <w:rStyle w:val="normaltextrun"/>
          <w:rFonts w:ascii="Times New Roman" w:hAnsi="Times New Roman"/>
          <w:color w:val="000000"/>
          <w:sz w:val="24"/>
          <w:shd w:val="clear" w:color="auto" w:fill="FFFFFF"/>
        </w:rPr>
        <w:t> 1</w:t>
      </w:r>
      <w:r w:rsidRPr="0D90AB75">
        <w:rPr>
          <w:rStyle w:val="normaltextrun"/>
          <w:rFonts w:ascii="Times New Roman" w:hAnsi="Times New Roman"/>
          <w:color w:val="000000"/>
          <w:sz w:val="24"/>
          <w:shd w:val="clear" w:color="auto" w:fill="FFFFFF"/>
          <w:vertAlign w:val="superscript"/>
        </w:rPr>
        <w:t xml:space="preserve">1 </w:t>
      </w:r>
      <w:r w:rsidR="00FE2A94" w:rsidRPr="0D90AB75">
        <w:rPr>
          <w:rStyle w:val="normaltextrun"/>
          <w:rFonts w:ascii="Times New Roman" w:hAnsi="Times New Roman"/>
          <w:color w:val="000000"/>
          <w:sz w:val="24"/>
          <w:shd w:val="clear" w:color="auto" w:fill="FFFFFF"/>
        </w:rPr>
        <w:t>sõnastust</w:t>
      </w:r>
      <w:r w:rsidRPr="0D90AB75">
        <w:rPr>
          <w:rStyle w:val="normaltextrun"/>
          <w:rFonts w:ascii="Times New Roman" w:hAnsi="Times New Roman"/>
          <w:color w:val="000000"/>
          <w:sz w:val="24"/>
          <w:shd w:val="clear" w:color="auto" w:fill="FFFFFF"/>
        </w:rPr>
        <w:t>.</w:t>
      </w:r>
      <w:r w:rsidR="00F7641C" w:rsidRPr="0D90AB75">
        <w:rPr>
          <w:rFonts w:ascii="Times New Roman" w:hAnsi="Times New Roman"/>
          <w:color w:val="000000"/>
          <w:sz w:val="24"/>
        </w:rPr>
        <w:t xml:space="preserve"> </w:t>
      </w:r>
      <w:r w:rsidR="008850BE" w:rsidRPr="0D90AB75">
        <w:rPr>
          <w:rFonts w:ascii="Times New Roman" w:hAnsi="Times New Roman"/>
          <w:color w:val="000000"/>
          <w:sz w:val="24"/>
        </w:rPr>
        <w:t>SHS-</w:t>
      </w:r>
      <w:r w:rsidR="00D62653" w:rsidRPr="0D90AB75">
        <w:rPr>
          <w:rFonts w:ascii="Times New Roman" w:hAnsi="Times New Roman"/>
          <w:color w:val="000000"/>
          <w:sz w:val="24"/>
        </w:rPr>
        <w:t>i</w:t>
      </w:r>
      <w:r w:rsidR="008850BE" w:rsidRPr="0D90AB75">
        <w:rPr>
          <w:rFonts w:ascii="Times New Roman" w:hAnsi="Times New Roman"/>
          <w:color w:val="000000"/>
          <w:sz w:val="24"/>
        </w:rPr>
        <w:t>s</w:t>
      </w:r>
      <w:r w:rsidR="00FE2A94" w:rsidRPr="0D90AB75">
        <w:rPr>
          <w:rFonts w:ascii="Times New Roman" w:hAnsi="Times New Roman"/>
          <w:color w:val="000000"/>
          <w:sz w:val="24"/>
        </w:rPr>
        <w:t xml:space="preserve"> sätestatud ööpäevaringse erihooldusteenuse osutamise käigus osutatud iseseisvat õendusabi rahastatakse tulevikus riigieelarvest Ter</w:t>
      </w:r>
      <w:r w:rsidR="00D62653" w:rsidRPr="0D90AB75">
        <w:rPr>
          <w:rFonts w:ascii="Times New Roman" w:hAnsi="Times New Roman"/>
          <w:color w:val="000000"/>
          <w:sz w:val="24"/>
        </w:rPr>
        <w:t>K-i</w:t>
      </w:r>
      <w:r w:rsidR="00FE2A94" w:rsidRPr="0D90AB75">
        <w:rPr>
          <w:rFonts w:ascii="Times New Roman" w:hAnsi="Times New Roman"/>
          <w:color w:val="000000"/>
          <w:sz w:val="24"/>
        </w:rPr>
        <w:t xml:space="preserve"> kaudu ja riigieelarves Ter</w:t>
      </w:r>
      <w:r w:rsidR="00D62653" w:rsidRPr="0D90AB75">
        <w:rPr>
          <w:rFonts w:ascii="Times New Roman" w:hAnsi="Times New Roman"/>
          <w:color w:val="000000"/>
          <w:sz w:val="24"/>
        </w:rPr>
        <w:t>K-i</w:t>
      </w:r>
      <w:r w:rsidR="00FE2A94" w:rsidRPr="0D90AB75">
        <w:rPr>
          <w:rFonts w:ascii="Times New Roman" w:hAnsi="Times New Roman"/>
          <w:color w:val="000000"/>
          <w:sz w:val="24"/>
        </w:rPr>
        <w:t xml:space="preserve"> eelarvesse ettenähtud vahenditest Ter</w:t>
      </w:r>
      <w:r w:rsidR="00D62653" w:rsidRPr="0D90AB75">
        <w:rPr>
          <w:rFonts w:ascii="Times New Roman" w:hAnsi="Times New Roman"/>
          <w:color w:val="000000"/>
          <w:sz w:val="24"/>
        </w:rPr>
        <w:t>K-i</w:t>
      </w:r>
      <w:r w:rsidR="00FE2A94" w:rsidRPr="0D90AB75">
        <w:rPr>
          <w:rFonts w:ascii="Times New Roman" w:hAnsi="Times New Roman"/>
          <w:color w:val="000000"/>
          <w:sz w:val="24"/>
        </w:rPr>
        <w:t xml:space="preserve"> tervishoiuteenuste loetelus sätestatud alustel</w:t>
      </w:r>
      <w:r w:rsidR="00197AA9" w:rsidRPr="0D90AB75">
        <w:rPr>
          <w:rFonts w:ascii="Times New Roman" w:hAnsi="Times New Roman"/>
          <w:color w:val="000000"/>
          <w:sz w:val="24"/>
        </w:rPr>
        <w:t xml:space="preserve">, </w:t>
      </w:r>
      <w:r w:rsidR="00FE2A94" w:rsidRPr="0D90AB75">
        <w:rPr>
          <w:rFonts w:ascii="Times New Roman" w:hAnsi="Times New Roman"/>
          <w:color w:val="000000"/>
          <w:sz w:val="24"/>
        </w:rPr>
        <w:t>tingimustel</w:t>
      </w:r>
      <w:r w:rsidR="00197AA9" w:rsidRPr="0D90AB75">
        <w:rPr>
          <w:rFonts w:ascii="Times New Roman" w:hAnsi="Times New Roman"/>
          <w:color w:val="000000"/>
          <w:sz w:val="24"/>
        </w:rPr>
        <w:t xml:space="preserve"> ja korras</w:t>
      </w:r>
      <w:r w:rsidR="00FE2A94" w:rsidRPr="0D90AB75">
        <w:rPr>
          <w:rFonts w:ascii="Times New Roman" w:hAnsi="Times New Roman"/>
          <w:color w:val="000000"/>
          <w:sz w:val="24"/>
        </w:rPr>
        <w:t>.</w:t>
      </w:r>
      <w:r w:rsidR="001F264F" w:rsidRPr="0D90AB75">
        <w:rPr>
          <w:rFonts w:ascii="Times New Roman" w:hAnsi="Times New Roman"/>
          <w:color w:val="000000"/>
          <w:sz w:val="24"/>
        </w:rPr>
        <w:t xml:space="preserve"> Kehtiva seaduse kohaselt rahastatakse </w:t>
      </w:r>
      <w:r w:rsidR="00197AA9" w:rsidRPr="0D90AB75">
        <w:rPr>
          <w:rFonts w:ascii="Times New Roman" w:hAnsi="Times New Roman"/>
          <w:color w:val="000000"/>
          <w:sz w:val="24"/>
        </w:rPr>
        <w:t xml:space="preserve">ööpäevaringse </w:t>
      </w:r>
      <w:r w:rsidR="00644A27" w:rsidRPr="0D90AB75">
        <w:rPr>
          <w:rFonts w:ascii="Times New Roman" w:hAnsi="Times New Roman"/>
          <w:color w:val="000000"/>
          <w:sz w:val="24"/>
        </w:rPr>
        <w:t xml:space="preserve">erihooldusteenuse </w:t>
      </w:r>
      <w:r w:rsidR="0000406D" w:rsidRPr="0D90AB75">
        <w:rPr>
          <w:rFonts w:ascii="Times New Roman" w:hAnsi="Times New Roman"/>
          <w:color w:val="000000"/>
          <w:sz w:val="24"/>
        </w:rPr>
        <w:t>(</w:t>
      </w:r>
      <w:r w:rsidR="00F0078A" w:rsidRPr="0D90AB75">
        <w:rPr>
          <w:rFonts w:ascii="Times New Roman" w:hAnsi="Times New Roman"/>
          <w:color w:val="000000"/>
          <w:sz w:val="24"/>
        </w:rPr>
        <w:t>ööpäevaringne erihool</w:t>
      </w:r>
      <w:r w:rsidR="00AF746F" w:rsidRPr="0D90AB75">
        <w:rPr>
          <w:rFonts w:ascii="Times New Roman" w:hAnsi="Times New Roman"/>
          <w:color w:val="000000"/>
          <w:sz w:val="24"/>
        </w:rPr>
        <w:t>dusteenus</w:t>
      </w:r>
      <w:r w:rsidR="00F0078A" w:rsidRPr="0D90AB75">
        <w:rPr>
          <w:rFonts w:ascii="Times New Roman" w:hAnsi="Times New Roman"/>
          <w:color w:val="000000"/>
          <w:sz w:val="24"/>
        </w:rPr>
        <w:t xml:space="preserve"> autismispekt</w:t>
      </w:r>
      <w:r w:rsidR="00254FED" w:rsidRPr="0D90AB75">
        <w:rPr>
          <w:rFonts w:ascii="Times New Roman" w:hAnsi="Times New Roman"/>
          <w:color w:val="000000"/>
          <w:sz w:val="24"/>
        </w:rPr>
        <w:t>r</w:t>
      </w:r>
      <w:r w:rsidR="00F0078A" w:rsidRPr="0D90AB75">
        <w:rPr>
          <w:rFonts w:ascii="Times New Roman" w:hAnsi="Times New Roman"/>
          <w:color w:val="000000"/>
          <w:sz w:val="24"/>
        </w:rPr>
        <w:t>i</w:t>
      </w:r>
      <w:r w:rsidR="00AF746F" w:rsidRPr="0D90AB75">
        <w:rPr>
          <w:rFonts w:ascii="Times New Roman" w:hAnsi="Times New Roman"/>
          <w:color w:val="000000"/>
          <w:sz w:val="24"/>
        </w:rPr>
        <w:t xml:space="preserve"> </w:t>
      </w:r>
      <w:r w:rsidR="00D37174" w:rsidRPr="0D90AB75">
        <w:rPr>
          <w:rFonts w:ascii="Times New Roman" w:hAnsi="Times New Roman"/>
          <w:color w:val="000000"/>
          <w:sz w:val="24"/>
        </w:rPr>
        <w:t>häirega inimesele, ööpäevaringne erihool</w:t>
      </w:r>
      <w:r w:rsidR="00C300EC" w:rsidRPr="0D90AB75">
        <w:rPr>
          <w:rFonts w:ascii="Times New Roman" w:hAnsi="Times New Roman"/>
          <w:color w:val="000000"/>
          <w:sz w:val="24"/>
        </w:rPr>
        <w:t>dusteenus</w:t>
      </w:r>
      <w:r w:rsidR="00D37174" w:rsidRPr="0D90AB75">
        <w:rPr>
          <w:rFonts w:ascii="Times New Roman" w:hAnsi="Times New Roman"/>
          <w:color w:val="000000"/>
          <w:sz w:val="24"/>
        </w:rPr>
        <w:t xml:space="preserve"> äärmusl</w:t>
      </w:r>
      <w:r w:rsidR="00254FED" w:rsidRPr="0D90AB75">
        <w:rPr>
          <w:rFonts w:ascii="Times New Roman" w:hAnsi="Times New Roman"/>
          <w:color w:val="000000"/>
          <w:sz w:val="24"/>
        </w:rPr>
        <w:t>i</w:t>
      </w:r>
      <w:r w:rsidR="00D37174" w:rsidRPr="0D90AB75">
        <w:rPr>
          <w:rFonts w:ascii="Times New Roman" w:hAnsi="Times New Roman"/>
          <w:color w:val="000000"/>
          <w:sz w:val="24"/>
        </w:rPr>
        <w:t xml:space="preserve">ku </w:t>
      </w:r>
      <w:r w:rsidR="00254FED" w:rsidRPr="0D90AB75">
        <w:rPr>
          <w:rFonts w:ascii="Times New Roman" w:hAnsi="Times New Roman"/>
          <w:color w:val="000000"/>
          <w:sz w:val="24"/>
        </w:rPr>
        <w:t>abi- ja toetusvajadusega inimes</w:t>
      </w:r>
      <w:r w:rsidR="00C300EC" w:rsidRPr="0D90AB75">
        <w:rPr>
          <w:rFonts w:ascii="Times New Roman" w:hAnsi="Times New Roman"/>
          <w:color w:val="000000"/>
          <w:sz w:val="24"/>
        </w:rPr>
        <w:t>ele,</w:t>
      </w:r>
      <w:r w:rsidR="00644A27" w:rsidRPr="0D90AB75">
        <w:rPr>
          <w:rFonts w:ascii="Times New Roman" w:hAnsi="Times New Roman"/>
          <w:color w:val="000000"/>
          <w:sz w:val="24"/>
        </w:rPr>
        <w:t xml:space="preserve"> </w:t>
      </w:r>
      <w:r w:rsidR="002E1279" w:rsidRPr="0D90AB75">
        <w:rPr>
          <w:rFonts w:ascii="Times New Roman" w:hAnsi="Times New Roman"/>
          <w:color w:val="000000"/>
          <w:sz w:val="24"/>
        </w:rPr>
        <w:t>ööpä</w:t>
      </w:r>
      <w:r w:rsidR="002C7802" w:rsidRPr="0D90AB75">
        <w:rPr>
          <w:rFonts w:ascii="Times New Roman" w:hAnsi="Times New Roman"/>
          <w:color w:val="000000"/>
          <w:sz w:val="24"/>
        </w:rPr>
        <w:t>e</w:t>
      </w:r>
      <w:r w:rsidR="00FD02CB" w:rsidRPr="0D90AB75">
        <w:rPr>
          <w:rFonts w:ascii="Times New Roman" w:hAnsi="Times New Roman"/>
          <w:color w:val="000000"/>
          <w:sz w:val="24"/>
        </w:rPr>
        <w:t>va</w:t>
      </w:r>
      <w:r w:rsidR="002E1279" w:rsidRPr="0D90AB75">
        <w:rPr>
          <w:rFonts w:ascii="Times New Roman" w:hAnsi="Times New Roman"/>
          <w:color w:val="000000"/>
          <w:sz w:val="24"/>
        </w:rPr>
        <w:t>ringne erihool</w:t>
      </w:r>
      <w:r w:rsidR="002C7802" w:rsidRPr="0D90AB75">
        <w:rPr>
          <w:rFonts w:ascii="Times New Roman" w:hAnsi="Times New Roman"/>
          <w:color w:val="000000"/>
          <w:sz w:val="24"/>
        </w:rPr>
        <w:t>dus</w:t>
      </w:r>
      <w:r w:rsidR="002E1279" w:rsidRPr="0D90AB75">
        <w:rPr>
          <w:rFonts w:ascii="Times New Roman" w:hAnsi="Times New Roman"/>
          <w:color w:val="000000"/>
          <w:sz w:val="24"/>
        </w:rPr>
        <w:t>t</w:t>
      </w:r>
      <w:r w:rsidR="002C7802" w:rsidRPr="0D90AB75">
        <w:rPr>
          <w:rFonts w:ascii="Times New Roman" w:hAnsi="Times New Roman"/>
          <w:color w:val="000000"/>
          <w:sz w:val="24"/>
        </w:rPr>
        <w:t>e</w:t>
      </w:r>
      <w:r w:rsidR="002E1279" w:rsidRPr="0D90AB75">
        <w:rPr>
          <w:rFonts w:ascii="Times New Roman" w:hAnsi="Times New Roman"/>
          <w:color w:val="000000"/>
          <w:sz w:val="24"/>
        </w:rPr>
        <w:t>enus ebastabiilise remissiooniga inimesele</w:t>
      </w:r>
      <w:r w:rsidR="00644A27" w:rsidRPr="0D90AB75">
        <w:rPr>
          <w:rFonts w:ascii="Times New Roman" w:hAnsi="Times New Roman"/>
          <w:color w:val="000000"/>
          <w:sz w:val="24"/>
        </w:rPr>
        <w:t xml:space="preserve"> </w:t>
      </w:r>
      <w:r w:rsidR="003E0B2A" w:rsidRPr="0D90AB75">
        <w:rPr>
          <w:rFonts w:ascii="Times New Roman" w:hAnsi="Times New Roman"/>
          <w:color w:val="000000"/>
          <w:sz w:val="24"/>
        </w:rPr>
        <w:t xml:space="preserve">ja </w:t>
      </w:r>
      <w:r w:rsidR="00C300EC" w:rsidRPr="0D90AB75">
        <w:rPr>
          <w:rFonts w:ascii="Times New Roman" w:hAnsi="Times New Roman"/>
          <w:color w:val="000000"/>
          <w:sz w:val="24"/>
        </w:rPr>
        <w:t xml:space="preserve">ööpäevaringne </w:t>
      </w:r>
      <w:r w:rsidR="003E0B2A" w:rsidRPr="0D90AB75">
        <w:rPr>
          <w:rFonts w:ascii="Times New Roman" w:hAnsi="Times New Roman"/>
          <w:color w:val="000000"/>
          <w:sz w:val="24"/>
        </w:rPr>
        <w:t>erihool</w:t>
      </w:r>
      <w:r w:rsidR="00C300EC" w:rsidRPr="0D90AB75">
        <w:rPr>
          <w:rFonts w:ascii="Times New Roman" w:hAnsi="Times New Roman"/>
          <w:color w:val="000000"/>
          <w:sz w:val="24"/>
        </w:rPr>
        <w:t>dusteenus</w:t>
      </w:r>
      <w:r w:rsidR="003E0B2A" w:rsidRPr="0D90AB75">
        <w:rPr>
          <w:rFonts w:ascii="Times New Roman" w:hAnsi="Times New Roman"/>
          <w:color w:val="000000"/>
          <w:sz w:val="24"/>
        </w:rPr>
        <w:t xml:space="preserve"> kohtumääruse</w:t>
      </w:r>
      <w:r w:rsidR="00C300EC" w:rsidRPr="0D90AB75">
        <w:rPr>
          <w:rFonts w:ascii="Times New Roman" w:hAnsi="Times New Roman"/>
          <w:color w:val="000000"/>
          <w:sz w:val="24"/>
        </w:rPr>
        <w:t>ga hoolekandeasutusse paigutatud inimesele</w:t>
      </w:r>
      <w:r w:rsidR="003E0B2A" w:rsidRPr="0D90AB75">
        <w:rPr>
          <w:rFonts w:ascii="Times New Roman" w:hAnsi="Times New Roman"/>
          <w:color w:val="000000"/>
          <w:sz w:val="24"/>
        </w:rPr>
        <w:t xml:space="preserve">) </w:t>
      </w:r>
      <w:r w:rsidR="00644A27" w:rsidRPr="0D90AB75">
        <w:rPr>
          <w:rFonts w:ascii="Times New Roman" w:hAnsi="Times New Roman"/>
          <w:color w:val="000000"/>
          <w:sz w:val="24"/>
        </w:rPr>
        <w:t>osutamise</w:t>
      </w:r>
      <w:r w:rsidR="00647794" w:rsidRPr="0D90AB75">
        <w:rPr>
          <w:rFonts w:ascii="Times New Roman" w:hAnsi="Times New Roman"/>
          <w:color w:val="000000"/>
          <w:sz w:val="24"/>
        </w:rPr>
        <w:t>l pakutavat</w:t>
      </w:r>
      <w:r w:rsidR="00644A27" w:rsidRPr="0D90AB75">
        <w:rPr>
          <w:rFonts w:ascii="Times New Roman" w:hAnsi="Times New Roman"/>
          <w:color w:val="000000"/>
          <w:sz w:val="24"/>
        </w:rPr>
        <w:t xml:space="preserve"> iseseisvat õendusabi SKA kaudu </w:t>
      </w:r>
      <w:r w:rsidR="000653E7" w:rsidRPr="0D90AB75">
        <w:rPr>
          <w:rFonts w:ascii="Times New Roman" w:hAnsi="Times New Roman"/>
          <w:color w:val="000000"/>
          <w:sz w:val="24"/>
        </w:rPr>
        <w:t>teenus</w:t>
      </w:r>
      <w:r w:rsidR="006A18C2" w:rsidRPr="0D90AB75">
        <w:rPr>
          <w:rFonts w:ascii="Times New Roman" w:hAnsi="Times New Roman"/>
          <w:color w:val="000000"/>
          <w:sz w:val="24"/>
        </w:rPr>
        <w:t>t</w:t>
      </w:r>
      <w:r w:rsidR="000653E7" w:rsidRPr="0D90AB75">
        <w:rPr>
          <w:rFonts w:ascii="Times New Roman" w:hAnsi="Times New Roman"/>
          <w:color w:val="000000"/>
          <w:sz w:val="24"/>
        </w:rPr>
        <w:t xml:space="preserve">e maksimaalse maksumuse hulgas. </w:t>
      </w:r>
    </w:p>
    <w:p w14:paraId="5C36EFBA" w14:textId="77777777" w:rsidR="00901149" w:rsidRDefault="00901149" w:rsidP="008E199B">
      <w:pPr>
        <w:rPr>
          <w:rFonts w:ascii="Times New Roman" w:hAnsi="Times New Roman"/>
          <w:color w:val="000000"/>
          <w:sz w:val="24"/>
        </w:rPr>
      </w:pPr>
    </w:p>
    <w:p w14:paraId="58DC7B92" w14:textId="5A9939FC" w:rsidR="00803DED" w:rsidRPr="00481657" w:rsidRDefault="00FB4063" w:rsidP="008E199B">
      <w:pPr>
        <w:rPr>
          <w:rFonts w:ascii="Times New Roman" w:hAnsi="Times New Roman"/>
          <w:color w:val="000000" w:themeColor="text1"/>
          <w:sz w:val="24"/>
        </w:rPr>
      </w:pPr>
      <w:r>
        <w:rPr>
          <w:rFonts w:ascii="Times New Roman" w:hAnsi="Times New Roman"/>
          <w:color w:val="000000"/>
          <w:sz w:val="24"/>
        </w:rPr>
        <w:t xml:space="preserve">Teenuste </w:t>
      </w:r>
      <w:r w:rsidR="004B378B">
        <w:rPr>
          <w:rFonts w:ascii="Times New Roman" w:hAnsi="Times New Roman"/>
          <w:color w:val="000000"/>
          <w:sz w:val="24"/>
        </w:rPr>
        <w:t xml:space="preserve">maksimaalse maksumuse </w:t>
      </w:r>
      <w:r w:rsidR="00660BB7">
        <w:rPr>
          <w:rFonts w:ascii="Times New Roman" w:hAnsi="Times New Roman"/>
          <w:color w:val="000000"/>
          <w:sz w:val="24"/>
        </w:rPr>
        <w:t xml:space="preserve">kehtestab SHS § </w:t>
      </w:r>
      <w:r w:rsidR="0096219B">
        <w:rPr>
          <w:rFonts w:ascii="Times New Roman" w:hAnsi="Times New Roman"/>
          <w:color w:val="000000"/>
          <w:sz w:val="24"/>
        </w:rPr>
        <w:t>72 l</w:t>
      </w:r>
      <w:r w:rsidR="00647794">
        <w:rPr>
          <w:rFonts w:ascii="Times New Roman" w:hAnsi="Times New Roman"/>
          <w:color w:val="000000"/>
          <w:sz w:val="24"/>
        </w:rPr>
        <w:t>õike</w:t>
      </w:r>
      <w:r w:rsidR="0096219B">
        <w:rPr>
          <w:rFonts w:ascii="Times New Roman" w:hAnsi="Times New Roman"/>
          <w:color w:val="000000"/>
          <w:sz w:val="24"/>
        </w:rPr>
        <w:t xml:space="preserve"> 5 punkti 1 alusel minister määrusega. </w:t>
      </w:r>
      <w:r w:rsidR="00346C98" w:rsidRPr="00D73418">
        <w:rPr>
          <w:rFonts w:ascii="Times New Roman" w:hAnsi="Times New Roman"/>
          <w:color w:val="000000"/>
          <w:sz w:val="24"/>
        </w:rPr>
        <w:t>S</w:t>
      </w:r>
      <w:r w:rsidR="00932B00" w:rsidRPr="00D73418">
        <w:rPr>
          <w:rFonts w:ascii="Times New Roman" w:hAnsi="Times New Roman"/>
          <w:color w:val="000000"/>
          <w:sz w:val="24"/>
        </w:rPr>
        <w:t>otsiaalkaitseministri</w:t>
      </w:r>
      <w:r w:rsidR="00346C98" w:rsidRPr="00D73418">
        <w:rPr>
          <w:rFonts w:ascii="Times New Roman" w:hAnsi="Times New Roman"/>
          <w:color w:val="000000"/>
          <w:sz w:val="24"/>
        </w:rPr>
        <w:t xml:space="preserve"> 21. </w:t>
      </w:r>
      <w:r w:rsidR="00BB1427" w:rsidRPr="00D73418">
        <w:rPr>
          <w:rFonts w:ascii="Times New Roman" w:hAnsi="Times New Roman"/>
          <w:color w:val="000000"/>
          <w:sz w:val="24"/>
        </w:rPr>
        <w:t>detsembri</w:t>
      </w:r>
      <w:r w:rsidR="00346C98" w:rsidRPr="00D73418">
        <w:rPr>
          <w:rFonts w:ascii="Times New Roman" w:hAnsi="Times New Roman"/>
          <w:color w:val="000000"/>
          <w:sz w:val="24"/>
        </w:rPr>
        <w:t xml:space="preserve"> 2015</w:t>
      </w:r>
      <w:r w:rsidR="00BB1427" w:rsidRPr="00D73418">
        <w:rPr>
          <w:rFonts w:ascii="Times New Roman" w:hAnsi="Times New Roman"/>
          <w:color w:val="000000"/>
          <w:sz w:val="24"/>
        </w:rPr>
        <w:t>. a määruse</w:t>
      </w:r>
      <w:r w:rsidR="00346C98" w:rsidRPr="00D73418">
        <w:rPr>
          <w:rFonts w:ascii="Times New Roman" w:hAnsi="Times New Roman"/>
          <w:color w:val="000000"/>
          <w:sz w:val="24"/>
        </w:rPr>
        <w:t xml:space="preserve"> nr </w:t>
      </w:r>
      <w:r w:rsidR="005F6779" w:rsidRPr="00D73418">
        <w:rPr>
          <w:rFonts w:ascii="Times New Roman" w:hAnsi="Times New Roman"/>
          <w:color w:val="000000"/>
          <w:sz w:val="24"/>
        </w:rPr>
        <w:t>65 „</w:t>
      </w:r>
      <w:hyperlink r:id="rId23" w:history="1">
        <w:r w:rsidR="005F6779" w:rsidRPr="00D73418">
          <w:rPr>
            <w:rStyle w:val="Hperlink"/>
            <w:rFonts w:ascii="Times New Roman" w:hAnsi="Times New Roman"/>
            <w:sz w:val="24"/>
          </w:rPr>
          <w:t>Erihoolekand</w:t>
        </w:r>
        <w:r w:rsidR="009C5E67" w:rsidRPr="00D73418">
          <w:rPr>
            <w:rStyle w:val="Hperlink"/>
            <w:rFonts w:ascii="Times New Roman" w:hAnsi="Times New Roman"/>
            <w:sz w:val="24"/>
          </w:rPr>
          <w:t>e</w:t>
        </w:r>
        <w:r w:rsidR="005F6779" w:rsidRPr="00D73418">
          <w:rPr>
            <w:rStyle w:val="Hperlink"/>
            <w:rFonts w:ascii="Times New Roman" w:hAnsi="Times New Roman"/>
            <w:sz w:val="24"/>
          </w:rPr>
          <w:t>teenuste rah</w:t>
        </w:r>
        <w:r w:rsidR="00954338" w:rsidRPr="00D73418">
          <w:rPr>
            <w:rStyle w:val="Hperlink"/>
            <w:rFonts w:ascii="Times New Roman" w:hAnsi="Times New Roman"/>
            <w:sz w:val="24"/>
          </w:rPr>
          <w:t>a</w:t>
        </w:r>
        <w:r w:rsidR="005F6779" w:rsidRPr="00D73418">
          <w:rPr>
            <w:rStyle w:val="Hperlink"/>
            <w:rFonts w:ascii="Times New Roman" w:hAnsi="Times New Roman"/>
            <w:sz w:val="24"/>
          </w:rPr>
          <w:t>stamine</w:t>
        </w:r>
      </w:hyperlink>
      <w:r w:rsidR="005F6779" w:rsidRPr="00D73418">
        <w:rPr>
          <w:rFonts w:ascii="Times New Roman" w:hAnsi="Times New Roman"/>
          <w:color w:val="000000"/>
          <w:sz w:val="24"/>
        </w:rPr>
        <w:t xml:space="preserve">“ </w:t>
      </w:r>
      <w:r w:rsidR="00BB1427" w:rsidRPr="00D73418">
        <w:rPr>
          <w:rFonts w:ascii="Times New Roman" w:hAnsi="Times New Roman"/>
          <w:color w:val="000000"/>
          <w:sz w:val="24"/>
        </w:rPr>
        <w:t>§</w:t>
      </w:r>
      <w:r w:rsidR="00C663B1">
        <w:rPr>
          <w:rFonts w:ascii="Times New Roman" w:hAnsi="Times New Roman"/>
          <w:color w:val="000000"/>
          <w:sz w:val="24"/>
        </w:rPr>
        <w:t> 2</w:t>
      </w:r>
      <w:r w:rsidR="00BB1427" w:rsidRPr="00D73418">
        <w:rPr>
          <w:rFonts w:ascii="Times New Roman" w:hAnsi="Times New Roman"/>
          <w:color w:val="000000"/>
          <w:sz w:val="24"/>
        </w:rPr>
        <w:t xml:space="preserve"> lõigetes 5–7 </w:t>
      </w:r>
      <w:r w:rsidR="005F6779" w:rsidRPr="00D73418">
        <w:rPr>
          <w:rFonts w:ascii="Times New Roman" w:hAnsi="Times New Roman"/>
          <w:color w:val="000000"/>
          <w:sz w:val="24"/>
        </w:rPr>
        <w:t xml:space="preserve">on kehtestatud </w:t>
      </w:r>
      <w:r w:rsidR="00BB1427" w:rsidRPr="00D73418">
        <w:rPr>
          <w:rFonts w:ascii="Times New Roman" w:hAnsi="Times New Roman"/>
          <w:color w:val="000000"/>
          <w:sz w:val="24"/>
        </w:rPr>
        <w:t xml:space="preserve">ööpäevaringse erihooldusteenuse </w:t>
      </w:r>
      <w:r w:rsidR="005F6779" w:rsidRPr="00D73418">
        <w:rPr>
          <w:rFonts w:ascii="Times New Roman" w:hAnsi="Times New Roman"/>
          <w:color w:val="000000"/>
          <w:sz w:val="24"/>
        </w:rPr>
        <w:t>maksimaalsed mak</w:t>
      </w:r>
      <w:r w:rsidR="00954338" w:rsidRPr="00D73418">
        <w:rPr>
          <w:rFonts w:ascii="Times New Roman" w:hAnsi="Times New Roman"/>
          <w:color w:val="000000"/>
          <w:sz w:val="24"/>
        </w:rPr>
        <w:t>sumused</w:t>
      </w:r>
      <w:r w:rsidR="000F06E7" w:rsidRPr="00D73418">
        <w:rPr>
          <w:rFonts w:ascii="Times New Roman" w:hAnsi="Times New Roman"/>
          <w:color w:val="000000"/>
          <w:sz w:val="24"/>
        </w:rPr>
        <w:t xml:space="preserve">, </w:t>
      </w:r>
      <w:r w:rsidR="0062021D" w:rsidRPr="00D73418">
        <w:rPr>
          <w:rFonts w:ascii="Times New Roman" w:hAnsi="Times New Roman"/>
          <w:color w:val="000000"/>
          <w:sz w:val="24"/>
        </w:rPr>
        <w:t>mis</w:t>
      </w:r>
      <w:r w:rsidR="000F06E7" w:rsidRPr="00D73418">
        <w:rPr>
          <w:rFonts w:ascii="Times New Roman" w:hAnsi="Times New Roman"/>
          <w:color w:val="000000"/>
          <w:sz w:val="24"/>
        </w:rPr>
        <w:t xml:space="preserve"> on </w:t>
      </w:r>
      <w:r w:rsidR="00BB1427" w:rsidRPr="00D73418">
        <w:rPr>
          <w:rFonts w:ascii="Times New Roman" w:hAnsi="Times New Roman"/>
          <w:color w:val="000000"/>
          <w:sz w:val="24"/>
        </w:rPr>
        <w:t>olenevalt teenus</w:t>
      </w:r>
      <w:r w:rsidR="00373BC0" w:rsidRPr="00D73418">
        <w:rPr>
          <w:rFonts w:ascii="Times New Roman" w:hAnsi="Times New Roman"/>
          <w:color w:val="000000"/>
          <w:sz w:val="24"/>
        </w:rPr>
        <w:t>est</w:t>
      </w:r>
      <w:r w:rsidR="00481657">
        <w:rPr>
          <w:rFonts w:ascii="Times New Roman" w:hAnsi="Times New Roman"/>
          <w:color w:val="000000"/>
          <w:sz w:val="24"/>
        </w:rPr>
        <w:t xml:space="preserve"> 2024.</w:t>
      </w:r>
      <w:r w:rsidR="00AC0984">
        <w:rPr>
          <w:rFonts w:ascii="Times New Roman" w:hAnsi="Times New Roman"/>
          <w:color w:val="000000"/>
          <w:sz w:val="24"/>
        </w:rPr>
        <w:t xml:space="preserve"> </w:t>
      </w:r>
      <w:r w:rsidR="00481657">
        <w:rPr>
          <w:rFonts w:ascii="Times New Roman" w:hAnsi="Times New Roman"/>
          <w:color w:val="000000"/>
          <w:sz w:val="24"/>
        </w:rPr>
        <w:t>a</w:t>
      </w:r>
      <w:r w:rsidR="00647794">
        <w:rPr>
          <w:rFonts w:ascii="Times New Roman" w:hAnsi="Times New Roman"/>
          <w:color w:val="000000"/>
          <w:sz w:val="24"/>
        </w:rPr>
        <w:t>astal</w:t>
      </w:r>
      <w:r w:rsidR="00373BC0" w:rsidRPr="00D73418">
        <w:rPr>
          <w:rFonts w:ascii="Times New Roman" w:hAnsi="Times New Roman"/>
          <w:color w:val="000000"/>
          <w:sz w:val="24"/>
        </w:rPr>
        <w:t xml:space="preserve"> </w:t>
      </w:r>
      <w:r w:rsidR="00BB1427" w:rsidRPr="00D73418">
        <w:rPr>
          <w:rFonts w:ascii="Times New Roman" w:hAnsi="Times New Roman"/>
          <w:color w:val="000000"/>
          <w:sz w:val="24"/>
        </w:rPr>
        <w:t xml:space="preserve">vahemikus </w:t>
      </w:r>
      <w:r w:rsidR="00647794">
        <w:rPr>
          <w:rFonts w:ascii="Times New Roman" w:hAnsi="Times New Roman"/>
          <w:color w:val="000000"/>
          <w:sz w:val="24"/>
        </w:rPr>
        <w:t>824–</w:t>
      </w:r>
      <w:r w:rsidR="00BB1427" w:rsidRPr="00D73418">
        <w:rPr>
          <w:rFonts w:ascii="Times New Roman" w:hAnsi="Times New Roman"/>
          <w:color w:val="000000"/>
          <w:sz w:val="24"/>
        </w:rPr>
        <w:t>5521 eurot kuus. Õendus</w:t>
      </w:r>
      <w:r w:rsidR="00647794">
        <w:rPr>
          <w:rFonts w:ascii="Times New Roman" w:hAnsi="Times New Roman"/>
          <w:color w:val="000000"/>
          <w:sz w:val="24"/>
        </w:rPr>
        <w:t>abi</w:t>
      </w:r>
      <w:r w:rsidR="00BB1427" w:rsidRPr="00D73418">
        <w:rPr>
          <w:rFonts w:ascii="Times New Roman" w:hAnsi="Times New Roman"/>
          <w:color w:val="000000"/>
          <w:sz w:val="24"/>
        </w:rPr>
        <w:t xml:space="preserve"> </w:t>
      </w:r>
      <w:r w:rsidR="00655949" w:rsidRPr="00D73418">
        <w:rPr>
          <w:rFonts w:ascii="Times New Roman" w:hAnsi="Times New Roman"/>
          <w:color w:val="000000"/>
          <w:sz w:val="24"/>
        </w:rPr>
        <w:t xml:space="preserve">korraldamise ja rahastamise </w:t>
      </w:r>
      <w:r w:rsidR="00BB1427" w:rsidRPr="00D73418">
        <w:rPr>
          <w:rFonts w:ascii="Times New Roman" w:hAnsi="Times New Roman"/>
          <w:color w:val="000000"/>
          <w:sz w:val="24"/>
        </w:rPr>
        <w:t>üleminekuga TerK-i väheneb</w:t>
      </w:r>
      <w:r w:rsidR="000F06E7" w:rsidRPr="00D73418">
        <w:rPr>
          <w:rFonts w:ascii="Times New Roman" w:hAnsi="Times New Roman"/>
          <w:color w:val="000000"/>
          <w:sz w:val="24"/>
        </w:rPr>
        <w:t xml:space="preserve"> </w:t>
      </w:r>
      <w:r w:rsidR="00343050" w:rsidRPr="00D73418">
        <w:rPr>
          <w:rFonts w:ascii="Times New Roman" w:hAnsi="Times New Roman"/>
          <w:color w:val="000000"/>
          <w:sz w:val="24"/>
        </w:rPr>
        <w:t xml:space="preserve">alates </w:t>
      </w:r>
      <w:r w:rsidR="00347B19" w:rsidRPr="00D73418">
        <w:rPr>
          <w:rFonts w:ascii="Times New Roman" w:hAnsi="Times New Roman"/>
          <w:color w:val="000000"/>
          <w:sz w:val="24"/>
        </w:rPr>
        <w:t>1. jaanuarist 2025</w:t>
      </w:r>
      <w:r w:rsidR="00E36AAC">
        <w:rPr>
          <w:rFonts w:ascii="Times New Roman" w:hAnsi="Times New Roman"/>
          <w:color w:val="000000"/>
          <w:sz w:val="24"/>
        </w:rPr>
        <w:t>. a</w:t>
      </w:r>
      <w:r w:rsidR="00347B19" w:rsidRPr="00D73418">
        <w:rPr>
          <w:rFonts w:ascii="Times New Roman" w:hAnsi="Times New Roman"/>
          <w:color w:val="000000"/>
          <w:sz w:val="24"/>
        </w:rPr>
        <w:t xml:space="preserve"> </w:t>
      </w:r>
      <w:r w:rsidR="00BB1427" w:rsidRPr="00D73418">
        <w:rPr>
          <w:rFonts w:ascii="Times New Roman" w:hAnsi="Times New Roman"/>
          <w:color w:val="000000"/>
          <w:sz w:val="24"/>
        </w:rPr>
        <w:t>maksimaalne maksumus õenduskomponendi võrra</w:t>
      </w:r>
      <w:r w:rsidR="00B70139">
        <w:rPr>
          <w:rFonts w:ascii="Times New Roman" w:hAnsi="Times New Roman"/>
          <w:color w:val="000000"/>
          <w:sz w:val="24"/>
        </w:rPr>
        <w:t xml:space="preserve"> (v.a ravimite manustamiskordadeks jaotamise kulu</w:t>
      </w:r>
      <w:r w:rsidR="00C24AB9">
        <w:rPr>
          <w:rFonts w:ascii="Times New Roman" w:hAnsi="Times New Roman"/>
          <w:color w:val="000000"/>
          <w:sz w:val="24"/>
        </w:rPr>
        <w:t>)</w:t>
      </w:r>
      <w:r w:rsidR="00BB1427" w:rsidRPr="00D73418">
        <w:rPr>
          <w:rFonts w:ascii="Times New Roman" w:hAnsi="Times New Roman"/>
          <w:color w:val="000000"/>
          <w:sz w:val="24"/>
        </w:rPr>
        <w:t>.</w:t>
      </w:r>
      <w:r w:rsidR="00347B19" w:rsidRPr="00D73418">
        <w:rPr>
          <w:rFonts w:ascii="Times New Roman" w:hAnsi="Times New Roman"/>
          <w:color w:val="000000"/>
          <w:sz w:val="24"/>
        </w:rPr>
        <w:t xml:space="preserve"> </w:t>
      </w:r>
    </w:p>
    <w:p w14:paraId="295A2847" w14:textId="77777777" w:rsidR="00624F4C" w:rsidRPr="00D73418" w:rsidRDefault="00624F4C" w:rsidP="008E199B">
      <w:pPr>
        <w:rPr>
          <w:rFonts w:ascii="Times New Roman" w:hAnsi="Times New Roman"/>
          <w:color w:val="000000"/>
          <w:sz w:val="24"/>
        </w:rPr>
      </w:pPr>
    </w:p>
    <w:p w14:paraId="5B3E9BF0" w14:textId="17F7B0FD" w:rsidR="000F06E7" w:rsidRPr="00D73418" w:rsidRDefault="00C0289D" w:rsidP="008E199B">
      <w:pPr>
        <w:rPr>
          <w:rFonts w:ascii="Times New Roman" w:hAnsi="Times New Roman"/>
          <w:color w:val="000000"/>
          <w:sz w:val="24"/>
        </w:rPr>
      </w:pPr>
      <w:r>
        <w:rPr>
          <w:rFonts w:ascii="Times New Roman" w:hAnsi="Times New Roman"/>
          <w:color w:val="000000"/>
          <w:sz w:val="24"/>
        </w:rPr>
        <w:t>T</w:t>
      </w:r>
      <w:r w:rsidR="00373BC0" w:rsidRPr="00D73418">
        <w:rPr>
          <w:rFonts w:ascii="Times New Roman" w:hAnsi="Times New Roman"/>
          <w:color w:val="000000"/>
          <w:sz w:val="24"/>
        </w:rPr>
        <w:t>abel</w:t>
      </w:r>
      <w:r w:rsidR="00B803B7" w:rsidRPr="00D73418">
        <w:rPr>
          <w:rFonts w:ascii="Times New Roman" w:hAnsi="Times New Roman"/>
          <w:color w:val="000000"/>
          <w:sz w:val="24"/>
        </w:rPr>
        <w:t>is</w:t>
      </w:r>
      <w:r w:rsidR="00373BC0" w:rsidRPr="00D73418">
        <w:rPr>
          <w:rFonts w:ascii="Times New Roman" w:hAnsi="Times New Roman"/>
          <w:color w:val="000000"/>
          <w:sz w:val="24"/>
        </w:rPr>
        <w:t xml:space="preserve"> </w:t>
      </w:r>
      <w:r>
        <w:rPr>
          <w:rFonts w:ascii="Times New Roman" w:hAnsi="Times New Roman"/>
          <w:color w:val="000000"/>
          <w:sz w:val="24"/>
        </w:rPr>
        <w:t>1</w:t>
      </w:r>
      <w:r w:rsidR="00373BC0" w:rsidRPr="00D73418">
        <w:rPr>
          <w:rFonts w:ascii="Times New Roman" w:hAnsi="Times New Roman"/>
          <w:color w:val="000000"/>
          <w:sz w:val="24"/>
        </w:rPr>
        <w:t xml:space="preserve"> on </w:t>
      </w:r>
      <w:r w:rsidR="001545FB" w:rsidRPr="00D73418">
        <w:rPr>
          <w:rFonts w:ascii="Times New Roman" w:hAnsi="Times New Roman"/>
          <w:color w:val="000000"/>
          <w:sz w:val="24"/>
        </w:rPr>
        <w:t xml:space="preserve">välja toodud </w:t>
      </w:r>
      <w:r w:rsidR="001545FB" w:rsidRPr="00D73418">
        <w:rPr>
          <w:rFonts w:ascii="Times New Roman" w:hAnsi="Times New Roman"/>
          <w:sz w:val="24"/>
        </w:rPr>
        <w:t>erihoolekandeteenuste praegu kehtivad ja alates 1.</w:t>
      </w:r>
      <w:r w:rsidR="00343050" w:rsidRPr="00D73418">
        <w:rPr>
          <w:rFonts w:ascii="Times New Roman" w:hAnsi="Times New Roman"/>
          <w:sz w:val="24"/>
        </w:rPr>
        <w:t xml:space="preserve"> jaanuar</w:t>
      </w:r>
      <w:r w:rsidR="00E36AAC">
        <w:rPr>
          <w:rFonts w:ascii="Times New Roman" w:hAnsi="Times New Roman"/>
          <w:sz w:val="24"/>
        </w:rPr>
        <w:t>ist</w:t>
      </w:r>
      <w:r w:rsidR="00343050" w:rsidRPr="00D73418">
        <w:rPr>
          <w:rFonts w:ascii="Times New Roman" w:hAnsi="Times New Roman"/>
          <w:sz w:val="24"/>
        </w:rPr>
        <w:t xml:space="preserve"> 2025</w:t>
      </w:r>
      <w:r w:rsidR="00E36AAC">
        <w:rPr>
          <w:rFonts w:ascii="Times New Roman" w:hAnsi="Times New Roman"/>
          <w:sz w:val="24"/>
        </w:rPr>
        <w:t>. a</w:t>
      </w:r>
      <w:r w:rsidR="00343050" w:rsidRPr="00D73418">
        <w:rPr>
          <w:rFonts w:ascii="Times New Roman" w:hAnsi="Times New Roman"/>
          <w:sz w:val="24"/>
        </w:rPr>
        <w:t xml:space="preserve"> </w:t>
      </w:r>
      <w:r w:rsidR="001545FB" w:rsidRPr="00D73418">
        <w:rPr>
          <w:rFonts w:ascii="Times New Roman" w:hAnsi="Times New Roman"/>
          <w:sz w:val="24"/>
        </w:rPr>
        <w:t>kehtivad maksimaalsed maksumused ühes kuus ning maksumuste muutus</w:t>
      </w:r>
      <w:r w:rsidR="00B803B7" w:rsidRPr="00D73418">
        <w:rPr>
          <w:rFonts w:ascii="Times New Roman" w:hAnsi="Times New Roman"/>
          <w:sz w:val="24"/>
        </w:rPr>
        <w:t>e vahe eurodes.</w:t>
      </w:r>
      <w:r w:rsidR="001545FB" w:rsidRPr="00D73418">
        <w:rPr>
          <w:rFonts w:ascii="Times New Roman" w:hAnsi="Times New Roman"/>
          <w:color w:val="000000"/>
          <w:sz w:val="24"/>
        </w:rPr>
        <w:t xml:space="preserve"> </w:t>
      </w:r>
    </w:p>
    <w:p w14:paraId="73AF862F" w14:textId="77777777" w:rsidR="000F06E7" w:rsidRPr="00D73418" w:rsidRDefault="000F06E7" w:rsidP="008E199B">
      <w:pPr>
        <w:rPr>
          <w:rFonts w:ascii="Times New Roman" w:hAnsi="Times New Roman"/>
          <w:color w:val="000000"/>
          <w:sz w:val="24"/>
        </w:rPr>
      </w:pPr>
    </w:p>
    <w:p w14:paraId="3E06D354" w14:textId="3093FF9E" w:rsidR="006E18EF" w:rsidRPr="00D73418" w:rsidRDefault="006E18EF" w:rsidP="008E199B">
      <w:pPr>
        <w:rPr>
          <w:rFonts w:ascii="Times New Roman" w:hAnsi="Times New Roman"/>
          <w:color w:val="000000"/>
          <w:sz w:val="24"/>
        </w:rPr>
      </w:pPr>
      <w:r>
        <w:rPr>
          <w:rFonts w:ascii="Times New Roman" w:hAnsi="Times New Roman"/>
          <w:color w:val="000000"/>
          <w:sz w:val="24"/>
        </w:rPr>
        <w:t xml:space="preserve">Tabel 1. </w:t>
      </w:r>
      <w:r w:rsidRPr="0082731E">
        <w:rPr>
          <w:rFonts w:ascii="Times New Roman" w:hAnsi="Times New Roman"/>
          <w:sz w:val="24"/>
        </w:rPr>
        <w:t>Erihoolekandeteenuste praegu kehtivad ja alates 01.01.2025 kehtivad maksimaalsed maksumused ühes kuus ning maksumuste muutus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127"/>
        <w:gridCol w:w="1842"/>
        <w:gridCol w:w="1985"/>
      </w:tblGrid>
      <w:tr w:rsidR="00AB1185" w:rsidRPr="00D73418" w14:paraId="67640EC4" w14:textId="77777777" w:rsidTr="001227A7">
        <w:trPr>
          <w:trHeight w:val="229"/>
          <w:tblHeader/>
        </w:trPr>
        <w:tc>
          <w:tcPr>
            <w:tcW w:w="3397" w:type="dxa"/>
          </w:tcPr>
          <w:p w14:paraId="25B9B42F" w14:textId="56CED827" w:rsidR="00AB1185" w:rsidRPr="00D73418" w:rsidRDefault="00870DEF" w:rsidP="00297E5B">
            <w:pPr>
              <w:rPr>
                <w:rFonts w:ascii="Times New Roman" w:hAnsi="Times New Roman"/>
                <w:b/>
              </w:rPr>
            </w:pPr>
            <w:r>
              <w:rPr>
                <w:rFonts w:ascii="Times New Roman" w:hAnsi="Times New Roman"/>
                <w:b/>
              </w:rPr>
              <w:t>Teenus</w:t>
            </w:r>
          </w:p>
        </w:tc>
        <w:tc>
          <w:tcPr>
            <w:tcW w:w="2127" w:type="dxa"/>
          </w:tcPr>
          <w:p w14:paraId="60422DCA" w14:textId="784E7CB3" w:rsidR="00AB1185" w:rsidRPr="00D73418" w:rsidRDefault="00AB1185" w:rsidP="00297E5B">
            <w:pPr>
              <w:rPr>
                <w:rFonts w:ascii="Times New Roman" w:hAnsi="Times New Roman"/>
                <w:b/>
              </w:rPr>
            </w:pPr>
            <w:r w:rsidRPr="00D73418">
              <w:rPr>
                <w:rFonts w:ascii="Times New Roman" w:hAnsi="Times New Roman"/>
                <w:b/>
              </w:rPr>
              <w:t>Teenuse maksimaalne maksumus kuni 31.12.202</w:t>
            </w:r>
            <w:r w:rsidR="00F71F6F" w:rsidRPr="00D73418">
              <w:rPr>
                <w:rFonts w:ascii="Times New Roman" w:hAnsi="Times New Roman"/>
                <w:b/>
              </w:rPr>
              <w:t>4</w:t>
            </w:r>
          </w:p>
        </w:tc>
        <w:tc>
          <w:tcPr>
            <w:tcW w:w="1842" w:type="dxa"/>
          </w:tcPr>
          <w:p w14:paraId="65E3797E" w14:textId="1EDE0B1A" w:rsidR="00AB1185" w:rsidRPr="00D73418" w:rsidRDefault="00AB1185" w:rsidP="00297E5B">
            <w:pPr>
              <w:rPr>
                <w:rFonts w:ascii="Times New Roman" w:hAnsi="Times New Roman"/>
                <w:b/>
              </w:rPr>
            </w:pPr>
            <w:r w:rsidRPr="00D73418">
              <w:rPr>
                <w:rFonts w:ascii="Times New Roman" w:hAnsi="Times New Roman"/>
                <w:b/>
              </w:rPr>
              <w:t>Teenuse maksimaalne maksumus alates 01.01.202</w:t>
            </w:r>
            <w:r w:rsidR="00F71F6F" w:rsidRPr="00D73418">
              <w:rPr>
                <w:rFonts w:ascii="Times New Roman" w:hAnsi="Times New Roman"/>
                <w:b/>
              </w:rPr>
              <w:t>5</w:t>
            </w:r>
          </w:p>
        </w:tc>
        <w:tc>
          <w:tcPr>
            <w:tcW w:w="1985" w:type="dxa"/>
          </w:tcPr>
          <w:p w14:paraId="62B8D22E" w14:textId="51FE2EAC" w:rsidR="00AB1185" w:rsidRPr="00D73418" w:rsidRDefault="00AB1185" w:rsidP="00297E5B">
            <w:pPr>
              <w:rPr>
                <w:rFonts w:ascii="Times New Roman" w:hAnsi="Times New Roman"/>
                <w:b/>
              </w:rPr>
            </w:pPr>
            <w:r w:rsidRPr="00D73418">
              <w:rPr>
                <w:rFonts w:ascii="Times New Roman" w:hAnsi="Times New Roman"/>
                <w:b/>
              </w:rPr>
              <w:t xml:space="preserve">Maksumuse </w:t>
            </w:r>
            <w:r w:rsidR="00F71F6F" w:rsidRPr="00D73418">
              <w:rPr>
                <w:rFonts w:ascii="Times New Roman" w:hAnsi="Times New Roman"/>
                <w:b/>
              </w:rPr>
              <w:t xml:space="preserve">muutus </w:t>
            </w:r>
            <w:r w:rsidRPr="00D73418">
              <w:rPr>
                <w:rFonts w:ascii="Times New Roman" w:hAnsi="Times New Roman"/>
                <w:b/>
              </w:rPr>
              <w:t xml:space="preserve">(praegu </w:t>
            </w:r>
            <w:r w:rsidRPr="00DC166E">
              <w:rPr>
                <w:rFonts w:ascii="Times New Roman" w:hAnsi="Times New Roman"/>
                <w:b/>
                <w:i/>
                <w:iCs/>
              </w:rPr>
              <w:t>vs</w:t>
            </w:r>
            <w:r w:rsidRPr="00D73418">
              <w:rPr>
                <w:rFonts w:ascii="Times New Roman" w:hAnsi="Times New Roman"/>
                <w:b/>
              </w:rPr>
              <w:t>. 01.01.202</w:t>
            </w:r>
            <w:r w:rsidR="00F71F6F" w:rsidRPr="00D73418">
              <w:rPr>
                <w:rFonts w:ascii="Times New Roman" w:hAnsi="Times New Roman"/>
                <w:b/>
              </w:rPr>
              <w:t>5</w:t>
            </w:r>
            <w:r w:rsidRPr="00D73418">
              <w:rPr>
                <w:rFonts w:ascii="Times New Roman" w:hAnsi="Times New Roman"/>
                <w:b/>
              </w:rPr>
              <w:t xml:space="preserve">), </w:t>
            </w:r>
            <w:r w:rsidR="00F71F6F" w:rsidRPr="00D73418">
              <w:rPr>
                <w:rFonts w:ascii="Times New Roman" w:hAnsi="Times New Roman"/>
                <w:b/>
              </w:rPr>
              <w:t>eurot</w:t>
            </w:r>
          </w:p>
        </w:tc>
      </w:tr>
      <w:tr w:rsidR="000F06E7" w:rsidRPr="00D73418" w14:paraId="49D4BBD7" w14:textId="77777777" w:rsidTr="00576E2F">
        <w:trPr>
          <w:trHeight w:val="229"/>
        </w:trPr>
        <w:tc>
          <w:tcPr>
            <w:tcW w:w="3397" w:type="dxa"/>
          </w:tcPr>
          <w:p w14:paraId="17A13AE9"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w:t>
            </w:r>
            <w:r w:rsidRPr="0000406D">
              <w:rPr>
                <w:rFonts w:ascii="Times New Roman" w:hAnsi="Times New Roman"/>
              </w:rPr>
              <w:t>erihooldus</w:t>
            </w:r>
            <w:r w:rsidRPr="00D73418">
              <w:rPr>
                <w:rFonts w:ascii="Times New Roman" w:hAnsi="Times New Roman"/>
              </w:rPr>
              <w:t xml:space="preserve">teenus </w:t>
            </w:r>
          </w:p>
        </w:tc>
        <w:tc>
          <w:tcPr>
            <w:tcW w:w="2127" w:type="dxa"/>
          </w:tcPr>
          <w:p w14:paraId="1F5DC4A7" w14:textId="7A07F08A" w:rsidR="000F06E7" w:rsidRPr="00D73418" w:rsidRDefault="00343050" w:rsidP="00576E2F">
            <w:pPr>
              <w:rPr>
                <w:rFonts w:ascii="Times New Roman" w:hAnsi="Times New Roman"/>
              </w:rPr>
            </w:pPr>
            <w:r w:rsidRPr="00D73418">
              <w:rPr>
                <w:rFonts w:ascii="Times New Roman" w:hAnsi="Times New Roman"/>
              </w:rPr>
              <w:t>824</w:t>
            </w:r>
          </w:p>
        </w:tc>
        <w:tc>
          <w:tcPr>
            <w:tcW w:w="1842" w:type="dxa"/>
          </w:tcPr>
          <w:p w14:paraId="117B9D84" w14:textId="09EF4F16" w:rsidR="000F06E7" w:rsidRPr="00D73418" w:rsidRDefault="004913DB" w:rsidP="00576E2F">
            <w:pPr>
              <w:rPr>
                <w:rFonts w:ascii="Times New Roman" w:hAnsi="Times New Roman"/>
              </w:rPr>
            </w:pPr>
            <w:r w:rsidRPr="00D73418">
              <w:rPr>
                <w:rFonts w:ascii="Times New Roman" w:hAnsi="Times New Roman"/>
              </w:rPr>
              <w:t>783</w:t>
            </w:r>
          </w:p>
          <w:p w14:paraId="6B4E037F" w14:textId="7B5A7B7C" w:rsidR="000F06E7" w:rsidRPr="00D73418" w:rsidRDefault="000F06E7" w:rsidP="00576E2F">
            <w:pPr>
              <w:rPr>
                <w:rFonts w:ascii="Times New Roman" w:hAnsi="Times New Roman"/>
              </w:rPr>
            </w:pPr>
          </w:p>
        </w:tc>
        <w:tc>
          <w:tcPr>
            <w:tcW w:w="1985" w:type="dxa"/>
          </w:tcPr>
          <w:p w14:paraId="2AE90E42" w14:textId="20C66E9B" w:rsidR="000F06E7"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4913DB" w:rsidRPr="002C294B">
              <w:rPr>
                <w:rFonts w:ascii="Times New Roman" w:hAnsi="Times New Roman"/>
              </w:rPr>
              <w:t>4</w:t>
            </w:r>
            <w:r w:rsidR="00572939" w:rsidRPr="002C294B">
              <w:rPr>
                <w:rFonts w:ascii="Times New Roman" w:hAnsi="Times New Roman"/>
              </w:rPr>
              <w:t>1</w:t>
            </w:r>
          </w:p>
        </w:tc>
      </w:tr>
      <w:tr w:rsidR="000F06E7" w:rsidRPr="00D73418" w14:paraId="0DE5239F" w14:textId="77777777" w:rsidTr="00576E2F">
        <w:trPr>
          <w:trHeight w:val="356"/>
        </w:trPr>
        <w:tc>
          <w:tcPr>
            <w:tcW w:w="3397" w:type="dxa"/>
          </w:tcPr>
          <w:p w14:paraId="0136F3FC"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erihooldusteenus (kuni 10 või 12 inimest üksuses) </w:t>
            </w:r>
          </w:p>
        </w:tc>
        <w:tc>
          <w:tcPr>
            <w:tcW w:w="2127" w:type="dxa"/>
          </w:tcPr>
          <w:p w14:paraId="343ACBF6" w14:textId="0DD14264" w:rsidR="000F06E7" w:rsidRPr="00D73418" w:rsidRDefault="00343050" w:rsidP="00576E2F">
            <w:pPr>
              <w:rPr>
                <w:rFonts w:ascii="Times New Roman" w:hAnsi="Times New Roman"/>
              </w:rPr>
            </w:pPr>
            <w:r w:rsidRPr="00D73418">
              <w:rPr>
                <w:rFonts w:ascii="Times New Roman" w:hAnsi="Times New Roman"/>
              </w:rPr>
              <w:t>926</w:t>
            </w:r>
          </w:p>
        </w:tc>
        <w:tc>
          <w:tcPr>
            <w:tcW w:w="1842" w:type="dxa"/>
          </w:tcPr>
          <w:p w14:paraId="4EAF65CC" w14:textId="7C2CDD1C" w:rsidR="000F06E7" w:rsidRPr="00D73418" w:rsidRDefault="004913DB" w:rsidP="00576E2F">
            <w:pPr>
              <w:rPr>
                <w:rFonts w:ascii="Times New Roman" w:hAnsi="Times New Roman"/>
              </w:rPr>
            </w:pPr>
            <w:r w:rsidRPr="00D73418">
              <w:rPr>
                <w:rFonts w:ascii="Times New Roman" w:hAnsi="Times New Roman"/>
              </w:rPr>
              <w:t>885</w:t>
            </w:r>
          </w:p>
        </w:tc>
        <w:tc>
          <w:tcPr>
            <w:tcW w:w="1985" w:type="dxa"/>
          </w:tcPr>
          <w:p w14:paraId="39E128C0" w14:textId="57006548" w:rsidR="000F06E7"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4913DB" w:rsidRPr="002C294B">
              <w:rPr>
                <w:rFonts w:ascii="Times New Roman" w:hAnsi="Times New Roman"/>
              </w:rPr>
              <w:t>4</w:t>
            </w:r>
            <w:r w:rsidR="00407C33" w:rsidRPr="002C294B">
              <w:rPr>
                <w:rFonts w:ascii="Times New Roman" w:hAnsi="Times New Roman"/>
              </w:rPr>
              <w:t>1</w:t>
            </w:r>
          </w:p>
        </w:tc>
      </w:tr>
      <w:tr w:rsidR="000F06E7" w:rsidRPr="00D73418" w14:paraId="460AA5C2" w14:textId="77777777" w:rsidTr="00576E2F">
        <w:trPr>
          <w:trHeight w:val="356"/>
        </w:trPr>
        <w:tc>
          <w:tcPr>
            <w:tcW w:w="3397" w:type="dxa"/>
          </w:tcPr>
          <w:p w14:paraId="2A944462"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erihooldusteenus (kuni 6 inimest üksuses) </w:t>
            </w:r>
          </w:p>
        </w:tc>
        <w:tc>
          <w:tcPr>
            <w:tcW w:w="2127" w:type="dxa"/>
          </w:tcPr>
          <w:p w14:paraId="1510313B" w14:textId="58E0DA3B" w:rsidR="000F06E7" w:rsidRPr="00D73418" w:rsidRDefault="00343050" w:rsidP="00576E2F">
            <w:pPr>
              <w:rPr>
                <w:rFonts w:ascii="Times New Roman" w:hAnsi="Times New Roman"/>
              </w:rPr>
            </w:pPr>
            <w:r w:rsidRPr="00D73418">
              <w:rPr>
                <w:rFonts w:ascii="Times New Roman" w:hAnsi="Times New Roman"/>
              </w:rPr>
              <w:t>992</w:t>
            </w:r>
          </w:p>
        </w:tc>
        <w:tc>
          <w:tcPr>
            <w:tcW w:w="1842" w:type="dxa"/>
          </w:tcPr>
          <w:p w14:paraId="293D5ECE" w14:textId="2F746F54" w:rsidR="000F06E7" w:rsidRPr="00D73418" w:rsidRDefault="00D37FDB" w:rsidP="00576E2F">
            <w:pPr>
              <w:rPr>
                <w:rFonts w:ascii="Times New Roman" w:hAnsi="Times New Roman"/>
              </w:rPr>
            </w:pPr>
            <w:r w:rsidRPr="00D73418">
              <w:rPr>
                <w:rFonts w:ascii="Times New Roman" w:hAnsi="Times New Roman"/>
              </w:rPr>
              <w:t>967</w:t>
            </w:r>
          </w:p>
        </w:tc>
        <w:tc>
          <w:tcPr>
            <w:tcW w:w="1985" w:type="dxa"/>
          </w:tcPr>
          <w:p w14:paraId="326ACB6B" w14:textId="4C323964" w:rsidR="000F06E7"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407C33" w:rsidRPr="002C294B">
              <w:rPr>
                <w:rFonts w:ascii="Times New Roman" w:hAnsi="Times New Roman"/>
              </w:rPr>
              <w:t>25</w:t>
            </w:r>
          </w:p>
        </w:tc>
      </w:tr>
      <w:tr w:rsidR="000F06E7" w:rsidRPr="00D73418" w14:paraId="693B6F71" w14:textId="77777777" w:rsidTr="00576E2F">
        <w:trPr>
          <w:trHeight w:val="609"/>
        </w:trPr>
        <w:tc>
          <w:tcPr>
            <w:tcW w:w="3397" w:type="dxa"/>
          </w:tcPr>
          <w:p w14:paraId="2185CDCF" w14:textId="77777777" w:rsidR="000F06E7" w:rsidRPr="00D73418" w:rsidRDefault="000F06E7" w:rsidP="00576E2F">
            <w:pPr>
              <w:jc w:val="left"/>
              <w:rPr>
                <w:rFonts w:ascii="Times New Roman" w:hAnsi="Times New Roman"/>
              </w:rPr>
            </w:pPr>
            <w:r w:rsidRPr="00D73418">
              <w:rPr>
                <w:rFonts w:ascii="Times New Roman" w:hAnsi="Times New Roman"/>
              </w:rPr>
              <w:lastRenderedPageBreak/>
              <w:t xml:space="preserve">Ööpäevaringne erihooldusteenus (pideva ja intensiivse äärmuslikult kahjustava käitumisega autistid) </w:t>
            </w:r>
          </w:p>
        </w:tc>
        <w:tc>
          <w:tcPr>
            <w:tcW w:w="2127" w:type="dxa"/>
          </w:tcPr>
          <w:p w14:paraId="253538DF" w14:textId="0CD5BCB6" w:rsidR="000F06E7" w:rsidRPr="00D73418" w:rsidRDefault="00343050" w:rsidP="00576E2F">
            <w:pPr>
              <w:rPr>
                <w:rFonts w:ascii="Times New Roman" w:hAnsi="Times New Roman"/>
              </w:rPr>
            </w:pPr>
            <w:r w:rsidRPr="00D73418">
              <w:rPr>
                <w:rFonts w:ascii="Times New Roman" w:hAnsi="Times New Roman"/>
              </w:rPr>
              <w:t>5521</w:t>
            </w:r>
            <w:r w:rsidR="000F06E7" w:rsidRPr="00D73418">
              <w:rPr>
                <w:rFonts w:ascii="Times New Roman" w:hAnsi="Times New Roman"/>
              </w:rPr>
              <w:t xml:space="preserve"> </w:t>
            </w:r>
          </w:p>
        </w:tc>
        <w:tc>
          <w:tcPr>
            <w:tcW w:w="1842" w:type="dxa"/>
          </w:tcPr>
          <w:p w14:paraId="05D37F1C" w14:textId="408D6BCE" w:rsidR="000F06E7" w:rsidRPr="00D73418" w:rsidRDefault="00D37FDB" w:rsidP="00576E2F">
            <w:pPr>
              <w:rPr>
                <w:rFonts w:ascii="Times New Roman" w:hAnsi="Times New Roman"/>
              </w:rPr>
            </w:pPr>
            <w:r w:rsidRPr="00D73418">
              <w:rPr>
                <w:rFonts w:ascii="Times New Roman" w:hAnsi="Times New Roman"/>
              </w:rPr>
              <w:t>545</w:t>
            </w:r>
            <w:r w:rsidR="00071BAC">
              <w:rPr>
                <w:rFonts w:ascii="Times New Roman" w:hAnsi="Times New Roman"/>
              </w:rPr>
              <w:t>8</w:t>
            </w:r>
          </w:p>
        </w:tc>
        <w:tc>
          <w:tcPr>
            <w:tcW w:w="1985" w:type="dxa"/>
          </w:tcPr>
          <w:p w14:paraId="1DBFFC36" w14:textId="147871C7" w:rsidR="000F06E7"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D37FDB" w:rsidRPr="002C294B">
              <w:rPr>
                <w:rFonts w:ascii="Times New Roman" w:hAnsi="Times New Roman"/>
              </w:rPr>
              <w:t>63</w:t>
            </w:r>
          </w:p>
        </w:tc>
      </w:tr>
      <w:tr w:rsidR="000F06E7" w:rsidRPr="00D73418" w14:paraId="116426D2" w14:textId="77777777" w:rsidTr="00576E2F">
        <w:trPr>
          <w:trHeight w:val="356"/>
        </w:trPr>
        <w:tc>
          <w:tcPr>
            <w:tcW w:w="3397" w:type="dxa"/>
          </w:tcPr>
          <w:p w14:paraId="282F3B5D"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erihooldusteenus äärmusliku abi- ja toetusvajadusega isikule </w:t>
            </w:r>
          </w:p>
        </w:tc>
        <w:tc>
          <w:tcPr>
            <w:tcW w:w="2127" w:type="dxa"/>
          </w:tcPr>
          <w:p w14:paraId="3705152F" w14:textId="0E7B2D5D" w:rsidR="000F06E7" w:rsidRPr="00D73418" w:rsidRDefault="00343050" w:rsidP="00576E2F">
            <w:pPr>
              <w:rPr>
                <w:rFonts w:ascii="Times New Roman" w:hAnsi="Times New Roman"/>
              </w:rPr>
            </w:pPr>
            <w:r w:rsidRPr="00D73418">
              <w:rPr>
                <w:rFonts w:ascii="Times New Roman" w:hAnsi="Times New Roman"/>
              </w:rPr>
              <w:t>1278</w:t>
            </w:r>
            <w:r w:rsidR="000F06E7" w:rsidRPr="00D73418">
              <w:rPr>
                <w:rFonts w:ascii="Times New Roman" w:hAnsi="Times New Roman"/>
              </w:rPr>
              <w:t xml:space="preserve"> </w:t>
            </w:r>
          </w:p>
        </w:tc>
        <w:tc>
          <w:tcPr>
            <w:tcW w:w="1842" w:type="dxa"/>
          </w:tcPr>
          <w:p w14:paraId="590A80F7" w14:textId="2F28E499" w:rsidR="000F06E7" w:rsidRPr="00D73418" w:rsidRDefault="00153B03" w:rsidP="00576E2F">
            <w:pPr>
              <w:rPr>
                <w:rFonts w:ascii="Times New Roman" w:hAnsi="Times New Roman"/>
              </w:rPr>
            </w:pPr>
            <w:r w:rsidRPr="00D73418">
              <w:rPr>
                <w:rFonts w:ascii="Times New Roman" w:hAnsi="Times New Roman"/>
              </w:rPr>
              <w:t>123</w:t>
            </w:r>
            <w:r w:rsidR="0044632F">
              <w:rPr>
                <w:rFonts w:ascii="Times New Roman" w:hAnsi="Times New Roman"/>
              </w:rPr>
              <w:t>7</w:t>
            </w:r>
          </w:p>
        </w:tc>
        <w:tc>
          <w:tcPr>
            <w:tcW w:w="1985" w:type="dxa"/>
          </w:tcPr>
          <w:p w14:paraId="03027C38" w14:textId="4B255E89" w:rsidR="000F06E7"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153B03" w:rsidRPr="002C294B">
              <w:rPr>
                <w:rFonts w:ascii="Times New Roman" w:hAnsi="Times New Roman"/>
              </w:rPr>
              <w:t>41</w:t>
            </w:r>
          </w:p>
        </w:tc>
      </w:tr>
      <w:tr w:rsidR="000F06E7" w:rsidRPr="00D73418" w14:paraId="709CD8CB" w14:textId="77777777" w:rsidTr="00474FAA">
        <w:trPr>
          <w:trHeight w:val="917"/>
        </w:trPr>
        <w:tc>
          <w:tcPr>
            <w:tcW w:w="3397" w:type="dxa"/>
          </w:tcPr>
          <w:p w14:paraId="4A31FBCA" w14:textId="52B32F5C" w:rsidR="000F06E7" w:rsidRPr="00D73418" w:rsidRDefault="000F06E7" w:rsidP="00576E2F">
            <w:pPr>
              <w:jc w:val="left"/>
              <w:rPr>
                <w:rFonts w:ascii="Times New Roman" w:hAnsi="Times New Roman"/>
              </w:rPr>
            </w:pPr>
            <w:r w:rsidRPr="00D73418">
              <w:rPr>
                <w:rFonts w:ascii="Times New Roman" w:hAnsi="Times New Roman"/>
              </w:rPr>
              <w:t>Ööpäevaringne erihooldusteenus äärmusliku</w:t>
            </w:r>
            <w:r w:rsidR="00A22159" w:rsidRPr="00D73418">
              <w:rPr>
                <w:rFonts w:ascii="Times New Roman" w:hAnsi="Times New Roman"/>
              </w:rPr>
              <w:t xml:space="preserve"> </w:t>
            </w:r>
            <w:r w:rsidR="00891077" w:rsidRPr="00D73418">
              <w:rPr>
                <w:rFonts w:ascii="Times New Roman" w:hAnsi="Times New Roman"/>
              </w:rPr>
              <w:t>abi- ja toetusvajadusega isikule (kuni 10 või 12 inimest üksuses)</w:t>
            </w:r>
            <w:r w:rsidRPr="00D73418">
              <w:rPr>
                <w:rFonts w:ascii="Times New Roman" w:hAnsi="Times New Roman"/>
              </w:rPr>
              <w:t xml:space="preserve"> </w:t>
            </w:r>
          </w:p>
        </w:tc>
        <w:tc>
          <w:tcPr>
            <w:tcW w:w="2127" w:type="dxa"/>
          </w:tcPr>
          <w:p w14:paraId="7A955962" w14:textId="7A4CEFFA" w:rsidR="000F06E7" w:rsidRPr="00D73418" w:rsidRDefault="00343050" w:rsidP="00474FAA">
            <w:pPr>
              <w:rPr>
                <w:rFonts w:ascii="Times New Roman" w:hAnsi="Times New Roman"/>
              </w:rPr>
            </w:pPr>
            <w:r w:rsidRPr="00D73418">
              <w:rPr>
                <w:rFonts w:ascii="Times New Roman" w:hAnsi="Times New Roman"/>
              </w:rPr>
              <w:t>1490</w:t>
            </w:r>
          </w:p>
        </w:tc>
        <w:tc>
          <w:tcPr>
            <w:tcW w:w="1842" w:type="dxa"/>
          </w:tcPr>
          <w:p w14:paraId="4E92FF1C" w14:textId="7693E5D3" w:rsidR="000F06E7" w:rsidRPr="00D73418" w:rsidRDefault="00153B03" w:rsidP="00474FAA">
            <w:pPr>
              <w:rPr>
                <w:rFonts w:ascii="Times New Roman" w:hAnsi="Times New Roman"/>
              </w:rPr>
            </w:pPr>
            <w:r w:rsidRPr="00D73418">
              <w:rPr>
                <w:rFonts w:ascii="Times New Roman" w:hAnsi="Times New Roman"/>
              </w:rPr>
              <w:t>144</w:t>
            </w:r>
            <w:r w:rsidR="00B228B4">
              <w:rPr>
                <w:rFonts w:ascii="Times New Roman" w:hAnsi="Times New Roman"/>
              </w:rPr>
              <w:t>2</w:t>
            </w:r>
          </w:p>
        </w:tc>
        <w:tc>
          <w:tcPr>
            <w:tcW w:w="1985" w:type="dxa"/>
          </w:tcPr>
          <w:p w14:paraId="7851AE69" w14:textId="21984046" w:rsidR="000F06E7"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153B03" w:rsidRPr="002C294B">
              <w:rPr>
                <w:rFonts w:ascii="Times New Roman" w:hAnsi="Times New Roman"/>
              </w:rPr>
              <w:t>48</w:t>
            </w:r>
          </w:p>
        </w:tc>
      </w:tr>
      <w:tr w:rsidR="00192A9A" w:rsidRPr="00D73418" w14:paraId="63501659" w14:textId="77777777" w:rsidTr="007B3F9B">
        <w:trPr>
          <w:trHeight w:val="917"/>
        </w:trPr>
        <w:tc>
          <w:tcPr>
            <w:tcW w:w="3397" w:type="dxa"/>
          </w:tcPr>
          <w:p w14:paraId="0B177131" w14:textId="5FBA1D61" w:rsidR="00192A9A" w:rsidRPr="00D73418" w:rsidRDefault="00162FFE" w:rsidP="00576E2F">
            <w:pPr>
              <w:jc w:val="left"/>
              <w:rPr>
                <w:rFonts w:ascii="Times New Roman" w:hAnsi="Times New Roman"/>
              </w:rPr>
            </w:pPr>
            <w:r w:rsidRPr="00D73418">
              <w:rPr>
                <w:rFonts w:ascii="Times New Roman" w:hAnsi="Times New Roman"/>
              </w:rPr>
              <w:t>Ööpäevaringne erihooldusteenus äärmusliku abi- ja toetusvajadusega isikule (kuni 6 inimest üksuses)</w:t>
            </w:r>
          </w:p>
        </w:tc>
        <w:tc>
          <w:tcPr>
            <w:tcW w:w="2127" w:type="dxa"/>
          </w:tcPr>
          <w:p w14:paraId="1D5E2790" w14:textId="03A76EC4" w:rsidR="00192A9A" w:rsidRPr="00D73418" w:rsidRDefault="00162FFE" w:rsidP="00474FAA">
            <w:pPr>
              <w:rPr>
                <w:rFonts w:ascii="Times New Roman" w:hAnsi="Times New Roman"/>
              </w:rPr>
            </w:pPr>
            <w:r w:rsidRPr="00D73418">
              <w:rPr>
                <w:rFonts w:ascii="Times New Roman" w:hAnsi="Times New Roman"/>
              </w:rPr>
              <w:t>16</w:t>
            </w:r>
            <w:r w:rsidR="00763A6E" w:rsidRPr="00D73418">
              <w:rPr>
                <w:rFonts w:ascii="Times New Roman" w:hAnsi="Times New Roman"/>
              </w:rPr>
              <w:t>48</w:t>
            </w:r>
          </w:p>
        </w:tc>
        <w:tc>
          <w:tcPr>
            <w:tcW w:w="1842" w:type="dxa"/>
          </w:tcPr>
          <w:p w14:paraId="40209315" w14:textId="0699AA36" w:rsidR="00192A9A" w:rsidRPr="00D73418" w:rsidRDefault="007E348C" w:rsidP="00474FAA">
            <w:pPr>
              <w:rPr>
                <w:rFonts w:ascii="Times New Roman" w:hAnsi="Times New Roman"/>
              </w:rPr>
            </w:pPr>
            <w:r w:rsidRPr="00D73418">
              <w:rPr>
                <w:rFonts w:ascii="Times New Roman" w:hAnsi="Times New Roman"/>
              </w:rPr>
              <w:t>1603</w:t>
            </w:r>
          </w:p>
        </w:tc>
        <w:tc>
          <w:tcPr>
            <w:tcW w:w="1985" w:type="dxa"/>
          </w:tcPr>
          <w:p w14:paraId="3CB76951" w14:textId="7286C04C" w:rsidR="00192A9A"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7E348C" w:rsidRPr="002C294B">
              <w:rPr>
                <w:rFonts w:ascii="Times New Roman" w:hAnsi="Times New Roman"/>
              </w:rPr>
              <w:t>4</w:t>
            </w:r>
            <w:r w:rsidR="00B228B4" w:rsidRPr="002C294B">
              <w:rPr>
                <w:rFonts w:ascii="Times New Roman" w:hAnsi="Times New Roman"/>
              </w:rPr>
              <w:t>5</w:t>
            </w:r>
          </w:p>
        </w:tc>
      </w:tr>
      <w:tr w:rsidR="00162FFE" w:rsidRPr="00D73418" w14:paraId="1B32BC9F" w14:textId="77777777" w:rsidTr="0082731E">
        <w:trPr>
          <w:trHeight w:val="533"/>
        </w:trPr>
        <w:tc>
          <w:tcPr>
            <w:tcW w:w="3397" w:type="dxa"/>
          </w:tcPr>
          <w:p w14:paraId="63B6F7D2" w14:textId="00B0CE68" w:rsidR="00162FFE" w:rsidRPr="00D73418" w:rsidRDefault="00763A6E" w:rsidP="00576E2F">
            <w:pPr>
              <w:jc w:val="left"/>
              <w:rPr>
                <w:rFonts w:ascii="Times New Roman" w:hAnsi="Times New Roman"/>
              </w:rPr>
            </w:pPr>
            <w:r w:rsidRPr="00D73418">
              <w:rPr>
                <w:rFonts w:ascii="Times New Roman" w:hAnsi="Times New Roman"/>
              </w:rPr>
              <w:t>Ööpäevaringne erihooldusteenus ebastabiilse remissiooniga isikule</w:t>
            </w:r>
          </w:p>
        </w:tc>
        <w:tc>
          <w:tcPr>
            <w:tcW w:w="2127" w:type="dxa"/>
          </w:tcPr>
          <w:p w14:paraId="7D4E0FE6" w14:textId="2ADB5C57" w:rsidR="00162FFE" w:rsidRPr="00D73418" w:rsidRDefault="00763A6E" w:rsidP="00474FAA">
            <w:pPr>
              <w:rPr>
                <w:rFonts w:ascii="Times New Roman" w:hAnsi="Times New Roman"/>
              </w:rPr>
            </w:pPr>
            <w:r w:rsidRPr="00D73418">
              <w:rPr>
                <w:rFonts w:ascii="Times New Roman" w:hAnsi="Times New Roman"/>
              </w:rPr>
              <w:t>1176</w:t>
            </w:r>
          </w:p>
        </w:tc>
        <w:tc>
          <w:tcPr>
            <w:tcW w:w="1842" w:type="dxa"/>
          </w:tcPr>
          <w:p w14:paraId="36C4D7E0" w14:textId="7FBD59D1" w:rsidR="00162FFE" w:rsidRPr="00D73418" w:rsidRDefault="007E348C" w:rsidP="00474FAA">
            <w:pPr>
              <w:rPr>
                <w:rFonts w:ascii="Times New Roman" w:hAnsi="Times New Roman"/>
              </w:rPr>
            </w:pPr>
            <w:r w:rsidRPr="00D73418">
              <w:rPr>
                <w:rFonts w:ascii="Times New Roman" w:hAnsi="Times New Roman"/>
              </w:rPr>
              <w:t>111</w:t>
            </w:r>
            <w:r w:rsidR="00C21BD4">
              <w:rPr>
                <w:rFonts w:ascii="Times New Roman" w:hAnsi="Times New Roman"/>
              </w:rPr>
              <w:t>7</w:t>
            </w:r>
          </w:p>
        </w:tc>
        <w:tc>
          <w:tcPr>
            <w:tcW w:w="1985" w:type="dxa"/>
          </w:tcPr>
          <w:p w14:paraId="389A86D0" w14:textId="7699EC15" w:rsidR="00162FFE"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7E348C" w:rsidRPr="002C294B">
              <w:rPr>
                <w:rFonts w:ascii="Times New Roman" w:hAnsi="Times New Roman"/>
              </w:rPr>
              <w:t>59</w:t>
            </w:r>
          </w:p>
        </w:tc>
      </w:tr>
      <w:tr w:rsidR="00763A6E" w:rsidRPr="00D73418" w14:paraId="3DFA6221" w14:textId="77777777" w:rsidTr="007B3F9B">
        <w:trPr>
          <w:trHeight w:val="917"/>
        </w:trPr>
        <w:tc>
          <w:tcPr>
            <w:tcW w:w="3397" w:type="dxa"/>
          </w:tcPr>
          <w:p w14:paraId="5B1021AB" w14:textId="6DB9C31F" w:rsidR="00763A6E" w:rsidRPr="00D73418" w:rsidRDefault="00763A6E" w:rsidP="00576E2F">
            <w:pPr>
              <w:jc w:val="left"/>
              <w:rPr>
                <w:rFonts w:ascii="Times New Roman" w:hAnsi="Times New Roman"/>
              </w:rPr>
            </w:pPr>
            <w:r w:rsidRPr="00D73418">
              <w:rPr>
                <w:rFonts w:ascii="Times New Roman" w:hAnsi="Times New Roman"/>
              </w:rPr>
              <w:t>Ööpäevaringne erihooldusteenus ebastabiilse remissiooniga isikule (kuni 10 või 12 inimest üksuses)</w:t>
            </w:r>
          </w:p>
        </w:tc>
        <w:tc>
          <w:tcPr>
            <w:tcW w:w="2127" w:type="dxa"/>
          </w:tcPr>
          <w:p w14:paraId="14E88FFD" w14:textId="16B30404" w:rsidR="00763A6E" w:rsidRPr="00D73418" w:rsidRDefault="006C4980" w:rsidP="00474FAA">
            <w:pPr>
              <w:rPr>
                <w:rFonts w:ascii="Times New Roman" w:hAnsi="Times New Roman"/>
              </w:rPr>
            </w:pPr>
            <w:r w:rsidRPr="00D73418">
              <w:rPr>
                <w:rFonts w:ascii="Times New Roman" w:hAnsi="Times New Roman"/>
              </w:rPr>
              <w:t>1305</w:t>
            </w:r>
          </w:p>
        </w:tc>
        <w:tc>
          <w:tcPr>
            <w:tcW w:w="1842" w:type="dxa"/>
          </w:tcPr>
          <w:p w14:paraId="38E8A1D8" w14:textId="0BF0EC27" w:rsidR="00763A6E" w:rsidRPr="00D73418" w:rsidRDefault="003B2C74" w:rsidP="00474FAA">
            <w:pPr>
              <w:rPr>
                <w:rFonts w:ascii="Times New Roman" w:hAnsi="Times New Roman"/>
              </w:rPr>
            </w:pPr>
            <w:r w:rsidRPr="00D73418">
              <w:rPr>
                <w:rFonts w:ascii="Times New Roman" w:hAnsi="Times New Roman"/>
              </w:rPr>
              <w:t>124</w:t>
            </w:r>
            <w:r w:rsidR="00C21BD4">
              <w:rPr>
                <w:rFonts w:ascii="Times New Roman" w:hAnsi="Times New Roman"/>
              </w:rPr>
              <w:t>9</w:t>
            </w:r>
          </w:p>
        </w:tc>
        <w:tc>
          <w:tcPr>
            <w:tcW w:w="1985" w:type="dxa"/>
          </w:tcPr>
          <w:p w14:paraId="4F95B981" w14:textId="770C5503" w:rsidR="00763A6E"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3B2C74" w:rsidRPr="002C294B">
              <w:rPr>
                <w:rFonts w:ascii="Times New Roman" w:hAnsi="Times New Roman"/>
              </w:rPr>
              <w:t>56</w:t>
            </w:r>
          </w:p>
        </w:tc>
      </w:tr>
      <w:tr w:rsidR="00763A6E" w:rsidRPr="00D73418" w14:paraId="238A71F0" w14:textId="77777777" w:rsidTr="007B3F9B">
        <w:trPr>
          <w:trHeight w:val="917"/>
        </w:trPr>
        <w:tc>
          <w:tcPr>
            <w:tcW w:w="3397" w:type="dxa"/>
          </w:tcPr>
          <w:p w14:paraId="33047F7D" w14:textId="05A4BC13" w:rsidR="00763A6E" w:rsidRPr="00D73418" w:rsidRDefault="006C4980" w:rsidP="00576E2F">
            <w:pPr>
              <w:jc w:val="left"/>
              <w:rPr>
                <w:rFonts w:ascii="Times New Roman" w:hAnsi="Times New Roman"/>
              </w:rPr>
            </w:pPr>
            <w:r w:rsidRPr="00D73418">
              <w:rPr>
                <w:rFonts w:ascii="Times New Roman" w:hAnsi="Times New Roman"/>
              </w:rPr>
              <w:t>Ööpäevaringne erihooldusteenus ebastabiilse remissiooniga isikule (kuni 6 inimest üksuses)</w:t>
            </w:r>
          </w:p>
        </w:tc>
        <w:tc>
          <w:tcPr>
            <w:tcW w:w="2127" w:type="dxa"/>
          </w:tcPr>
          <w:p w14:paraId="4E9B9F86" w14:textId="70B8D1BA" w:rsidR="00763A6E" w:rsidRPr="00D73418" w:rsidRDefault="006C4980" w:rsidP="00474FAA">
            <w:pPr>
              <w:rPr>
                <w:rFonts w:ascii="Times New Roman" w:hAnsi="Times New Roman"/>
              </w:rPr>
            </w:pPr>
            <w:r w:rsidRPr="00D73418">
              <w:rPr>
                <w:rFonts w:ascii="Times New Roman" w:hAnsi="Times New Roman"/>
              </w:rPr>
              <w:t>1461</w:t>
            </w:r>
          </w:p>
        </w:tc>
        <w:tc>
          <w:tcPr>
            <w:tcW w:w="1842" w:type="dxa"/>
          </w:tcPr>
          <w:p w14:paraId="4343AB99" w14:textId="0408F532" w:rsidR="00763A6E" w:rsidRPr="00D73418" w:rsidRDefault="003B2C74" w:rsidP="00474FAA">
            <w:pPr>
              <w:rPr>
                <w:rFonts w:ascii="Times New Roman" w:hAnsi="Times New Roman"/>
              </w:rPr>
            </w:pPr>
            <w:r w:rsidRPr="00D73418">
              <w:rPr>
                <w:rFonts w:ascii="Times New Roman" w:hAnsi="Times New Roman"/>
              </w:rPr>
              <w:t>1407</w:t>
            </w:r>
          </w:p>
        </w:tc>
        <w:tc>
          <w:tcPr>
            <w:tcW w:w="1985" w:type="dxa"/>
          </w:tcPr>
          <w:p w14:paraId="161AF735" w14:textId="2C7E9260" w:rsidR="00763A6E"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3B2C74" w:rsidRPr="002C294B">
              <w:rPr>
                <w:rFonts w:ascii="Times New Roman" w:hAnsi="Times New Roman"/>
              </w:rPr>
              <w:t>5</w:t>
            </w:r>
            <w:r w:rsidR="001C4132" w:rsidRPr="002C294B">
              <w:rPr>
                <w:rFonts w:ascii="Times New Roman" w:hAnsi="Times New Roman"/>
              </w:rPr>
              <w:t>4</w:t>
            </w:r>
          </w:p>
        </w:tc>
      </w:tr>
      <w:tr w:rsidR="006C4980" w:rsidRPr="00D73418" w14:paraId="7B9833C7" w14:textId="77777777" w:rsidTr="007B3F9B">
        <w:trPr>
          <w:trHeight w:val="917"/>
        </w:trPr>
        <w:tc>
          <w:tcPr>
            <w:tcW w:w="3397" w:type="dxa"/>
          </w:tcPr>
          <w:p w14:paraId="551FCD0D" w14:textId="7B6D76AF" w:rsidR="006C4980" w:rsidRPr="00D73418" w:rsidRDefault="006C4980" w:rsidP="00576E2F">
            <w:pPr>
              <w:jc w:val="left"/>
              <w:rPr>
                <w:rFonts w:ascii="Times New Roman" w:hAnsi="Times New Roman"/>
              </w:rPr>
            </w:pPr>
            <w:r w:rsidRPr="00D73418">
              <w:rPr>
                <w:rFonts w:ascii="Times New Roman" w:hAnsi="Times New Roman"/>
              </w:rPr>
              <w:t>Ööpäevaringne erihooldusteenus kohtumäärusega hoolekandeasutusse paigutatud isikule</w:t>
            </w:r>
          </w:p>
        </w:tc>
        <w:tc>
          <w:tcPr>
            <w:tcW w:w="2127" w:type="dxa"/>
          </w:tcPr>
          <w:p w14:paraId="400A4A22" w14:textId="0A228B58" w:rsidR="006C4980" w:rsidRPr="00D73418" w:rsidRDefault="006C4980" w:rsidP="00474FAA">
            <w:pPr>
              <w:rPr>
                <w:rFonts w:ascii="Times New Roman" w:hAnsi="Times New Roman"/>
              </w:rPr>
            </w:pPr>
            <w:r w:rsidRPr="00D73418">
              <w:rPr>
                <w:rFonts w:ascii="Times New Roman" w:hAnsi="Times New Roman"/>
              </w:rPr>
              <w:t>2553</w:t>
            </w:r>
          </w:p>
        </w:tc>
        <w:tc>
          <w:tcPr>
            <w:tcW w:w="1842" w:type="dxa"/>
          </w:tcPr>
          <w:p w14:paraId="65CACF18" w14:textId="3CF382CF" w:rsidR="006C4980" w:rsidRPr="00D73418" w:rsidRDefault="00222EAF" w:rsidP="00474FAA">
            <w:pPr>
              <w:rPr>
                <w:rFonts w:ascii="Times New Roman" w:hAnsi="Times New Roman"/>
              </w:rPr>
            </w:pPr>
            <w:r w:rsidRPr="00D73418">
              <w:rPr>
                <w:rFonts w:ascii="Times New Roman" w:hAnsi="Times New Roman"/>
              </w:rPr>
              <w:t>2404</w:t>
            </w:r>
          </w:p>
        </w:tc>
        <w:tc>
          <w:tcPr>
            <w:tcW w:w="1985" w:type="dxa"/>
          </w:tcPr>
          <w:p w14:paraId="3077B645" w14:textId="1D503170" w:rsidR="006C4980" w:rsidRPr="002C294B" w:rsidRDefault="002C294B" w:rsidP="002C294B">
            <w:pPr>
              <w:rPr>
                <w:rFonts w:ascii="Times New Roman" w:hAnsi="Times New Roman"/>
              </w:rPr>
            </w:pPr>
            <w:r w:rsidRPr="002C294B">
              <w:rPr>
                <w:rFonts w:ascii="Times New Roman" w:hAnsi="Times New Roman"/>
              </w:rPr>
              <w:t>-</w:t>
            </w:r>
            <w:r>
              <w:rPr>
                <w:rFonts w:ascii="Times New Roman" w:hAnsi="Times New Roman"/>
              </w:rPr>
              <w:t xml:space="preserve"> </w:t>
            </w:r>
            <w:r w:rsidR="00222EAF" w:rsidRPr="002C294B">
              <w:rPr>
                <w:rFonts w:ascii="Times New Roman" w:hAnsi="Times New Roman"/>
              </w:rPr>
              <w:t>149</w:t>
            </w:r>
          </w:p>
        </w:tc>
      </w:tr>
    </w:tbl>
    <w:p w14:paraId="7DD756BE" w14:textId="77777777" w:rsidR="004F33AA" w:rsidRDefault="004F33AA" w:rsidP="004F33AA">
      <w:pPr>
        <w:rPr>
          <w:rFonts w:ascii="Times New Roman" w:hAnsi="Times New Roman"/>
          <w:color w:val="000000" w:themeColor="text1"/>
          <w:sz w:val="24"/>
        </w:rPr>
      </w:pPr>
    </w:p>
    <w:p w14:paraId="3DA52809" w14:textId="401EEF83" w:rsidR="00671CDA" w:rsidRPr="002D76E2" w:rsidRDefault="003F5B34" w:rsidP="004F33AA">
      <w:pPr>
        <w:rPr>
          <w:rFonts w:ascii="Times New Roman" w:hAnsi="Times New Roman"/>
          <w:b/>
          <w:color w:val="000000" w:themeColor="text1"/>
          <w:sz w:val="24"/>
        </w:rPr>
      </w:pPr>
      <w:r w:rsidRPr="00DC7315">
        <w:rPr>
          <w:rFonts w:ascii="Times New Roman" w:hAnsi="Times New Roman"/>
          <w:color w:val="000000" w:themeColor="text1"/>
          <w:sz w:val="24"/>
        </w:rPr>
        <w:t xml:space="preserve">Lisaks tehakse </w:t>
      </w:r>
      <w:r w:rsidR="006B501A" w:rsidRPr="00DC7315">
        <w:rPr>
          <w:rFonts w:ascii="Times New Roman" w:hAnsi="Times New Roman"/>
          <w:color w:val="000000" w:themeColor="text1"/>
          <w:sz w:val="24"/>
        </w:rPr>
        <w:t>viidatud</w:t>
      </w:r>
      <w:r w:rsidRPr="00DC7315">
        <w:rPr>
          <w:rFonts w:ascii="Times New Roman" w:hAnsi="Times New Roman"/>
          <w:color w:val="000000" w:themeColor="text1"/>
          <w:sz w:val="24"/>
        </w:rPr>
        <w:t xml:space="preserve"> </w:t>
      </w:r>
      <w:r w:rsidR="00C03F95" w:rsidRPr="00DC7315">
        <w:rPr>
          <w:rFonts w:ascii="Times New Roman" w:hAnsi="Times New Roman"/>
          <w:color w:val="000000" w:themeColor="text1"/>
          <w:sz w:val="24"/>
        </w:rPr>
        <w:t>s</w:t>
      </w:r>
      <w:r w:rsidRPr="00DC7315">
        <w:rPr>
          <w:rFonts w:ascii="Times New Roman" w:hAnsi="Times New Roman"/>
          <w:color w:val="000000" w:themeColor="text1"/>
          <w:sz w:val="24"/>
        </w:rPr>
        <w:t>otsiaalkaitseministri määruses muudatused</w:t>
      </w:r>
      <w:r w:rsidR="00DF7E4A">
        <w:rPr>
          <w:rFonts w:ascii="Times New Roman" w:hAnsi="Times New Roman"/>
          <w:color w:val="000000" w:themeColor="text1"/>
          <w:sz w:val="24"/>
        </w:rPr>
        <w:t xml:space="preserve"> (</w:t>
      </w:r>
      <w:r w:rsidR="00E11D65" w:rsidRPr="00DC7315">
        <w:rPr>
          <w:rFonts w:ascii="Times New Roman" w:hAnsi="Times New Roman"/>
          <w:color w:val="000000" w:themeColor="text1"/>
          <w:sz w:val="24"/>
        </w:rPr>
        <w:t xml:space="preserve">ööpäevaringse erihooldusteenuse puhul </w:t>
      </w:r>
      <w:r w:rsidR="006B501A" w:rsidRPr="00DC7315">
        <w:rPr>
          <w:rFonts w:ascii="Times New Roman" w:hAnsi="Times New Roman"/>
          <w:color w:val="000000" w:themeColor="text1"/>
          <w:sz w:val="24"/>
        </w:rPr>
        <w:t>jäetakse</w:t>
      </w:r>
      <w:r w:rsidR="00E11D65" w:rsidRPr="00DC7315">
        <w:rPr>
          <w:rFonts w:ascii="Times New Roman" w:hAnsi="Times New Roman"/>
          <w:color w:val="000000" w:themeColor="text1"/>
          <w:sz w:val="24"/>
        </w:rPr>
        <w:t xml:space="preserve"> maksimaalsest maksumusest</w:t>
      </w:r>
      <w:r w:rsidR="006B501A" w:rsidRPr="00DC7315">
        <w:rPr>
          <w:rFonts w:ascii="Times New Roman" w:hAnsi="Times New Roman"/>
          <w:color w:val="000000" w:themeColor="text1"/>
          <w:sz w:val="24"/>
        </w:rPr>
        <w:t xml:space="preserve"> välja</w:t>
      </w:r>
      <w:r w:rsidRPr="00DC7315">
        <w:rPr>
          <w:rFonts w:ascii="Times New Roman" w:hAnsi="Times New Roman"/>
          <w:color w:val="000000" w:themeColor="text1"/>
          <w:sz w:val="24"/>
        </w:rPr>
        <w:t xml:space="preserve"> teenust saavate isikute personaalsesse raviplaani mittekuuluvate käsimüügiravimite ning meditsiiniseadmete ja -tarvikute kulu ning lisatakse kulu, mis on seotud isiku personaalsesse ravi</w:t>
      </w:r>
      <w:r w:rsidR="00443E6D">
        <w:rPr>
          <w:rFonts w:ascii="Times New Roman" w:hAnsi="Times New Roman"/>
          <w:color w:val="000000" w:themeColor="text1"/>
          <w:sz w:val="24"/>
        </w:rPr>
        <w:t>skeemi</w:t>
      </w:r>
      <w:r w:rsidRPr="00DC7315">
        <w:rPr>
          <w:rFonts w:ascii="Times New Roman" w:hAnsi="Times New Roman"/>
          <w:color w:val="000000" w:themeColor="text1"/>
          <w:sz w:val="24"/>
        </w:rPr>
        <w:t xml:space="preserve"> kuuluvate ravimite manustamiskordade</w:t>
      </w:r>
      <w:r w:rsidR="00000D1F" w:rsidRPr="00DC7315">
        <w:rPr>
          <w:rFonts w:ascii="Times New Roman" w:hAnsi="Times New Roman"/>
          <w:color w:val="000000" w:themeColor="text1"/>
          <w:sz w:val="24"/>
        </w:rPr>
        <w:t>ks</w:t>
      </w:r>
      <w:r w:rsidRPr="00DC7315">
        <w:rPr>
          <w:rFonts w:ascii="Times New Roman" w:hAnsi="Times New Roman"/>
          <w:color w:val="000000" w:themeColor="text1"/>
          <w:sz w:val="24"/>
        </w:rPr>
        <w:t xml:space="preserve"> jaotamisega</w:t>
      </w:r>
      <w:r w:rsidR="00DF7E4A">
        <w:rPr>
          <w:rFonts w:ascii="Times New Roman" w:hAnsi="Times New Roman"/>
          <w:color w:val="000000" w:themeColor="text1"/>
          <w:sz w:val="24"/>
        </w:rPr>
        <w:t xml:space="preserve">), mis on vormistatud käesoleva seletuskirja lisas </w:t>
      </w:r>
      <w:r w:rsidR="00F03443">
        <w:rPr>
          <w:rFonts w:ascii="Times New Roman" w:hAnsi="Times New Roman"/>
          <w:color w:val="000000" w:themeColor="text1"/>
          <w:sz w:val="24"/>
        </w:rPr>
        <w:t>esitatud</w:t>
      </w:r>
      <w:r w:rsidR="00DF7E4A">
        <w:rPr>
          <w:rFonts w:ascii="Times New Roman" w:hAnsi="Times New Roman"/>
          <w:color w:val="000000" w:themeColor="text1"/>
          <w:sz w:val="24"/>
        </w:rPr>
        <w:t xml:space="preserve"> määruse kavandis.</w:t>
      </w:r>
      <w:r w:rsidR="009542EE" w:rsidRPr="00DC7315">
        <w:rPr>
          <w:rFonts w:ascii="Times New Roman" w:hAnsi="Times New Roman"/>
          <w:color w:val="000000" w:themeColor="text1"/>
          <w:sz w:val="24"/>
        </w:rPr>
        <w:t xml:space="preserve"> </w:t>
      </w:r>
      <w:r w:rsidR="00B23791" w:rsidRPr="00DC7315">
        <w:rPr>
          <w:rFonts w:ascii="Times New Roman" w:hAnsi="Times New Roman"/>
          <w:color w:val="000000" w:themeColor="text1"/>
          <w:sz w:val="24"/>
        </w:rPr>
        <w:t xml:space="preserve">Isiku personaalsesse </w:t>
      </w:r>
      <w:r w:rsidR="003E181E" w:rsidRPr="00DC7315">
        <w:rPr>
          <w:rFonts w:ascii="Times New Roman" w:hAnsi="Times New Roman"/>
          <w:color w:val="000000" w:themeColor="text1"/>
          <w:sz w:val="24"/>
        </w:rPr>
        <w:t>ravi</w:t>
      </w:r>
      <w:r w:rsidR="00DD02E9">
        <w:rPr>
          <w:rFonts w:ascii="Times New Roman" w:hAnsi="Times New Roman"/>
          <w:color w:val="000000" w:themeColor="text1"/>
          <w:sz w:val="24"/>
        </w:rPr>
        <w:t>skeemi</w:t>
      </w:r>
      <w:r w:rsidR="003E181E" w:rsidRPr="00DC7315">
        <w:rPr>
          <w:rFonts w:ascii="Times New Roman" w:hAnsi="Times New Roman"/>
          <w:color w:val="000000" w:themeColor="text1"/>
          <w:sz w:val="24"/>
        </w:rPr>
        <w:t xml:space="preserve"> kuuluvate ravimite manustamiskordade</w:t>
      </w:r>
      <w:r w:rsidR="002B1A3B" w:rsidRPr="00DC7315">
        <w:rPr>
          <w:rFonts w:ascii="Times New Roman" w:hAnsi="Times New Roman"/>
          <w:color w:val="000000" w:themeColor="text1"/>
          <w:sz w:val="24"/>
        </w:rPr>
        <w:t>ks</w:t>
      </w:r>
      <w:r w:rsidR="003E181E" w:rsidRPr="00DC7315">
        <w:rPr>
          <w:rFonts w:ascii="Times New Roman" w:hAnsi="Times New Roman"/>
          <w:color w:val="000000" w:themeColor="text1"/>
          <w:sz w:val="24"/>
        </w:rPr>
        <w:t xml:space="preserve"> jaotamise kulu</w:t>
      </w:r>
      <w:r w:rsidR="006774FF" w:rsidRPr="00DC7315">
        <w:rPr>
          <w:rFonts w:ascii="Times New Roman" w:hAnsi="Times New Roman"/>
          <w:color w:val="000000" w:themeColor="text1"/>
          <w:sz w:val="24"/>
        </w:rPr>
        <w:t>ks</w:t>
      </w:r>
      <w:r w:rsidR="003E181E" w:rsidRPr="00DC7315">
        <w:rPr>
          <w:rFonts w:ascii="Times New Roman" w:hAnsi="Times New Roman"/>
          <w:color w:val="000000" w:themeColor="text1"/>
          <w:sz w:val="24"/>
        </w:rPr>
        <w:t xml:space="preserve"> on</w:t>
      </w:r>
      <w:r w:rsidR="006774FF" w:rsidRPr="00DC7315">
        <w:rPr>
          <w:rFonts w:ascii="Times New Roman" w:hAnsi="Times New Roman"/>
          <w:color w:val="000000" w:themeColor="text1"/>
          <w:sz w:val="24"/>
        </w:rPr>
        <w:t xml:space="preserve"> arvestatud</w:t>
      </w:r>
      <w:r w:rsidR="003E181E" w:rsidRPr="00DC7315">
        <w:rPr>
          <w:rFonts w:ascii="Times New Roman" w:hAnsi="Times New Roman"/>
          <w:color w:val="000000" w:themeColor="text1"/>
          <w:sz w:val="24"/>
        </w:rPr>
        <w:t xml:space="preserve"> </w:t>
      </w:r>
      <w:r w:rsidR="006970F4" w:rsidRPr="00DC7315">
        <w:rPr>
          <w:rFonts w:ascii="Times New Roman" w:hAnsi="Times New Roman"/>
          <w:color w:val="000000" w:themeColor="text1"/>
          <w:sz w:val="24"/>
        </w:rPr>
        <w:t>6,1 eurot</w:t>
      </w:r>
      <w:r w:rsidR="00BD42AF">
        <w:rPr>
          <w:rFonts w:ascii="Times New Roman" w:hAnsi="Times New Roman"/>
          <w:color w:val="000000" w:themeColor="text1"/>
          <w:sz w:val="24"/>
        </w:rPr>
        <w:t xml:space="preserve"> </w:t>
      </w:r>
      <w:r w:rsidR="006970F4" w:rsidRPr="00DC7315">
        <w:rPr>
          <w:rFonts w:ascii="Times New Roman" w:hAnsi="Times New Roman"/>
          <w:color w:val="000000" w:themeColor="text1"/>
          <w:sz w:val="24"/>
        </w:rPr>
        <w:t>kuus inimese kohta</w:t>
      </w:r>
      <w:r w:rsidR="00BB0BF2" w:rsidRPr="00DC7315">
        <w:rPr>
          <w:rFonts w:ascii="Times New Roman" w:hAnsi="Times New Roman"/>
          <w:color w:val="000000" w:themeColor="text1"/>
          <w:sz w:val="24"/>
        </w:rPr>
        <w:t xml:space="preserve"> (</w:t>
      </w:r>
      <w:r w:rsidR="00A66DC1">
        <w:rPr>
          <w:rFonts w:ascii="Times New Roman" w:hAnsi="Times New Roman"/>
          <w:color w:val="000000" w:themeColor="text1"/>
          <w:sz w:val="24"/>
        </w:rPr>
        <w:t>see</w:t>
      </w:r>
      <w:r w:rsidR="00BB0BF2" w:rsidRPr="00DC7315">
        <w:rPr>
          <w:rFonts w:ascii="Times New Roman" w:hAnsi="Times New Roman"/>
          <w:color w:val="000000" w:themeColor="text1"/>
          <w:sz w:val="24"/>
        </w:rPr>
        <w:t xml:space="preserve"> tugineb SKA</w:t>
      </w:r>
      <w:r w:rsidR="0094744D">
        <w:rPr>
          <w:rFonts w:ascii="Times New Roman" w:hAnsi="Times New Roman"/>
          <w:color w:val="000000" w:themeColor="text1"/>
          <w:sz w:val="24"/>
        </w:rPr>
        <w:t xml:space="preserve"> 2024.</w:t>
      </w:r>
      <w:r w:rsidR="0077770E">
        <w:rPr>
          <w:rFonts w:ascii="Times New Roman" w:hAnsi="Times New Roman"/>
          <w:color w:val="000000" w:themeColor="text1"/>
          <w:sz w:val="24"/>
        </w:rPr>
        <w:t xml:space="preserve"> </w:t>
      </w:r>
      <w:r w:rsidR="0094744D">
        <w:rPr>
          <w:rFonts w:ascii="Times New Roman" w:hAnsi="Times New Roman"/>
          <w:color w:val="000000" w:themeColor="text1"/>
          <w:sz w:val="24"/>
        </w:rPr>
        <w:t>a</w:t>
      </w:r>
      <w:r w:rsidR="007F5A37">
        <w:rPr>
          <w:rFonts w:ascii="Times New Roman" w:hAnsi="Times New Roman"/>
          <w:color w:val="000000" w:themeColor="text1"/>
          <w:sz w:val="24"/>
        </w:rPr>
        <w:t xml:space="preserve"> veebruaris</w:t>
      </w:r>
      <w:r w:rsidR="00BB0BF2" w:rsidRPr="00DC7315">
        <w:rPr>
          <w:rFonts w:ascii="Times New Roman" w:hAnsi="Times New Roman"/>
          <w:color w:val="000000" w:themeColor="text1"/>
          <w:sz w:val="24"/>
        </w:rPr>
        <w:t xml:space="preserve"> </w:t>
      </w:r>
      <w:r w:rsidR="006A23EF">
        <w:rPr>
          <w:rFonts w:ascii="Times New Roman" w:hAnsi="Times New Roman"/>
          <w:color w:val="000000" w:themeColor="text1"/>
          <w:sz w:val="24"/>
        </w:rPr>
        <w:t>apteegiteenuse osutajatele</w:t>
      </w:r>
      <w:r w:rsidR="007B34FD">
        <w:rPr>
          <w:rFonts w:ascii="Times New Roman" w:hAnsi="Times New Roman"/>
          <w:color w:val="000000" w:themeColor="text1"/>
          <w:sz w:val="24"/>
        </w:rPr>
        <w:t xml:space="preserve"> saadetud päringule ravimite personaalse jaendamise teenuse hinna </w:t>
      </w:r>
      <w:r w:rsidR="00BD42AF">
        <w:rPr>
          <w:rFonts w:ascii="Times New Roman" w:hAnsi="Times New Roman"/>
          <w:color w:val="000000" w:themeColor="text1"/>
          <w:sz w:val="24"/>
        </w:rPr>
        <w:t>kohta</w:t>
      </w:r>
      <w:r w:rsidR="00BB0BF2" w:rsidRPr="00DC7315">
        <w:rPr>
          <w:rFonts w:ascii="Times New Roman" w:hAnsi="Times New Roman"/>
          <w:color w:val="000000" w:themeColor="text1"/>
          <w:sz w:val="24"/>
        </w:rPr>
        <w:t>)</w:t>
      </w:r>
      <w:r w:rsidR="006970F4" w:rsidRPr="00DC7315">
        <w:rPr>
          <w:rFonts w:ascii="Times New Roman" w:hAnsi="Times New Roman"/>
          <w:color w:val="000000" w:themeColor="text1"/>
          <w:sz w:val="24"/>
        </w:rPr>
        <w:t>, kokku 168 726 eurot, mis kaetakse tulevikus</w:t>
      </w:r>
      <w:r w:rsidR="00576E2F" w:rsidRPr="00DC7315">
        <w:rPr>
          <w:rFonts w:ascii="Times New Roman" w:hAnsi="Times New Roman"/>
          <w:color w:val="000000" w:themeColor="text1"/>
          <w:sz w:val="24"/>
        </w:rPr>
        <w:t xml:space="preserve"> </w:t>
      </w:r>
      <w:r w:rsidR="00B80D17" w:rsidRPr="00DC7315">
        <w:rPr>
          <w:rFonts w:ascii="Times New Roman" w:hAnsi="Times New Roman"/>
          <w:color w:val="000000" w:themeColor="text1"/>
          <w:sz w:val="24"/>
        </w:rPr>
        <w:t>tabelis</w:t>
      </w:r>
      <w:r w:rsidR="007F5A37">
        <w:rPr>
          <w:rFonts w:ascii="Times New Roman" w:hAnsi="Times New Roman"/>
          <w:color w:val="000000" w:themeColor="text1"/>
          <w:sz w:val="24"/>
        </w:rPr>
        <w:t xml:space="preserve"> 1</w:t>
      </w:r>
      <w:r w:rsidR="00B80D17" w:rsidRPr="00DC7315">
        <w:rPr>
          <w:rFonts w:ascii="Times New Roman" w:hAnsi="Times New Roman"/>
          <w:color w:val="000000" w:themeColor="text1"/>
          <w:sz w:val="24"/>
        </w:rPr>
        <w:t xml:space="preserve"> </w:t>
      </w:r>
      <w:r w:rsidR="00647794">
        <w:rPr>
          <w:rFonts w:ascii="Times New Roman" w:hAnsi="Times New Roman"/>
          <w:color w:val="000000" w:themeColor="text1"/>
          <w:sz w:val="24"/>
        </w:rPr>
        <w:t>loetletud</w:t>
      </w:r>
      <w:r w:rsidR="00B80D17" w:rsidRPr="00DC7315">
        <w:rPr>
          <w:rFonts w:ascii="Times New Roman" w:hAnsi="Times New Roman"/>
          <w:color w:val="000000" w:themeColor="text1"/>
          <w:sz w:val="24"/>
        </w:rPr>
        <w:t xml:space="preserve"> ööpäevaringsete erihool</w:t>
      </w:r>
      <w:r w:rsidR="00647794">
        <w:rPr>
          <w:rFonts w:ascii="Times New Roman" w:hAnsi="Times New Roman"/>
          <w:color w:val="000000" w:themeColor="text1"/>
          <w:sz w:val="24"/>
        </w:rPr>
        <w:t>dusteenuste</w:t>
      </w:r>
      <w:r w:rsidR="00B80D17" w:rsidRPr="00DC7315">
        <w:rPr>
          <w:rFonts w:ascii="Times New Roman" w:hAnsi="Times New Roman"/>
          <w:color w:val="000000" w:themeColor="text1"/>
          <w:sz w:val="24"/>
        </w:rPr>
        <w:t xml:space="preserve"> </w:t>
      </w:r>
      <w:r w:rsidR="00BE79C7" w:rsidRPr="00DC7315">
        <w:rPr>
          <w:rFonts w:ascii="Times New Roman" w:hAnsi="Times New Roman"/>
          <w:color w:val="000000" w:themeColor="text1"/>
          <w:sz w:val="24"/>
        </w:rPr>
        <w:t>maksimaalse</w:t>
      </w:r>
      <w:r w:rsidR="00A12C93">
        <w:rPr>
          <w:rFonts w:ascii="Times New Roman" w:hAnsi="Times New Roman"/>
          <w:color w:val="000000" w:themeColor="text1"/>
          <w:sz w:val="24"/>
        </w:rPr>
        <w:t>s</w:t>
      </w:r>
      <w:r w:rsidR="00BE79C7" w:rsidRPr="00DC7315">
        <w:rPr>
          <w:rFonts w:ascii="Times New Roman" w:hAnsi="Times New Roman"/>
          <w:color w:val="000000" w:themeColor="text1"/>
          <w:sz w:val="24"/>
        </w:rPr>
        <w:t xml:space="preserve"> </w:t>
      </w:r>
      <w:r w:rsidR="003F53E8" w:rsidRPr="00DC7315">
        <w:rPr>
          <w:rFonts w:ascii="Times New Roman" w:hAnsi="Times New Roman"/>
          <w:color w:val="000000" w:themeColor="text1"/>
          <w:sz w:val="24"/>
        </w:rPr>
        <w:t>maksumuses</w:t>
      </w:r>
      <w:r w:rsidR="00AA42D4" w:rsidRPr="00DC7315">
        <w:rPr>
          <w:rFonts w:ascii="Times New Roman" w:hAnsi="Times New Roman"/>
          <w:color w:val="000000" w:themeColor="text1"/>
          <w:sz w:val="24"/>
        </w:rPr>
        <w:t xml:space="preserve">, sest </w:t>
      </w:r>
      <w:r w:rsidR="006E707F" w:rsidRPr="00DC7315">
        <w:rPr>
          <w:rFonts w:ascii="Times New Roman" w:hAnsi="Times New Roman"/>
          <w:color w:val="000000" w:themeColor="text1"/>
          <w:sz w:val="24"/>
        </w:rPr>
        <w:t>TerK</w:t>
      </w:r>
      <w:r w:rsidR="00BD42AF">
        <w:rPr>
          <w:rFonts w:ascii="Times New Roman" w:hAnsi="Times New Roman"/>
          <w:color w:val="000000" w:themeColor="text1"/>
          <w:sz w:val="24"/>
        </w:rPr>
        <w:t>-i</w:t>
      </w:r>
      <w:r w:rsidR="006E707F" w:rsidRPr="00DC7315">
        <w:rPr>
          <w:rFonts w:ascii="Times New Roman" w:hAnsi="Times New Roman"/>
          <w:color w:val="000000" w:themeColor="text1"/>
          <w:sz w:val="24"/>
        </w:rPr>
        <w:t xml:space="preserve"> kaetav </w:t>
      </w:r>
      <w:r w:rsidR="00AA42D4" w:rsidRPr="00DC7315">
        <w:rPr>
          <w:rFonts w:ascii="Times New Roman" w:hAnsi="Times New Roman"/>
          <w:color w:val="000000" w:themeColor="text1"/>
          <w:sz w:val="24"/>
        </w:rPr>
        <w:t>õendus</w:t>
      </w:r>
      <w:r w:rsidR="00BD42AF">
        <w:rPr>
          <w:rFonts w:ascii="Times New Roman" w:hAnsi="Times New Roman"/>
          <w:color w:val="000000" w:themeColor="text1"/>
          <w:sz w:val="24"/>
        </w:rPr>
        <w:t>abi</w:t>
      </w:r>
      <w:r w:rsidR="006E707F" w:rsidRPr="00DC7315">
        <w:rPr>
          <w:rFonts w:ascii="Times New Roman" w:hAnsi="Times New Roman"/>
          <w:color w:val="000000" w:themeColor="text1"/>
          <w:sz w:val="24"/>
        </w:rPr>
        <w:t xml:space="preserve"> </w:t>
      </w:r>
      <w:r w:rsidR="00A12C93">
        <w:rPr>
          <w:rFonts w:ascii="Times New Roman" w:hAnsi="Times New Roman"/>
          <w:color w:val="000000" w:themeColor="text1"/>
          <w:sz w:val="24"/>
        </w:rPr>
        <w:t>eest makstav tasu</w:t>
      </w:r>
      <w:r w:rsidR="006E707F" w:rsidRPr="00DC7315">
        <w:rPr>
          <w:rFonts w:ascii="Times New Roman" w:hAnsi="Times New Roman"/>
          <w:color w:val="000000" w:themeColor="text1"/>
          <w:sz w:val="24"/>
        </w:rPr>
        <w:t xml:space="preserve"> seda ei sisalda</w:t>
      </w:r>
      <w:r w:rsidR="00111C95" w:rsidRPr="00DC7315">
        <w:rPr>
          <w:rFonts w:ascii="Times New Roman" w:hAnsi="Times New Roman"/>
          <w:color w:val="000000" w:themeColor="text1"/>
          <w:sz w:val="24"/>
        </w:rPr>
        <w:t>.</w:t>
      </w:r>
    </w:p>
    <w:p w14:paraId="08BFDED8" w14:textId="77777777" w:rsidR="004F33AA" w:rsidRDefault="004F33AA" w:rsidP="004F33AA">
      <w:pPr>
        <w:rPr>
          <w:rFonts w:ascii="Times New Roman" w:hAnsi="Times New Roman"/>
          <w:color w:val="000000" w:themeColor="text1"/>
          <w:sz w:val="24"/>
        </w:rPr>
      </w:pPr>
    </w:p>
    <w:p w14:paraId="0C6A3C00" w14:textId="615804E0" w:rsidR="008A402F" w:rsidRPr="004F33AA" w:rsidRDefault="00380803" w:rsidP="004F33AA">
      <w:pPr>
        <w:rPr>
          <w:rFonts w:ascii="Times New Roman" w:eastAsiaTheme="minorEastAsia" w:hAnsi="Times New Roman"/>
          <w:sz w:val="24"/>
        </w:rPr>
      </w:pPr>
      <w:r w:rsidRPr="00380803">
        <w:rPr>
          <w:rFonts w:ascii="Times New Roman" w:hAnsi="Times New Roman"/>
          <w:color w:val="000000" w:themeColor="text1"/>
          <w:sz w:val="24"/>
        </w:rPr>
        <w:t xml:space="preserve">Ööpäevaringse </w:t>
      </w:r>
      <w:r w:rsidRPr="00A02CF3">
        <w:rPr>
          <w:rFonts w:ascii="Times New Roman" w:hAnsi="Times New Roman"/>
          <w:color w:val="000000" w:themeColor="text1"/>
          <w:sz w:val="24"/>
        </w:rPr>
        <w:t>erihooldusteenuse osutaja</w:t>
      </w:r>
      <w:r w:rsidR="00AB74AC" w:rsidRPr="00A02CF3">
        <w:rPr>
          <w:rFonts w:ascii="Times New Roman" w:hAnsi="Times New Roman"/>
          <w:color w:val="000000" w:themeColor="text1"/>
          <w:sz w:val="24"/>
        </w:rPr>
        <w:t xml:space="preserve"> peab SHS § 100 l</w:t>
      </w:r>
      <w:r w:rsidR="00647794" w:rsidRPr="00A02CF3">
        <w:rPr>
          <w:rFonts w:ascii="Times New Roman" w:hAnsi="Times New Roman"/>
          <w:color w:val="000000" w:themeColor="text1"/>
          <w:sz w:val="24"/>
        </w:rPr>
        <w:t>õike</w:t>
      </w:r>
      <w:r w:rsidR="00AB74AC" w:rsidRPr="00A02CF3">
        <w:rPr>
          <w:rFonts w:ascii="Times New Roman" w:hAnsi="Times New Roman"/>
          <w:color w:val="000000" w:themeColor="text1"/>
          <w:sz w:val="24"/>
        </w:rPr>
        <w:t xml:space="preserve"> 2 punkti 4</w:t>
      </w:r>
      <w:r w:rsidR="00151D7E" w:rsidRPr="00A02CF3">
        <w:rPr>
          <w:rFonts w:ascii="Times New Roman" w:hAnsi="Times New Roman"/>
          <w:color w:val="000000" w:themeColor="text1"/>
          <w:sz w:val="24"/>
        </w:rPr>
        <w:t xml:space="preserve"> kohaselt</w:t>
      </w:r>
      <w:r w:rsidR="00151D7E">
        <w:rPr>
          <w:rFonts w:ascii="Times New Roman" w:hAnsi="Times New Roman"/>
          <w:color w:val="000000" w:themeColor="text1"/>
          <w:sz w:val="24"/>
        </w:rPr>
        <w:t xml:space="preserve"> </w:t>
      </w:r>
      <w:r w:rsidR="00A02CF3">
        <w:rPr>
          <w:rFonts w:ascii="Times New Roman" w:hAnsi="Times New Roman"/>
          <w:color w:val="000000" w:themeColor="text1"/>
          <w:sz w:val="24"/>
        </w:rPr>
        <w:t>järgima</w:t>
      </w:r>
      <w:r w:rsidR="00AB74AC">
        <w:rPr>
          <w:rFonts w:ascii="Times New Roman" w:hAnsi="Times New Roman"/>
          <w:color w:val="000000" w:themeColor="text1"/>
          <w:sz w:val="24"/>
        </w:rPr>
        <w:t xml:space="preserve"> </w:t>
      </w:r>
      <w:r w:rsidR="00AB74AC" w:rsidRPr="00380803">
        <w:rPr>
          <w:rFonts w:ascii="Times New Roman" w:hAnsi="Times New Roman"/>
          <w:color w:val="000000" w:themeColor="text1"/>
          <w:sz w:val="24"/>
        </w:rPr>
        <w:t xml:space="preserve">tervishoiuteenuse osutaja poolt </w:t>
      </w:r>
      <w:r w:rsidR="00B9151C">
        <w:rPr>
          <w:rFonts w:ascii="Times New Roman" w:hAnsi="Times New Roman"/>
          <w:color w:val="000000" w:themeColor="text1"/>
          <w:sz w:val="24"/>
        </w:rPr>
        <w:t xml:space="preserve">isikule </w:t>
      </w:r>
      <w:r w:rsidR="00AB74AC" w:rsidRPr="00380803">
        <w:rPr>
          <w:rFonts w:ascii="Times New Roman" w:hAnsi="Times New Roman"/>
          <w:color w:val="000000" w:themeColor="text1"/>
          <w:sz w:val="24"/>
        </w:rPr>
        <w:t>määratud raviskeemi</w:t>
      </w:r>
      <w:r w:rsidR="00A02CF3">
        <w:rPr>
          <w:rFonts w:ascii="Times New Roman" w:hAnsi="Times New Roman"/>
          <w:color w:val="000000" w:themeColor="text1"/>
          <w:sz w:val="24"/>
        </w:rPr>
        <w:t>.</w:t>
      </w:r>
      <w:r w:rsidR="009B3C66">
        <w:rPr>
          <w:rFonts w:ascii="Times New Roman" w:hAnsi="Times New Roman"/>
          <w:color w:val="000000" w:themeColor="text1"/>
          <w:sz w:val="24"/>
        </w:rPr>
        <w:t xml:space="preserve"> </w:t>
      </w:r>
      <w:r w:rsidR="00D432E3">
        <w:rPr>
          <w:rFonts w:ascii="Times New Roman" w:hAnsi="Times New Roman"/>
          <w:color w:val="000000" w:themeColor="text1"/>
          <w:sz w:val="24"/>
        </w:rPr>
        <w:t xml:space="preserve">Erihooldusteenuse osutaja valib </w:t>
      </w:r>
      <w:r w:rsidRPr="00380803">
        <w:rPr>
          <w:rFonts w:ascii="Times New Roman" w:hAnsi="Times New Roman"/>
          <w:color w:val="000000" w:themeColor="text1"/>
          <w:sz w:val="24"/>
        </w:rPr>
        <w:t>viis</w:t>
      </w:r>
      <w:r w:rsidR="00D432E3">
        <w:rPr>
          <w:rFonts w:ascii="Times New Roman" w:hAnsi="Times New Roman"/>
          <w:color w:val="000000" w:themeColor="text1"/>
          <w:sz w:val="24"/>
        </w:rPr>
        <w:t>i</w:t>
      </w:r>
      <w:r w:rsidRPr="00380803">
        <w:rPr>
          <w:rFonts w:ascii="Times New Roman" w:hAnsi="Times New Roman"/>
          <w:color w:val="000000" w:themeColor="text1"/>
          <w:sz w:val="24"/>
        </w:rPr>
        <w:t>, kuidas korraldada isiku personaalse ravi</w:t>
      </w:r>
      <w:r w:rsidR="002C0026">
        <w:rPr>
          <w:rFonts w:ascii="Times New Roman" w:hAnsi="Times New Roman"/>
          <w:color w:val="000000" w:themeColor="text1"/>
          <w:sz w:val="24"/>
        </w:rPr>
        <w:t>skeemi</w:t>
      </w:r>
      <w:r w:rsidRPr="00380803">
        <w:rPr>
          <w:rFonts w:ascii="Times New Roman" w:hAnsi="Times New Roman"/>
          <w:color w:val="000000" w:themeColor="text1"/>
          <w:sz w:val="24"/>
        </w:rPr>
        <w:t xml:space="preserve"> </w:t>
      </w:r>
      <w:r w:rsidR="0075304D">
        <w:rPr>
          <w:rFonts w:ascii="Times New Roman" w:hAnsi="Times New Roman"/>
          <w:color w:val="000000" w:themeColor="text1"/>
          <w:sz w:val="24"/>
        </w:rPr>
        <w:t>järgimine</w:t>
      </w:r>
      <w:r w:rsidR="00647794">
        <w:rPr>
          <w:rFonts w:ascii="Times New Roman" w:hAnsi="Times New Roman"/>
          <w:color w:val="000000" w:themeColor="text1"/>
          <w:sz w:val="24"/>
        </w:rPr>
        <w:t>, sealhulgas</w:t>
      </w:r>
      <w:r w:rsidRPr="00380803">
        <w:rPr>
          <w:rFonts w:ascii="Times New Roman" w:hAnsi="Times New Roman"/>
          <w:color w:val="000000" w:themeColor="text1"/>
          <w:sz w:val="24"/>
        </w:rPr>
        <w:t xml:space="preserve"> </w:t>
      </w:r>
      <w:r w:rsidR="006445C5">
        <w:rPr>
          <w:rFonts w:ascii="Times New Roman" w:hAnsi="Times New Roman"/>
          <w:color w:val="000000" w:themeColor="text1"/>
          <w:sz w:val="24"/>
        </w:rPr>
        <w:t>ravimite</w:t>
      </w:r>
      <w:r w:rsidR="00E07BD5">
        <w:rPr>
          <w:rFonts w:ascii="Times New Roman" w:hAnsi="Times New Roman"/>
          <w:color w:val="000000" w:themeColor="text1"/>
          <w:sz w:val="24"/>
        </w:rPr>
        <w:t xml:space="preserve"> </w:t>
      </w:r>
      <w:r w:rsidRPr="00380803">
        <w:rPr>
          <w:rFonts w:ascii="Times New Roman" w:hAnsi="Times New Roman"/>
          <w:color w:val="000000" w:themeColor="text1"/>
          <w:sz w:val="24"/>
        </w:rPr>
        <w:t>manustamiskordadeks jagamine</w:t>
      </w:r>
      <w:r w:rsidR="005D4DF2">
        <w:rPr>
          <w:rFonts w:ascii="Times New Roman" w:hAnsi="Times New Roman"/>
          <w:color w:val="000000" w:themeColor="text1"/>
          <w:sz w:val="24"/>
        </w:rPr>
        <w:t>.</w:t>
      </w:r>
      <w:r w:rsidR="0086060B">
        <w:rPr>
          <w:rFonts w:ascii="Times New Roman" w:hAnsi="Times New Roman"/>
          <w:color w:val="000000" w:themeColor="text1"/>
          <w:sz w:val="24"/>
        </w:rPr>
        <w:t xml:space="preserve"> </w:t>
      </w:r>
      <w:r w:rsidR="00885AB1">
        <w:rPr>
          <w:rFonts w:ascii="Times New Roman" w:hAnsi="Times New Roman"/>
          <w:color w:val="000000" w:themeColor="text1"/>
          <w:sz w:val="24"/>
        </w:rPr>
        <w:t>Siinjuures on v</w:t>
      </w:r>
      <w:r w:rsidR="0086060B">
        <w:rPr>
          <w:rFonts w:ascii="Times New Roman" w:hAnsi="Times New Roman"/>
          <w:color w:val="000000" w:themeColor="text1"/>
          <w:sz w:val="24"/>
        </w:rPr>
        <w:t>õimalik</w:t>
      </w:r>
      <w:r w:rsidR="0086060B" w:rsidDel="00001FBA">
        <w:rPr>
          <w:rFonts w:ascii="Times New Roman" w:hAnsi="Times New Roman"/>
          <w:color w:val="000000" w:themeColor="text1"/>
          <w:sz w:val="24"/>
        </w:rPr>
        <w:t xml:space="preserve"> </w:t>
      </w:r>
      <w:r w:rsidR="0086060B">
        <w:rPr>
          <w:rFonts w:ascii="Times New Roman" w:hAnsi="Times New Roman"/>
          <w:color w:val="000000" w:themeColor="text1"/>
          <w:sz w:val="24"/>
        </w:rPr>
        <w:t>kasutada apteekide pakutavat ravimite personaalse jaendamise teenust</w:t>
      </w:r>
      <w:r w:rsidR="0086060B">
        <w:rPr>
          <w:rStyle w:val="Allmrkuseviide"/>
          <w:rFonts w:ascii="Times New Roman" w:hAnsi="Times New Roman"/>
          <w:color w:val="000000" w:themeColor="text1"/>
          <w:sz w:val="24"/>
        </w:rPr>
        <w:footnoteReference w:id="3"/>
      </w:r>
      <w:r w:rsidR="0086060B">
        <w:rPr>
          <w:rFonts w:ascii="Times New Roman" w:hAnsi="Times New Roman"/>
          <w:color w:val="000000" w:themeColor="text1"/>
          <w:sz w:val="24"/>
        </w:rPr>
        <w:t>. F</w:t>
      </w:r>
      <w:r w:rsidR="0086060B" w:rsidRPr="00380803">
        <w:rPr>
          <w:rFonts w:ascii="Times New Roman" w:hAnsi="Times New Roman"/>
          <w:color w:val="000000" w:themeColor="text1"/>
          <w:sz w:val="24"/>
        </w:rPr>
        <w:t xml:space="preserve">armatseut kontrollib </w:t>
      </w:r>
      <w:r w:rsidR="0086060B">
        <w:rPr>
          <w:rFonts w:ascii="Times New Roman" w:hAnsi="Times New Roman"/>
          <w:color w:val="000000" w:themeColor="text1"/>
          <w:sz w:val="24"/>
        </w:rPr>
        <w:t>teenusesaaja</w:t>
      </w:r>
      <w:r w:rsidR="0086060B" w:rsidRPr="00380803">
        <w:rPr>
          <w:rFonts w:ascii="Times New Roman" w:hAnsi="Times New Roman"/>
          <w:color w:val="000000" w:themeColor="text1"/>
          <w:sz w:val="24"/>
        </w:rPr>
        <w:t xml:space="preserve"> raviskeemi, võrreldes seda raviarsti määratud ravimite ja annustega ning õe tellimusega. Vea korral võtab ta ühendust õe või arstiga. Iga</w:t>
      </w:r>
      <w:r w:rsidR="0086060B">
        <w:rPr>
          <w:rFonts w:ascii="Times New Roman" w:hAnsi="Times New Roman"/>
          <w:color w:val="000000" w:themeColor="text1"/>
          <w:sz w:val="24"/>
        </w:rPr>
        <w:t>l</w:t>
      </w:r>
      <w:r w:rsidR="0086060B" w:rsidRPr="00380803">
        <w:rPr>
          <w:rFonts w:ascii="Times New Roman" w:hAnsi="Times New Roman"/>
          <w:color w:val="000000" w:themeColor="text1"/>
          <w:sz w:val="24"/>
        </w:rPr>
        <w:t xml:space="preserve"> annusepakendil on </w:t>
      </w:r>
      <w:r w:rsidR="00423BAE">
        <w:rPr>
          <w:rFonts w:ascii="Times New Roman" w:hAnsi="Times New Roman"/>
          <w:color w:val="000000" w:themeColor="text1"/>
          <w:sz w:val="24"/>
        </w:rPr>
        <w:t xml:space="preserve">muu hulgas </w:t>
      </w:r>
      <w:r w:rsidR="0086060B" w:rsidRPr="00380803">
        <w:rPr>
          <w:rFonts w:ascii="Times New Roman" w:hAnsi="Times New Roman"/>
          <w:color w:val="000000" w:themeColor="text1"/>
          <w:sz w:val="24"/>
        </w:rPr>
        <w:t>trükitud</w:t>
      </w:r>
      <w:r w:rsidR="0086060B">
        <w:rPr>
          <w:rFonts w:ascii="Times New Roman" w:hAnsi="Times New Roman"/>
          <w:color w:val="000000" w:themeColor="text1"/>
          <w:sz w:val="24"/>
        </w:rPr>
        <w:t xml:space="preserve"> teenusesaaja</w:t>
      </w:r>
      <w:r w:rsidR="0086060B" w:rsidRPr="00380803">
        <w:rPr>
          <w:rFonts w:ascii="Times New Roman" w:hAnsi="Times New Roman"/>
          <w:color w:val="000000" w:themeColor="text1"/>
          <w:sz w:val="24"/>
        </w:rPr>
        <w:t xml:space="preserve"> nimi, kella</w:t>
      </w:r>
      <w:r w:rsidR="0086060B">
        <w:rPr>
          <w:rFonts w:ascii="Times New Roman" w:hAnsi="Times New Roman"/>
          <w:color w:val="000000" w:themeColor="text1"/>
          <w:sz w:val="24"/>
        </w:rPr>
        <w:t>a</w:t>
      </w:r>
      <w:r w:rsidR="0086060B" w:rsidRPr="00380803">
        <w:rPr>
          <w:rFonts w:ascii="Times New Roman" w:hAnsi="Times New Roman"/>
          <w:color w:val="000000" w:themeColor="text1"/>
          <w:sz w:val="24"/>
        </w:rPr>
        <w:t xml:space="preserve">eg, ravimi nimi ja </w:t>
      </w:r>
      <w:r w:rsidR="0086060B" w:rsidRPr="00380803">
        <w:rPr>
          <w:rFonts w:ascii="Times New Roman" w:hAnsi="Times New Roman"/>
          <w:color w:val="000000" w:themeColor="text1"/>
          <w:sz w:val="24"/>
        </w:rPr>
        <w:lastRenderedPageBreak/>
        <w:t>annus.</w:t>
      </w:r>
      <w:r w:rsidR="0086060B" w:rsidRPr="00912EA6">
        <w:rPr>
          <w:rFonts w:ascii="Times New Roman" w:eastAsiaTheme="minorEastAsia" w:hAnsi="Times New Roman"/>
          <w:sz w:val="24"/>
        </w:rPr>
        <w:t xml:space="preserve"> </w:t>
      </w:r>
      <w:r w:rsidR="0089790A">
        <w:rPr>
          <w:rFonts w:ascii="Times New Roman" w:hAnsi="Times New Roman"/>
          <w:color w:val="000000" w:themeColor="text1"/>
          <w:sz w:val="24"/>
        </w:rPr>
        <w:t xml:space="preserve">Erihoolekandeteenuse osutaja </w:t>
      </w:r>
      <w:r w:rsidR="00D62F58">
        <w:rPr>
          <w:rFonts w:ascii="Times New Roman" w:hAnsi="Times New Roman"/>
          <w:color w:val="000000" w:themeColor="text1"/>
          <w:sz w:val="24"/>
        </w:rPr>
        <w:t>võib ravimite manustamiskordadeks jagamist korraldada ka muul viisi</w:t>
      </w:r>
      <w:r w:rsidR="00387991">
        <w:rPr>
          <w:rFonts w:ascii="Times New Roman" w:hAnsi="Times New Roman"/>
          <w:color w:val="000000" w:themeColor="text1"/>
          <w:sz w:val="24"/>
        </w:rPr>
        <w:t>l</w:t>
      </w:r>
      <w:r w:rsidR="00F85D07">
        <w:rPr>
          <w:rFonts w:ascii="Times New Roman" w:hAnsi="Times New Roman"/>
          <w:color w:val="000000" w:themeColor="text1"/>
          <w:sz w:val="24"/>
        </w:rPr>
        <w:t xml:space="preserve">, </w:t>
      </w:r>
      <w:r w:rsidR="006C4054">
        <w:rPr>
          <w:rFonts w:ascii="Times New Roman" w:hAnsi="Times New Roman"/>
          <w:color w:val="000000" w:themeColor="text1"/>
          <w:sz w:val="24"/>
        </w:rPr>
        <w:t>n</w:t>
      </w:r>
      <w:r w:rsidR="00423BAE">
        <w:rPr>
          <w:rFonts w:ascii="Times New Roman" w:hAnsi="Times New Roman"/>
          <w:color w:val="000000" w:themeColor="text1"/>
          <w:sz w:val="24"/>
        </w:rPr>
        <w:t>äiteks</w:t>
      </w:r>
      <w:r w:rsidR="006C4054">
        <w:rPr>
          <w:rFonts w:ascii="Times New Roman" w:hAnsi="Times New Roman"/>
          <w:color w:val="000000" w:themeColor="text1"/>
          <w:sz w:val="24"/>
        </w:rPr>
        <w:t xml:space="preserve"> </w:t>
      </w:r>
      <w:r w:rsidR="00F85D07">
        <w:rPr>
          <w:rFonts w:ascii="Times New Roman" w:hAnsi="Times New Roman"/>
          <w:color w:val="000000" w:themeColor="text1"/>
          <w:sz w:val="24"/>
        </w:rPr>
        <w:t>tehe</w:t>
      </w:r>
      <w:r w:rsidR="006C4054">
        <w:rPr>
          <w:rFonts w:ascii="Times New Roman" w:hAnsi="Times New Roman"/>
          <w:color w:val="000000" w:themeColor="text1"/>
          <w:sz w:val="24"/>
        </w:rPr>
        <w:t xml:space="preserve">s selle ülesandeks </w:t>
      </w:r>
      <w:r w:rsidR="00F10C52">
        <w:rPr>
          <w:rFonts w:ascii="Times New Roman" w:hAnsi="Times New Roman"/>
          <w:color w:val="000000" w:themeColor="text1"/>
          <w:sz w:val="24"/>
        </w:rPr>
        <w:t>meditsiiniharidusega või muule vastavate teadmiste</w:t>
      </w:r>
      <w:r w:rsidR="00AE7809">
        <w:rPr>
          <w:rFonts w:ascii="Times New Roman" w:hAnsi="Times New Roman"/>
          <w:color w:val="000000" w:themeColor="text1"/>
          <w:sz w:val="24"/>
        </w:rPr>
        <w:t xml:space="preserve"> </w:t>
      </w:r>
      <w:r w:rsidR="00F90B41">
        <w:rPr>
          <w:rFonts w:ascii="Times New Roman" w:hAnsi="Times New Roman"/>
          <w:color w:val="000000" w:themeColor="text1"/>
          <w:sz w:val="24"/>
        </w:rPr>
        <w:t>ja</w:t>
      </w:r>
      <w:r w:rsidR="00AE7809">
        <w:rPr>
          <w:rFonts w:ascii="Times New Roman" w:hAnsi="Times New Roman"/>
          <w:color w:val="000000" w:themeColor="text1"/>
          <w:sz w:val="24"/>
        </w:rPr>
        <w:t xml:space="preserve"> oskuste</w:t>
      </w:r>
      <w:r w:rsidR="00F10C52">
        <w:rPr>
          <w:rFonts w:ascii="Times New Roman" w:hAnsi="Times New Roman"/>
          <w:color w:val="000000" w:themeColor="text1"/>
          <w:sz w:val="24"/>
        </w:rPr>
        <w:t>ga töötajale.</w:t>
      </w:r>
      <w:r w:rsidR="00D62F58">
        <w:rPr>
          <w:rFonts w:ascii="Times New Roman" w:hAnsi="Times New Roman"/>
          <w:color w:val="000000" w:themeColor="text1"/>
          <w:sz w:val="24"/>
        </w:rPr>
        <w:t xml:space="preserve"> </w:t>
      </w:r>
      <w:r w:rsidR="00CD5E07" w:rsidRPr="00492853">
        <w:rPr>
          <w:rFonts w:ascii="Times New Roman" w:eastAsiaTheme="minorEastAsia" w:hAnsi="Times New Roman"/>
          <w:sz w:val="24"/>
        </w:rPr>
        <w:t xml:space="preserve">Tuginedes Ravimiameti </w:t>
      </w:r>
      <w:hyperlink r:id="rId24" w:history="1">
        <w:r w:rsidR="00CD5E07" w:rsidRPr="00CD5E07">
          <w:rPr>
            <w:rStyle w:val="Hperlink"/>
            <w:rFonts w:ascii="Times New Roman" w:eastAsiaTheme="minorEastAsia" w:hAnsi="Times New Roman"/>
            <w:sz w:val="24"/>
          </w:rPr>
          <w:t>juhendile</w:t>
        </w:r>
      </w:hyperlink>
      <w:r w:rsidR="00CD5E07">
        <w:rPr>
          <w:rFonts w:ascii="Times New Roman" w:eastAsiaTheme="minorEastAsia" w:hAnsi="Times New Roman"/>
          <w:sz w:val="24"/>
        </w:rPr>
        <w:t>, mis on koostatud</w:t>
      </w:r>
      <w:r w:rsidR="00CD5E07" w:rsidRPr="002616ED">
        <w:rPr>
          <w:rFonts w:ascii="Times New Roman" w:eastAsiaTheme="minorEastAsia" w:hAnsi="Times New Roman"/>
          <w:sz w:val="24"/>
        </w:rPr>
        <w:t xml:space="preserve"> hoolekandeteenuse osutajatele ravimite käitlemiseks</w:t>
      </w:r>
      <w:r w:rsidR="00CD5E07">
        <w:rPr>
          <w:rFonts w:ascii="Times New Roman" w:eastAsiaTheme="minorEastAsia" w:hAnsi="Times New Roman"/>
          <w:sz w:val="24"/>
        </w:rPr>
        <w:t>,</w:t>
      </w:r>
      <w:r w:rsidR="00CD5E07" w:rsidDel="00704A12">
        <w:rPr>
          <w:rFonts w:ascii="Times New Roman" w:eastAsiaTheme="minorEastAsia" w:hAnsi="Times New Roman"/>
          <w:color w:val="000000" w:themeColor="text1"/>
          <w:sz w:val="24"/>
        </w:rPr>
        <w:t xml:space="preserve"> </w:t>
      </w:r>
      <w:r w:rsidR="00CD5E07">
        <w:rPr>
          <w:rFonts w:ascii="Times New Roman" w:hAnsi="Times New Roman"/>
          <w:color w:val="000000" w:themeColor="text1"/>
          <w:sz w:val="24"/>
        </w:rPr>
        <w:t>on r</w:t>
      </w:r>
      <w:r w:rsidR="00CD5E07" w:rsidRPr="00B44A63">
        <w:rPr>
          <w:rFonts w:ascii="Times New Roman" w:eastAsiaTheme="minorEastAsia" w:hAnsi="Times New Roman"/>
          <w:sz w:val="24"/>
        </w:rPr>
        <w:t xml:space="preserve">avimite </w:t>
      </w:r>
      <w:r w:rsidR="00CD5E07">
        <w:rPr>
          <w:rFonts w:ascii="Times New Roman" w:eastAsiaTheme="minorEastAsia" w:hAnsi="Times New Roman"/>
          <w:sz w:val="24"/>
        </w:rPr>
        <w:t>manustamiskordadeks jagamise</w:t>
      </w:r>
      <w:r w:rsidR="00CD5E07" w:rsidRPr="000F66AB">
        <w:rPr>
          <w:rFonts w:ascii="Times New Roman" w:eastAsiaTheme="minorEastAsia" w:hAnsi="Times New Roman"/>
          <w:sz w:val="24"/>
        </w:rPr>
        <w:t xml:space="preserve"> juures oluline, et ravimeid </w:t>
      </w:r>
      <w:r w:rsidR="00AF495F">
        <w:rPr>
          <w:rFonts w:ascii="Times New Roman" w:eastAsiaTheme="minorEastAsia" w:hAnsi="Times New Roman"/>
          <w:sz w:val="24"/>
        </w:rPr>
        <w:t>käideldakse</w:t>
      </w:r>
      <w:r w:rsidR="00CD5E07" w:rsidRPr="000F66AB">
        <w:rPr>
          <w:rFonts w:ascii="Times New Roman" w:eastAsiaTheme="minorEastAsia" w:hAnsi="Times New Roman"/>
          <w:sz w:val="24"/>
        </w:rPr>
        <w:t xml:space="preserve"> vastavalt eeskirjadele ja arsti määratud raviskeemile ning</w:t>
      </w:r>
      <w:r w:rsidR="00CD5E07">
        <w:rPr>
          <w:rFonts w:ascii="Times New Roman" w:eastAsiaTheme="minorEastAsia" w:hAnsi="Times New Roman"/>
          <w:sz w:val="24"/>
        </w:rPr>
        <w:t xml:space="preserve"> et</w:t>
      </w:r>
      <w:r w:rsidR="00CD5E07" w:rsidRPr="000F66AB">
        <w:rPr>
          <w:rFonts w:ascii="Times New Roman" w:eastAsiaTheme="minorEastAsia" w:hAnsi="Times New Roman"/>
          <w:sz w:val="24"/>
        </w:rPr>
        <w:t xml:space="preserve"> personal on piisavalt juhendatud ja koolitatud.</w:t>
      </w:r>
      <w:r w:rsidR="00DB2065">
        <w:rPr>
          <w:rFonts w:ascii="Times New Roman" w:eastAsiaTheme="minorEastAsia" w:hAnsi="Times New Roman"/>
          <w:sz w:val="24"/>
        </w:rPr>
        <w:t xml:space="preserve"> </w:t>
      </w:r>
      <w:r w:rsidR="004F33AA">
        <w:rPr>
          <w:rFonts w:ascii="Times New Roman" w:eastAsiaTheme="minorEastAsia" w:hAnsi="Times New Roman"/>
          <w:sz w:val="24"/>
        </w:rPr>
        <w:t>O</w:t>
      </w:r>
      <w:r w:rsidR="00DB2065">
        <w:rPr>
          <w:rFonts w:ascii="Times New Roman" w:eastAsiaTheme="minorEastAsia" w:hAnsi="Times New Roman"/>
          <w:sz w:val="24"/>
        </w:rPr>
        <w:t>luline on</w:t>
      </w:r>
      <w:r w:rsidR="004F33AA">
        <w:rPr>
          <w:rFonts w:ascii="Times New Roman" w:eastAsiaTheme="minorEastAsia" w:hAnsi="Times New Roman"/>
          <w:sz w:val="24"/>
        </w:rPr>
        <w:t xml:space="preserve"> see</w:t>
      </w:r>
      <w:r w:rsidR="00DB2065">
        <w:rPr>
          <w:rFonts w:ascii="Times New Roman" w:eastAsiaTheme="minorEastAsia" w:hAnsi="Times New Roman"/>
          <w:sz w:val="24"/>
        </w:rPr>
        <w:t xml:space="preserve">, et </w:t>
      </w:r>
      <w:r w:rsidR="008173EB" w:rsidRPr="008173EB">
        <w:rPr>
          <w:rFonts w:ascii="Times New Roman" w:eastAsiaTheme="minorEastAsia" w:hAnsi="Times New Roman"/>
          <w:sz w:val="24"/>
        </w:rPr>
        <w:t>ee</w:t>
      </w:r>
      <w:r w:rsidR="004F33AA">
        <w:rPr>
          <w:rFonts w:ascii="Times New Roman" w:eastAsiaTheme="minorEastAsia" w:hAnsi="Times New Roman"/>
          <w:sz w:val="24"/>
        </w:rPr>
        <w:t>s</w:t>
      </w:r>
      <w:r w:rsidR="008173EB" w:rsidRPr="008173EB">
        <w:rPr>
          <w:rFonts w:ascii="Times New Roman" w:eastAsiaTheme="minorEastAsia" w:hAnsi="Times New Roman"/>
          <w:sz w:val="24"/>
        </w:rPr>
        <w:t xml:space="preserve">pool välja toodud kvaliteedisüsteemi nõuded on hoolekandeasutuses täidetud, asutuse töötajad </w:t>
      </w:r>
      <w:r w:rsidR="004F33AA">
        <w:rPr>
          <w:rFonts w:ascii="Times New Roman" w:eastAsiaTheme="minorEastAsia" w:hAnsi="Times New Roman"/>
          <w:sz w:val="24"/>
        </w:rPr>
        <w:t xml:space="preserve">on </w:t>
      </w:r>
      <w:r w:rsidR="008173EB" w:rsidRPr="008173EB">
        <w:rPr>
          <w:rFonts w:ascii="Times New Roman" w:eastAsiaTheme="minorEastAsia" w:hAnsi="Times New Roman"/>
          <w:sz w:val="24"/>
        </w:rPr>
        <w:t>juhendatud</w:t>
      </w:r>
      <w:r w:rsidR="004F33AA">
        <w:rPr>
          <w:rFonts w:ascii="Times New Roman" w:eastAsiaTheme="minorEastAsia" w:hAnsi="Times New Roman"/>
          <w:sz w:val="24"/>
        </w:rPr>
        <w:t xml:space="preserve"> ja</w:t>
      </w:r>
      <w:r w:rsidR="008173EB" w:rsidRPr="008173EB">
        <w:rPr>
          <w:rFonts w:ascii="Times New Roman" w:eastAsiaTheme="minorEastAsia" w:hAnsi="Times New Roman"/>
          <w:sz w:val="24"/>
        </w:rPr>
        <w:t xml:space="preserve"> välja õpetatud ning vastusalad </w:t>
      </w:r>
      <w:r w:rsidR="004F33AA">
        <w:rPr>
          <w:rFonts w:ascii="Times New Roman" w:eastAsiaTheme="minorEastAsia" w:hAnsi="Times New Roman"/>
          <w:sz w:val="24"/>
        </w:rPr>
        <w:t xml:space="preserve">on </w:t>
      </w:r>
      <w:r w:rsidR="008173EB" w:rsidRPr="008173EB">
        <w:rPr>
          <w:rFonts w:ascii="Times New Roman" w:eastAsiaTheme="minorEastAsia" w:hAnsi="Times New Roman"/>
          <w:sz w:val="24"/>
        </w:rPr>
        <w:t>paika pandud</w:t>
      </w:r>
      <w:r w:rsidR="00DB2065">
        <w:rPr>
          <w:rFonts w:ascii="Times New Roman" w:eastAsiaTheme="minorEastAsia" w:hAnsi="Times New Roman"/>
          <w:sz w:val="24"/>
        </w:rPr>
        <w:t xml:space="preserve">. </w:t>
      </w:r>
      <w:r w:rsidR="004F33AA" w:rsidRPr="004F33AA">
        <w:rPr>
          <w:rFonts w:ascii="Times New Roman" w:eastAsiaTheme="minorEastAsia" w:hAnsi="Times New Roman"/>
          <w:sz w:val="24"/>
        </w:rPr>
        <w:t>K</w:t>
      </w:r>
      <w:r w:rsidR="00A15D6C" w:rsidRPr="004F33AA">
        <w:rPr>
          <w:rFonts w:ascii="Times New Roman" w:eastAsiaTheme="minorEastAsia" w:hAnsi="Times New Roman"/>
          <w:sz w:val="24"/>
        </w:rPr>
        <w:t xml:space="preserve">una </w:t>
      </w:r>
      <w:r w:rsidR="004F33AA" w:rsidRPr="004F33AA">
        <w:rPr>
          <w:rFonts w:ascii="Times New Roman" w:eastAsiaTheme="minorEastAsia" w:hAnsi="Times New Roman"/>
          <w:sz w:val="24"/>
        </w:rPr>
        <w:t xml:space="preserve">aga </w:t>
      </w:r>
      <w:r w:rsidR="008A402F" w:rsidRPr="004F33AA">
        <w:rPr>
          <w:rFonts w:ascii="Times New Roman" w:eastAsiaTheme="minorEastAsia" w:hAnsi="Times New Roman"/>
          <w:sz w:val="24"/>
        </w:rPr>
        <w:t xml:space="preserve">erihoolekandeteenuse saajate raviskeemides on peamiselt narkootilisi ja psühhotroopseid aineid sisaldavad ravimid, </w:t>
      </w:r>
      <w:r w:rsidR="00621F96" w:rsidRPr="004F33AA">
        <w:rPr>
          <w:rFonts w:ascii="Times New Roman" w:eastAsiaTheme="minorEastAsia" w:hAnsi="Times New Roman"/>
          <w:sz w:val="24"/>
        </w:rPr>
        <w:t xml:space="preserve">võiks </w:t>
      </w:r>
      <w:r w:rsidR="008A402F" w:rsidRPr="004F33AA">
        <w:rPr>
          <w:rFonts w:ascii="Times New Roman" w:eastAsiaTheme="minorEastAsia" w:hAnsi="Times New Roman"/>
          <w:sz w:val="24"/>
        </w:rPr>
        <w:t xml:space="preserve">erihoolekandeasutustes ravimite </w:t>
      </w:r>
      <w:r w:rsidR="005A01D3" w:rsidRPr="004F33AA">
        <w:rPr>
          <w:rFonts w:ascii="Times New Roman" w:eastAsiaTheme="minorEastAsia" w:hAnsi="Times New Roman"/>
          <w:sz w:val="24"/>
        </w:rPr>
        <w:t xml:space="preserve">manustamiskordadeks jagamise teenust </w:t>
      </w:r>
      <w:r w:rsidR="004F33AA" w:rsidRPr="004F33AA">
        <w:rPr>
          <w:rFonts w:ascii="Times New Roman" w:eastAsiaTheme="minorEastAsia" w:hAnsi="Times New Roman"/>
          <w:sz w:val="24"/>
        </w:rPr>
        <w:t>võimaluse korral</w:t>
      </w:r>
      <w:r w:rsidR="005A01D3" w:rsidRPr="004F33AA">
        <w:rPr>
          <w:rFonts w:ascii="Times New Roman" w:eastAsiaTheme="minorEastAsia" w:hAnsi="Times New Roman"/>
          <w:sz w:val="24"/>
        </w:rPr>
        <w:t xml:space="preserve"> </w:t>
      </w:r>
      <w:r w:rsidR="008A402F" w:rsidRPr="004F33AA">
        <w:rPr>
          <w:rFonts w:ascii="Times New Roman" w:eastAsiaTheme="minorEastAsia" w:hAnsi="Times New Roman"/>
          <w:sz w:val="24"/>
        </w:rPr>
        <w:t>apteegiteenuse osutaja</w:t>
      </w:r>
      <w:r w:rsidR="00C373B5" w:rsidRPr="004F33AA">
        <w:rPr>
          <w:rFonts w:ascii="Times New Roman" w:eastAsiaTheme="minorEastAsia" w:hAnsi="Times New Roman"/>
          <w:sz w:val="24"/>
        </w:rPr>
        <w:t>lt sisse osta</w:t>
      </w:r>
      <w:r w:rsidR="008A402F" w:rsidRPr="004F33AA">
        <w:rPr>
          <w:rFonts w:ascii="Times New Roman" w:eastAsiaTheme="minorEastAsia" w:hAnsi="Times New Roman"/>
          <w:sz w:val="24"/>
        </w:rPr>
        <w:t xml:space="preserve"> või </w:t>
      </w:r>
      <w:r w:rsidR="00C373B5" w:rsidRPr="004F33AA">
        <w:rPr>
          <w:rFonts w:ascii="Times New Roman" w:eastAsiaTheme="minorEastAsia" w:hAnsi="Times New Roman"/>
          <w:sz w:val="24"/>
        </w:rPr>
        <w:t xml:space="preserve">seda </w:t>
      </w:r>
      <w:r w:rsidR="004F33AA" w:rsidRPr="004F33AA">
        <w:rPr>
          <w:rFonts w:ascii="Times New Roman" w:eastAsiaTheme="minorEastAsia" w:hAnsi="Times New Roman"/>
          <w:sz w:val="24"/>
        </w:rPr>
        <w:t xml:space="preserve">võiks </w:t>
      </w:r>
      <w:r w:rsidR="00C373B5" w:rsidRPr="004F33AA">
        <w:rPr>
          <w:rFonts w:ascii="Times New Roman" w:eastAsiaTheme="minorEastAsia" w:hAnsi="Times New Roman"/>
          <w:sz w:val="24"/>
        </w:rPr>
        <w:t xml:space="preserve">teha </w:t>
      </w:r>
      <w:r w:rsidR="002E29C6" w:rsidRPr="004F33AA">
        <w:rPr>
          <w:rFonts w:ascii="Times New Roman" w:eastAsiaTheme="minorEastAsia" w:hAnsi="Times New Roman"/>
          <w:sz w:val="24"/>
        </w:rPr>
        <w:t xml:space="preserve">meditsiiniharidusega töötaja. </w:t>
      </w:r>
    </w:p>
    <w:p w14:paraId="3109D5B3" w14:textId="77777777" w:rsidR="004F33AA" w:rsidRDefault="004F33AA" w:rsidP="008E199B">
      <w:pPr>
        <w:rPr>
          <w:rFonts w:ascii="Times New Roman" w:hAnsi="Times New Roman"/>
          <w:color w:val="000000"/>
          <w:sz w:val="24"/>
        </w:rPr>
      </w:pPr>
    </w:p>
    <w:p w14:paraId="26B39DE1" w14:textId="7AEEAA57" w:rsidR="00FE2A94" w:rsidRPr="00846494" w:rsidRDefault="00FE2A94" w:rsidP="008E199B">
      <w:pPr>
        <w:rPr>
          <w:rFonts w:ascii="Times New Roman" w:hAnsi="Times New Roman"/>
          <w:color w:val="000000"/>
          <w:sz w:val="24"/>
        </w:rPr>
      </w:pPr>
      <w:r w:rsidRPr="00846494">
        <w:rPr>
          <w:rFonts w:ascii="Times New Roman" w:hAnsi="Times New Roman"/>
          <w:color w:val="000000"/>
          <w:sz w:val="24"/>
        </w:rPr>
        <w:t>TerK</w:t>
      </w:r>
      <w:r w:rsidR="007963F3">
        <w:rPr>
          <w:rFonts w:ascii="Times New Roman" w:hAnsi="Times New Roman"/>
          <w:color w:val="000000"/>
          <w:sz w:val="24"/>
        </w:rPr>
        <w:t>-i tehtud</w:t>
      </w:r>
      <w:r w:rsidRPr="00846494">
        <w:rPr>
          <w:rFonts w:ascii="Times New Roman" w:hAnsi="Times New Roman"/>
          <w:color w:val="000000"/>
          <w:sz w:val="24"/>
        </w:rPr>
        <w:t xml:space="preserve"> </w:t>
      </w:r>
      <w:r w:rsidR="00F60CD8">
        <w:rPr>
          <w:rFonts w:ascii="Times New Roman" w:hAnsi="Times New Roman"/>
          <w:color w:val="000000"/>
          <w:sz w:val="24"/>
        </w:rPr>
        <w:t>ööpäevaringse erihooldusteenuse</w:t>
      </w:r>
      <w:r w:rsidRPr="00846494">
        <w:rPr>
          <w:rFonts w:ascii="Times New Roman" w:hAnsi="Times New Roman"/>
          <w:color w:val="000000"/>
          <w:sz w:val="24"/>
        </w:rPr>
        <w:t xml:space="preserve"> </w:t>
      </w:r>
      <w:r w:rsidR="007963F3">
        <w:rPr>
          <w:rFonts w:ascii="Times New Roman" w:hAnsi="Times New Roman"/>
          <w:color w:val="000000"/>
          <w:sz w:val="24"/>
        </w:rPr>
        <w:t xml:space="preserve">osutamisel pakutava </w:t>
      </w:r>
      <w:r w:rsidRPr="00846494">
        <w:rPr>
          <w:rFonts w:ascii="Times New Roman" w:hAnsi="Times New Roman"/>
          <w:color w:val="000000"/>
          <w:sz w:val="24"/>
        </w:rPr>
        <w:t>õendus</w:t>
      </w:r>
      <w:r w:rsidR="007963F3">
        <w:rPr>
          <w:rFonts w:ascii="Times New Roman" w:hAnsi="Times New Roman"/>
          <w:color w:val="000000"/>
          <w:sz w:val="24"/>
        </w:rPr>
        <w:t>abi</w:t>
      </w:r>
      <w:r w:rsidRPr="00846494">
        <w:rPr>
          <w:rFonts w:ascii="Times New Roman" w:hAnsi="Times New Roman"/>
          <w:color w:val="000000"/>
          <w:sz w:val="24"/>
        </w:rPr>
        <w:t xml:space="preserve"> kirjelduse</w:t>
      </w:r>
      <w:r w:rsidR="007963F3">
        <w:rPr>
          <w:rFonts w:ascii="Times New Roman" w:hAnsi="Times New Roman"/>
          <w:color w:val="000000"/>
          <w:sz w:val="24"/>
        </w:rPr>
        <w:t xml:space="preserve"> alusel on</w:t>
      </w:r>
      <w:r w:rsidRPr="00846494">
        <w:rPr>
          <w:rFonts w:ascii="Times New Roman" w:hAnsi="Times New Roman"/>
          <w:color w:val="000000"/>
          <w:sz w:val="24"/>
        </w:rPr>
        <w:t xml:space="preserve"> komponendipõhiselt välja arvutatud teenuse isikupõhine maksumus, mis on 100,75 eurot kuus. Hind sisaldab alljärgnevaid komponente: 1) personalikulu 90,40 eurot; </w:t>
      </w:r>
      <w:r w:rsidR="00193F7B" w:rsidRPr="00D73418">
        <w:rPr>
          <w:rFonts w:ascii="Times New Roman" w:hAnsi="Times New Roman"/>
          <w:color w:val="000000"/>
          <w:sz w:val="24"/>
        </w:rPr>
        <w:t xml:space="preserve">2) </w:t>
      </w:r>
      <w:r w:rsidRPr="00846494">
        <w:rPr>
          <w:rFonts w:ascii="Times New Roman" w:hAnsi="Times New Roman"/>
          <w:color w:val="000000"/>
          <w:sz w:val="24"/>
        </w:rPr>
        <w:t>meditsiinilised tarvikud (korduv</w:t>
      </w:r>
      <w:r w:rsidR="00B22AA7">
        <w:rPr>
          <w:rFonts w:ascii="Times New Roman" w:hAnsi="Times New Roman"/>
          <w:color w:val="000000"/>
          <w:sz w:val="24"/>
        </w:rPr>
        <w:t>kasutusega</w:t>
      </w:r>
      <w:r w:rsidRPr="00846494">
        <w:rPr>
          <w:rFonts w:ascii="Times New Roman" w:hAnsi="Times New Roman"/>
          <w:color w:val="000000"/>
          <w:sz w:val="24"/>
        </w:rPr>
        <w:t xml:space="preserve">, ühekordse kasutusega, ravimid, isikukaitsevahendid) 6,67 eurot ja </w:t>
      </w:r>
      <w:r w:rsidR="00193F7B" w:rsidRPr="00D73418">
        <w:rPr>
          <w:rFonts w:ascii="Times New Roman" w:hAnsi="Times New Roman"/>
          <w:color w:val="000000"/>
          <w:sz w:val="24"/>
        </w:rPr>
        <w:t xml:space="preserve">3) </w:t>
      </w:r>
      <w:r w:rsidRPr="00846494">
        <w:rPr>
          <w:rFonts w:ascii="Times New Roman" w:hAnsi="Times New Roman"/>
          <w:color w:val="000000"/>
          <w:sz w:val="24"/>
        </w:rPr>
        <w:t xml:space="preserve">muud kulud (arvuti töökoht, IT-ressurss, õe tööriided, ohtlike jäätmete utiliseerimine) 3,68 eurot. </w:t>
      </w:r>
    </w:p>
    <w:p w14:paraId="6941B0AC" w14:textId="77777777" w:rsidR="00FE2A94" w:rsidRPr="00846494" w:rsidRDefault="00FE2A94" w:rsidP="008E199B">
      <w:pPr>
        <w:rPr>
          <w:rFonts w:ascii="Times New Roman" w:hAnsi="Times New Roman"/>
          <w:color w:val="000000"/>
          <w:sz w:val="24"/>
        </w:rPr>
      </w:pPr>
    </w:p>
    <w:p w14:paraId="1235879D" w14:textId="02C52D38" w:rsidR="00395211" w:rsidRPr="00395211" w:rsidRDefault="00FE2A94" w:rsidP="008E199B">
      <w:pPr>
        <w:rPr>
          <w:rFonts w:ascii="Times New Roman" w:hAnsi="Times New Roman"/>
          <w:color w:val="000000"/>
          <w:sz w:val="24"/>
        </w:rPr>
      </w:pPr>
      <w:r w:rsidRPr="005A4B48">
        <w:rPr>
          <w:rFonts w:ascii="Times New Roman" w:hAnsi="Times New Roman"/>
          <w:color w:val="000000"/>
          <w:sz w:val="24"/>
        </w:rPr>
        <w:t xml:space="preserve">Võttes arvesse </w:t>
      </w:r>
      <w:r w:rsidR="00AC4EE2">
        <w:rPr>
          <w:rFonts w:ascii="Times New Roman" w:hAnsi="Times New Roman"/>
          <w:color w:val="000000"/>
          <w:sz w:val="24"/>
        </w:rPr>
        <w:t xml:space="preserve">seisuga </w:t>
      </w:r>
      <w:r w:rsidR="00F811AB" w:rsidRPr="00D73418">
        <w:rPr>
          <w:rFonts w:ascii="Times New Roman" w:hAnsi="Times New Roman"/>
          <w:color w:val="000000"/>
          <w:sz w:val="24"/>
        </w:rPr>
        <w:t xml:space="preserve">06.02.2024 </w:t>
      </w:r>
      <w:r w:rsidR="00A9163C" w:rsidRPr="00D73418">
        <w:rPr>
          <w:rFonts w:ascii="Times New Roman" w:hAnsi="Times New Roman"/>
          <w:color w:val="000000"/>
          <w:sz w:val="24"/>
        </w:rPr>
        <w:t>ööpäevaringse erihooldusteenuse</w:t>
      </w:r>
      <w:r w:rsidR="007963F3">
        <w:rPr>
          <w:rFonts w:ascii="Times New Roman" w:hAnsi="Times New Roman"/>
          <w:color w:val="000000"/>
          <w:sz w:val="24"/>
        </w:rPr>
        <w:t xml:space="preserve"> saajate</w:t>
      </w:r>
      <w:r w:rsidRPr="00846494">
        <w:rPr>
          <w:rFonts w:ascii="Times New Roman" w:hAnsi="Times New Roman"/>
          <w:color w:val="000000"/>
          <w:sz w:val="24"/>
        </w:rPr>
        <w:t xml:space="preserve"> koguarvu 2359 inimest, </w:t>
      </w:r>
      <w:r w:rsidRPr="00395211">
        <w:rPr>
          <w:rFonts w:ascii="Times New Roman" w:hAnsi="Times New Roman"/>
          <w:color w:val="000000"/>
          <w:sz w:val="24"/>
        </w:rPr>
        <w:t>kelle puhul on tagatud õendus</w:t>
      </w:r>
      <w:r w:rsidR="00BD42AF" w:rsidRPr="00395211">
        <w:rPr>
          <w:rFonts w:ascii="Times New Roman" w:hAnsi="Times New Roman"/>
          <w:color w:val="000000"/>
          <w:sz w:val="24"/>
        </w:rPr>
        <w:t>abi,</w:t>
      </w:r>
      <w:r w:rsidRPr="00395211">
        <w:rPr>
          <w:rFonts w:ascii="Times New Roman" w:hAnsi="Times New Roman"/>
          <w:color w:val="000000"/>
          <w:sz w:val="24"/>
        </w:rPr>
        <w:t xml:space="preserve"> on TerK</w:t>
      </w:r>
      <w:r w:rsidR="00AA5F42" w:rsidRPr="00395211">
        <w:rPr>
          <w:rFonts w:ascii="Times New Roman" w:hAnsi="Times New Roman"/>
          <w:color w:val="000000"/>
          <w:sz w:val="24"/>
        </w:rPr>
        <w:t>-i</w:t>
      </w:r>
      <w:r w:rsidRPr="00395211">
        <w:rPr>
          <w:rFonts w:ascii="Times New Roman" w:hAnsi="Times New Roman"/>
          <w:color w:val="000000"/>
          <w:sz w:val="24"/>
        </w:rPr>
        <w:t xml:space="preserve"> korraldatava teenuse kogumaksumuseks </w:t>
      </w:r>
      <w:r w:rsidR="00B22AA7" w:rsidRPr="00395211">
        <w:rPr>
          <w:rFonts w:ascii="Times New Roman" w:hAnsi="Times New Roman"/>
          <w:color w:val="000000"/>
          <w:sz w:val="24"/>
        </w:rPr>
        <w:t>2 851 </w:t>
      </w:r>
      <w:r w:rsidRPr="00395211">
        <w:rPr>
          <w:rFonts w:ascii="Times New Roman" w:hAnsi="Times New Roman"/>
          <w:color w:val="000000"/>
          <w:sz w:val="24"/>
        </w:rPr>
        <w:t>922</w:t>
      </w:r>
      <w:r w:rsidR="00B22AA7" w:rsidRPr="00395211">
        <w:rPr>
          <w:rFonts w:ascii="Times New Roman" w:hAnsi="Times New Roman"/>
          <w:color w:val="000000"/>
          <w:sz w:val="24"/>
        </w:rPr>
        <w:t> eurot.</w:t>
      </w:r>
      <w:r w:rsidRPr="00395211">
        <w:rPr>
          <w:rFonts w:ascii="Times New Roman" w:hAnsi="Times New Roman"/>
          <w:color w:val="000000"/>
          <w:sz w:val="24"/>
        </w:rPr>
        <w:t xml:space="preserve"> </w:t>
      </w:r>
      <w:r w:rsidR="00F42092" w:rsidRPr="00395211">
        <w:rPr>
          <w:rFonts w:ascii="Times New Roman" w:hAnsi="Times New Roman"/>
          <w:color w:val="000000"/>
          <w:sz w:val="24"/>
        </w:rPr>
        <w:t xml:space="preserve">Eelnõu kohaselt rahastatakse </w:t>
      </w:r>
      <w:r w:rsidR="00735013" w:rsidRPr="00395211">
        <w:rPr>
          <w:rFonts w:ascii="Times New Roman" w:hAnsi="Times New Roman"/>
          <w:color w:val="000000"/>
          <w:sz w:val="24"/>
        </w:rPr>
        <w:t>alates 1.jaanuarist 2025.a ööpäevaringse erihooldusteenuse osutamise</w:t>
      </w:r>
      <w:r w:rsidR="007963F3" w:rsidRPr="00395211">
        <w:rPr>
          <w:rFonts w:ascii="Times New Roman" w:hAnsi="Times New Roman"/>
          <w:color w:val="000000"/>
          <w:sz w:val="24"/>
        </w:rPr>
        <w:t>l pakutavat</w:t>
      </w:r>
      <w:r w:rsidR="00735013" w:rsidRPr="00395211">
        <w:rPr>
          <w:rFonts w:ascii="Times New Roman" w:hAnsi="Times New Roman"/>
          <w:color w:val="000000"/>
          <w:sz w:val="24"/>
        </w:rPr>
        <w:t xml:space="preserve"> iseseisvat õendusabi</w:t>
      </w:r>
      <w:r w:rsidR="00395211" w:rsidRPr="00395211">
        <w:rPr>
          <w:rFonts w:ascii="Times New Roman" w:hAnsi="Times New Roman"/>
          <w:color w:val="000000"/>
          <w:sz w:val="24"/>
        </w:rPr>
        <w:t>:</w:t>
      </w:r>
    </w:p>
    <w:p w14:paraId="33D375C2" w14:textId="323D9FE9" w:rsidR="00395211" w:rsidRPr="00395211" w:rsidRDefault="00766238" w:rsidP="00395211">
      <w:pPr>
        <w:pStyle w:val="Loendilik"/>
        <w:numPr>
          <w:ilvl w:val="0"/>
          <w:numId w:val="21"/>
        </w:numPr>
        <w:rPr>
          <w:rFonts w:ascii="Times New Roman" w:hAnsi="Times New Roman"/>
          <w:sz w:val="24"/>
        </w:rPr>
      </w:pPr>
      <w:r w:rsidRPr="00395211">
        <w:rPr>
          <w:rFonts w:ascii="Times New Roman" w:hAnsi="Times New Roman"/>
          <w:color w:val="000000"/>
          <w:sz w:val="24"/>
        </w:rPr>
        <w:t>riigieelarvest Ter</w:t>
      </w:r>
      <w:r w:rsidR="00DD375D" w:rsidRPr="00395211">
        <w:rPr>
          <w:rFonts w:ascii="Times New Roman" w:hAnsi="Times New Roman"/>
          <w:color w:val="000000"/>
          <w:sz w:val="24"/>
        </w:rPr>
        <w:t>K-i</w:t>
      </w:r>
      <w:r w:rsidRPr="00395211">
        <w:rPr>
          <w:rFonts w:ascii="Times New Roman" w:hAnsi="Times New Roman"/>
          <w:color w:val="000000"/>
          <w:sz w:val="24"/>
        </w:rPr>
        <w:t xml:space="preserve"> kaudu</w:t>
      </w:r>
      <w:r w:rsidR="00395211" w:rsidRPr="00395211">
        <w:rPr>
          <w:rFonts w:ascii="Times New Roman" w:hAnsi="Times New Roman"/>
          <w:color w:val="000000"/>
          <w:sz w:val="24"/>
        </w:rPr>
        <w:t>. See tähendab, et seni SKA eelarvesse ettenähtud õendusabi rahastamiseks mõeldud summad (1 366 892, 09 €) nähakse riigieelarvega ette TerK-ile. Sellest arvestatakse maha 168 726 eurot, mis on isiku personaalsesse raviskeemi kuuluvate ravimite manustamiskordadeks jagamise kulu. 2025. aastal plaanitakse riigieelarvega TerK-ile ööpäevaringse erihooldusteenuse osutamisel pakutava õendusabi rahastamiseks 1 198 166 eurot;</w:t>
      </w:r>
    </w:p>
    <w:p w14:paraId="19BC2A3A" w14:textId="77777777" w:rsidR="00395211" w:rsidRPr="00395211" w:rsidRDefault="00E60984" w:rsidP="00395211">
      <w:pPr>
        <w:pStyle w:val="Loendilik"/>
        <w:numPr>
          <w:ilvl w:val="0"/>
          <w:numId w:val="21"/>
        </w:numPr>
        <w:rPr>
          <w:rFonts w:ascii="Times New Roman" w:hAnsi="Times New Roman"/>
          <w:sz w:val="24"/>
        </w:rPr>
      </w:pPr>
      <w:r w:rsidRPr="00395211">
        <w:rPr>
          <w:rFonts w:ascii="Times New Roman" w:hAnsi="Times New Roman"/>
          <w:color w:val="000000"/>
          <w:sz w:val="24"/>
        </w:rPr>
        <w:t>riigieelarves Ter</w:t>
      </w:r>
      <w:r w:rsidR="00DD375D" w:rsidRPr="00395211">
        <w:rPr>
          <w:rFonts w:ascii="Times New Roman" w:hAnsi="Times New Roman"/>
          <w:color w:val="000000"/>
          <w:sz w:val="24"/>
        </w:rPr>
        <w:t>K-i</w:t>
      </w:r>
      <w:r w:rsidRPr="00395211">
        <w:rPr>
          <w:rFonts w:ascii="Times New Roman" w:hAnsi="Times New Roman"/>
          <w:color w:val="000000"/>
          <w:sz w:val="24"/>
        </w:rPr>
        <w:t xml:space="preserve"> eelarvesse ettenähtud vahenditest. </w:t>
      </w:r>
      <w:r w:rsidR="00ED36FF" w:rsidRPr="00395211">
        <w:rPr>
          <w:rFonts w:ascii="Times New Roman" w:hAnsi="Times New Roman"/>
          <w:color w:val="000000"/>
          <w:sz w:val="24"/>
        </w:rPr>
        <w:t xml:space="preserve">2025. aastal </w:t>
      </w:r>
      <w:r w:rsidR="00A3095A" w:rsidRPr="00395211">
        <w:rPr>
          <w:rFonts w:ascii="Times New Roman" w:hAnsi="Times New Roman"/>
          <w:color w:val="000000"/>
          <w:sz w:val="24"/>
        </w:rPr>
        <w:t>planeeritakse selleks</w:t>
      </w:r>
      <w:r w:rsidR="00ED36FF" w:rsidRPr="00395211">
        <w:rPr>
          <w:rFonts w:ascii="Times New Roman" w:hAnsi="Times New Roman"/>
          <w:color w:val="000000"/>
          <w:sz w:val="24"/>
        </w:rPr>
        <w:t xml:space="preserve"> </w:t>
      </w:r>
      <w:r w:rsidR="00812F91" w:rsidRPr="00395211">
        <w:rPr>
          <w:rFonts w:ascii="Times New Roman" w:hAnsi="Times New Roman"/>
          <w:color w:val="000000"/>
          <w:sz w:val="24"/>
        </w:rPr>
        <w:t>1</w:t>
      </w:r>
      <w:r w:rsidR="00395211" w:rsidRPr="00395211">
        <w:rPr>
          <w:rFonts w:ascii="Times New Roman" w:hAnsi="Times New Roman"/>
          <w:color w:val="000000"/>
          <w:sz w:val="24"/>
        </w:rPr>
        <w:t> </w:t>
      </w:r>
      <w:r w:rsidR="00812F91" w:rsidRPr="00395211">
        <w:rPr>
          <w:rFonts w:ascii="Times New Roman" w:hAnsi="Times New Roman"/>
          <w:color w:val="000000"/>
          <w:sz w:val="24"/>
        </w:rPr>
        <w:t>653</w:t>
      </w:r>
      <w:r w:rsidR="00395211" w:rsidRPr="00395211">
        <w:rPr>
          <w:rFonts w:ascii="Times New Roman" w:hAnsi="Times New Roman"/>
          <w:color w:val="000000"/>
          <w:sz w:val="24"/>
        </w:rPr>
        <w:t> </w:t>
      </w:r>
      <w:r w:rsidR="00812F91" w:rsidRPr="00395211">
        <w:rPr>
          <w:rFonts w:ascii="Times New Roman" w:hAnsi="Times New Roman"/>
          <w:color w:val="000000"/>
          <w:sz w:val="24"/>
        </w:rPr>
        <w:t>756</w:t>
      </w:r>
      <w:r w:rsidR="00395211" w:rsidRPr="00395211">
        <w:rPr>
          <w:rFonts w:ascii="Times New Roman" w:hAnsi="Times New Roman"/>
          <w:color w:val="000000"/>
          <w:sz w:val="24"/>
        </w:rPr>
        <w:t xml:space="preserve"> </w:t>
      </w:r>
      <w:r w:rsidR="00ED36FF" w:rsidRPr="00395211">
        <w:rPr>
          <w:rFonts w:ascii="Times New Roman" w:hAnsi="Times New Roman"/>
          <w:color w:val="000000"/>
          <w:sz w:val="24"/>
        </w:rPr>
        <w:t>eurot.</w:t>
      </w:r>
    </w:p>
    <w:p w14:paraId="4103ACFF" w14:textId="051C7E0E" w:rsidR="00FE2A94" w:rsidRPr="00395211" w:rsidRDefault="00EA64B8" w:rsidP="00395211">
      <w:pPr>
        <w:rPr>
          <w:rFonts w:ascii="Times New Roman" w:hAnsi="Times New Roman"/>
          <w:sz w:val="24"/>
        </w:rPr>
      </w:pPr>
      <w:r w:rsidRPr="00395211">
        <w:rPr>
          <w:rFonts w:ascii="Times New Roman" w:hAnsi="Times New Roman"/>
          <w:color w:val="000000"/>
          <w:sz w:val="24"/>
        </w:rPr>
        <w:t>Täiendavat kulu eelnõu rakendamine riigieelarvele ei tekita.</w:t>
      </w:r>
    </w:p>
    <w:p w14:paraId="1F4CA33B" w14:textId="77777777" w:rsidR="00AD5645" w:rsidRPr="00846494" w:rsidRDefault="00AD5645" w:rsidP="008E199B">
      <w:pPr>
        <w:rPr>
          <w:rFonts w:ascii="Times New Roman" w:hAnsi="Times New Roman"/>
          <w:b/>
          <w:bCs/>
          <w:sz w:val="24"/>
        </w:rPr>
      </w:pPr>
    </w:p>
    <w:p w14:paraId="06E80996" w14:textId="7D3646A1" w:rsidR="00F57DF2" w:rsidRPr="00846494" w:rsidRDefault="00F57DF2" w:rsidP="008E199B">
      <w:pPr>
        <w:rPr>
          <w:rFonts w:ascii="Times New Roman" w:hAnsi="Times New Roman"/>
          <w:b/>
          <w:bCs/>
          <w:sz w:val="24"/>
        </w:rPr>
      </w:pPr>
      <w:r w:rsidRPr="00846494">
        <w:rPr>
          <w:rFonts w:ascii="Times New Roman" w:hAnsi="Times New Roman"/>
          <w:b/>
          <w:bCs/>
          <w:sz w:val="24"/>
        </w:rPr>
        <w:t xml:space="preserve">Paragrahvis 3 </w:t>
      </w:r>
      <w:r w:rsidRPr="00846494">
        <w:rPr>
          <w:rFonts w:ascii="Times New Roman" w:hAnsi="Times New Roman"/>
          <w:sz w:val="24"/>
        </w:rPr>
        <w:t>sätestatakse seaduse jõustumine 2025. aasta 1. jaanuaril.</w:t>
      </w:r>
      <w:r w:rsidRPr="00846494">
        <w:rPr>
          <w:rFonts w:ascii="Times New Roman" w:hAnsi="Times New Roman"/>
          <w:b/>
          <w:bCs/>
          <w:sz w:val="24"/>
        </w:rPr>
        <w:t xml:space="preserve"> </w:t>
      </w:r>
    </w:p>
    <w:p w14:paraId="4D8781C0" w14:textId="77777777" w:rsidR="00AD5645" w:rsidRPr="00F406C8" w:rsidRDefault="00AD5645" w:rsidP="008E199B">
      <w:pPr>
        <w:rPr>
          <w:rFonts w:ascii="Times New Roman" w:hAnsi="Times New Roman"/>
          <w:sz w:val="24"/>
        </w:rPr>
      </w:pPr>
    </w:p>
    <w:p w14:paraId="7038B1FD" w14:textId="77777777" w:rsidR="00464E13"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Eelnõu terminoloogia</w:t>
      </w:r>
    </w:p>
    <w:p w14:paraId="0EB3455C" w14:textId="77777777" w:rsidR="000A2491" w:rsidRPr="00F406C8" w:rsidRDefault="000A2491" w:rsidP="008E199B">
      <w:pPr>
        <w:rPr>
          <w:rFonts w:ascii="Times New Roman" w:hAnsi="Times New Roman"/>
          <w:sz w:val="24"/>
          <w:lang w:eastAsia="et-EE"/>
        </w:rPr>
        <w:sectPr w:rsidR="000A2491" w:rsidRPr="00F406C8" w:rsidSect="00E276E8">
          <w:type w:val="continuous"/>
          <w:pgSz w:w="11906" w:h="16838"/>
          <w:pgMar w:top="1418" w:right="680" w:bottom="1418" w:left="1701" w:header="680" w:footer="680" w:gutter="0"/>
          <w:cols w:space="708"/>
          <w:docGrid w:linePitch="360"/>
        </w:sectPr>
      </w:pPr>
    </w:p>
    <w:p w14:paraId="60D3F0FB" w14:textId="77777777" w:rsidR="00FC7974" w:rsidRDefault="00FC7974" w:rsidP="008E199B">
      <w:pPr>
        <w:rPr>
          <w:rFonts w:ascii="Times New Roman" w:hAnsi="Times New Roman"/>
          <w:sz w:val="24"/>
          <w:lang w:eastAsia="et-EE"/>
        </w:rPr>
      </w:pPr>
    </w:p>
    <w:p w14:paraId="0E7886A2" w14:textId="3856464E" w:rsidR="00AD5645" w:rsidRPr="00F406C8" w:rsidRDefault="00AD5645" w:rsidP="008E199B">
      <w:pPr>
        <w:rPr>
          <w:rFonts w:ascii="Times New Roman" w:hAnsi="Times New Roman"/>
          <w:sz w:val="24"/>
          <w:lang w:eastAsia="et-EE"/>
        </w:rPr>
        <w:sectPr w:rsidR="00AD5645" w:rsidRPr="00F406C8" w:rsidSect="00E276E8">
          <w:type w:val="continuous"/>
          <w:pgSz w:w="11906" w:h="16838"/>
          <w:pgMar w:top="1418" w:right="680" w:bottom="1418" w:left="1701" w:header="680" w:footer="680" w:gutter="0"/>
          <w:cols w:space="708"/>
          <w:formProt w:val="0"/>
          <w:docGrid w:linePitch="360"/>
        </w:sectPr>
      </w:pPr>
      <w:r w:rsidRPr="00F406C8">
        <w:rPr>
          <w:rFonts w:ascii="Times New Roman" w:hAnsi="Times New Roman"/>
          <w:sz w:val="24"/>
          <w:lang w:eastAsia="et-EE"/>
        </w:rPr>
        <w:t>Eelnõu ei sisalda uusi termineid.</w:t>
      </w:r>
    </w:p>
    <w:p w14:paraId="40D1AEC5" w14:textId="77777777" w:rsidR="002127CD" w:rsidRPr="00F406C8" w:rsidRDefault="002127CD" w:rsidP="008E199B">
      <w:pPr>
        <w:rPr>
          <w:rFonts w:ascii="Times New Roman" w:hAnsi="Times New Roman"/>
          <w:sz w:val="24"/>
          <w:lang w:eastAsia="et-EE"/>
        </w:rPr>
      </w:pPr>
    </w:p>
    <w:p w14:paraId="472AA511" w14:textId="77777777" w:rsidR="00065677" w:rsidRPr="00F406C8" w:rsidRDefault="001339A9" w:rsidP="008E199B">
      <w:pPr>
        <w:pStyle w:val="Loendilik"/>
        <w:numPr>
          <w:ilvl w:val="0"/>
          <w:numId w:val="5"/>
        </w:numPr>
        <w:rPr>
          <w:rFonts w:ascii="Times New Roman" w:hAnsi="Times New Roman"/>
          <w:sz w:val="24"/>
        </w:rPr>
      </w:pPr>
      <w:r w:rsidRPr="00F406C8">
        <w:rPr>
          <w:rFonts w:ascii="Times New Roman" w:hAnsi="Times New Roman"/>
          <w:b/>
          <w:sz w:val="24"/>
        </w:rPr>
        <w:t>Eelnõu vastavus Euroopa Liidu õigusele</w:t>
      </w:r>
    </w:p>
    <w:p w14:paraId="4A0B4D6C" w14:textId="77777777" w:rsidR="001B0C66" w:rsidRPr="00F406C8" w:rsidRDefault="001B0C66" w:rsidP="008E199B">
      <w:pPr>
        <w:rPr>
          <w:rFonts w:ascii="Times New Roman" w:hAnsi="Times New Roman"/>
          <w:sz w:val="24"/>
        </w:rPr>
      </w:pPr>
    </w:p>
    <w:p w14:paraId="2EA616AE" w14:textId="77777777" w:rsidR="001B0C66" w:rsidRPr="00F406C8" w:rsidRDefault="001B0C66" w:rsidP="008E199B">
      <w:pPr>
        <w:rPr>
          <w:rFonts w:ascii="Times New Roman" w:hAnsi="Times New Roman"/>
          <w:sz w:val="24"/>
        </w:rPr>
        <w:sectPr w:rsidR="001B0C66" w:rsidRPr="00F406C8" w:rsidSect="00E276E8">
          <w:type w:val="continuous"/>
          <w:pgSz w:w="11906" w:h="16838"/>
          <w:pgMar w:top="1418" w:right="680" w:bottom="1418" w:left="1701" w:header="680" w:footer="680" w:gutter="0"/>
          <w:cols w:space="708"/>
          <w:docGrid w:linePitch="360"/>
        </w:sectPr>
      </w:pPr>
    </w:p>
    <w:p w14:paraId="55B48DDD" w14:textId="77777777" w:rsidR="005D72EF" w:rsidRPr="005A4B48" w:rsidRDefault="005D72EF" w:rsidP="005D72EF">
      <w:pPr>
        <w:rPr>
          <w:rFonts w:ascii="Times New Roman" w:hAnsi="Times New Roman"/>
          <w:sz w:val="24"/>
          <w:lang w:eastAsia="et-EE"/>
        </w:rPr>
      </w:pPr>
      <w:r w:rsidRPr="005A4B48">
        <w:rPr>
          <w:rFonts w:ascii="Times New Roman" w:hAnsi="Times New Roman"/>
          <w:sz w:val="24"/>
          <w:lang w:eastAsia="et-EE"/>
        </w:rPr>
        <w:t xml:space="preserve">Eelnõu ei ole seotud Euroopa Liidu õiguse rakendamisega. </w:t>
      </w:r>
    </w:p>
    <w:p w14:paraId="6684F4B9" w14:textId="77777777" w:rsidR="001B0C66" w:rsidRPr="00F406C8" w:rsidRDefault="001B0C66" w:rsidP="008E199B">
      <w:pPr>
        <w:rPr>
          <w:rFonts w:ascii="Times New Roman" w:hAnsi="Times New Roman"/>
          <w:sz w:val="24"/>
        </w:rPr>
      </w:pPr>
    </w:p>
    <w:p w14:paraId="15AD45BC" w14:textId="77777777" w:rsidR="001B0C66"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Seaduse mõjud</w:t>
      </w:r>
    </w:p>
    <w:p w14:paraId="3358FFAF" w14:textId="77777777" w:rsidR="001B0C66" w:rsidRPr="00F406C8" w:rsidRDefault="001B0C66" w:rsidP="008E199B">
      <w:pPr>
        <w:rPr>
          <w:rFonts w:ascii="Times New Roman" w:hAnsi="Times New Roman"/>
          <w:sz w:val="24"/>
        </w:rPr>
      </w:pPr>
    </w:p>
    <w:p w14:paraId="7855B3DD" w14:textId="77777777" w:rsidR="001B0C66" w:rsidRPr="00F406C8" w:rsidRDefault="001B0C66" w:rsidP="008E199B">
      <w:pPr>
        <w:rPr>
          <w:rFonts w:ascii="Times New Roman" w:hAnsi="Times New Roman"/>
          <w:sz w:val="24"/>
        </w:rPr>
        <w:sectPr w:rsidR="001B0C66" w:rsidRPr="00F406C8" w:rsidSect="00E276E8">
          <w:type w:val="continuous"/>
          <w:pgSz w:w="11906" w:h="16838"/>
          <w:pgMar w:top="1418" w:right="680" w:bottom="1418" w:left="1701" w:header="680" w:footer="680" w:gutter="0"/>
          <w:cols w:space="708"/>
          <w:docGrid w:linePitch="360"/>
        </w:sectPr>
      </w:pPr>
    </w:p>
    <w:p w14:paraId="0AE21695" w14:textId="12223900" w:rsidR="001B0C66" w:rsidRPr="00F406C8" w:rsidRDefault="00C64EAE" w:rsidP="008E199B">
      <w:pPr>
        <w:rPr>
          <w:rFonts w:ascii="Times New Roman" w:hAnsi="Times New Roman"/>
          <w:sz w:val="24"/>
        </w:rPr>
      </w:pPr>
      <w:r w:rsidRPr="00172939">
        <w:rPr>
          <w:rFonts w:ascii="Times New Roman" w:hAnsi="Times New Roman"/>
          <w:sz w:val="24"/>
        </w:rPr>
        <w:t>M</w:t>
      </w:r>
      <w:r w:rsidR="004A11A1" w:rsidRPr="00172939">
        <w:rPr>
          <w:rFonts w:ascii="Times New Roman" w:hAnsi="Times New Roman"/>
          <w:sz w:val="24"/>
        </w:rPr>
        <w:t>õju</w:t>
      </w:r>
      <w:r w:rsidR="004A11A1" w:rsidRPr="004A11A1">
        <w:rPr>
          <w:rFonts w:ascii="Times New Roman" w:hAnsi="Times New Roman"/>
          <w:sz w:val="24"/>
        </w:rPr>
        <w:t xml:space="preserve"> analüüsimise eesmärk on hinnata </w:t>
      </w:r>
      <w:r>
        <w:rPr>
          <w:rFonts w:ascii="Times New Roman" w:hAnsi="Times New Roman"/>
          <w:sz w:val="24"/>
        </w:rPr>
        <w:t xml:space="preserve">seaduseelnõus esitatud </w:t>
      </w:r>
      <w:r w:rsidR="004A11A1" w:rsidRPr="004A11A1">
        <w:rPr>
          <w:rFonts w:ascii="Times New Roman" w:hAnsi="Times New Roman"/>
          <w:sz w:val="24"/>
        </w:rPr>
        <w:t>muudatuste mõju erihoolekandeteenuse osutajatele, teenusesaajatele</w:t>
      </w:r>
      <w:r w:rsidR="00B86812">
        <w:rPr>
          <w:rFonts w:ascii="Times New Roman" w:hAnsi="Times New Roman"/>
          <w:sz w:val="24"/>
        </w:rPr>
        <w:t>,</w:t>
      </w:r>
      <w:r w:rsidR="004A11A1" w:rsidRPr="004A11A1">
        <w:rPr>
          <w:rFonts w:ascii="Times New Roman" w:hAnsi="Times New Roman"/>
          <w:sz w:val="24"/>
        </w:rPr>
        <w:t xml:space="preserve"> </w:t>
      </w:r>
      <w:r w:rsidR="00752FC9">
        <w:rPr>
          <w:rFonts w:ascii="Times New Roman" w:hAnsi="Times New Roman"/>
          <w:sz w:val="24"/>
        </w:rPr>
        <w:t xml:space="preserve">tervishoiuteenuse osutajatele, </w:t>
      </w:r>
      <w:r w:rsidR="004A11A1" w:rsidRPr="004A11A1">
        <w:rPr>
          <w:rFonts w:ascii="Times New Roman" w:hAnsi="Times New Roman"/>
          <w:sz w:val="24"/>
        </w:rPr>
        <w:t>SKA-l</w:t>
      </w:r>
      <w:r w:rsidR="003A2112">
        <w:rPr>
          <w:rFonts w:ascii="Times New Roman" w:hAnsi="Times New Roman"/>
          <w:sz w:val="24"/>
        </w:rPr>
        <w:t>e</w:t>
      </w:r>
      <w:r w:rsidR="00AD42EF">
        <w:rPr>
          <w:rFonts w:ascii="Times New Roman" w:hAnsi="Times New Roman"/>
          <w:sz w:val="24"/>
        </w:rPr>
        <w:t>,</w:t>
      </w:r>
      <w:r w:rsidR="00B86812">
        <w:rPr>
          <w:rFonts w:ascii="Times New Roman" w:hAnsi="Times New Roman"/>
          <w:sz w:val="24"/>
        </w:rPr>
        <w:t xml:space="preserve"> TerK-</w:t>
      </w:r>
      <w:r w:rsidR="00C6620B">
        <w:rPr>
          <w:rFonts w:ascii="Times New Roman" w:hAnsi="Times New Roman"/>
          <w:sz w:val="24"/>
        </w:rPr>
        <w:t>i</w:t>
      </w:r>
      <w:r w:rsidR="00B86812">
        <w:rPr>
          <w:rFonts w:ascii="Times New Roman" w:hAnsi="Times New Roman"/>
          <w:sz w:val="24"/>
        </w:rPr>
        <w:t>le</w:t>
      </w:r>
      <w:r w:rsidR="00AD42EF">
        <w:rPr>
          <w:rFonts w:ascii="Times New Roman" w:hAnsi="Times New Roman"/>
          <w:sz w:val="24"/>
        </w:rPr>
        <w:t xml:space="preserve"> ja riigieelarvele</w:t>
      </w:r>
      <w:r w:rsidR="004A11A1" w:rsidRPr="004A11A1">
        <w:rPr>
          <w:rFonts w:ascii="Times New Roman" w:hAnsi="Times New Roman"/>
          <w:sz w:val="24"/>
        </w:rPr>
        <w:t xml:space="preserve">. </w:t>
      </w:r>
      <w:r w:rsidR="00416F59">
        <w:rPr>
          <w:rFonts w:ascii="Times New Roman" w:hAnsi="Times New Roman"/>
          <w:sz w:val="24"/>
        </w:rPr>
        <w:t>M</w:t>
      </w:r>
      <w:r w:rsidR="004A11A1" w:rsidRPr="004A11A1">
        <w:rPr>
          <w:rFonts w:ascii="Times New Roman" w:hAnsi="Times New Roman"/>
          <w:sz w:val="24"/>
        </w:rPr>
        <w:t>uudatuste rakendamisel võib eeldada mõju järgmistes valdkondades: sotsiaalne mõju,</w:t>
      </w:r>
      <w:r w:rsidR="00416F59">
        <w:rPr>
          <w:rFonts w:ascii="Times New Roman" w:hAnsi="Times New Roman"/>
          <w:sz w:val="24"/>
        </w:rPr>
        <w:t xml:space="preserve"> </w:t>
      </w:r>
      <w:r w:rsidR="007963F3">
        <w:rPr>
          <w:rFonts w:ascii="Times New Roman" w:hAnsi="Times New Roman"/>
          <w:sz w:val="24"/>
        </w:rPr>
        <w:t xml:space="preserve">mõju </w:t>
      </w:r>
      <w:r w:rsidR="004A11A1" w:rsidRPr="004A11A1">
        <w:rPr>
          <w:rFonts w:ascii="Times New Roman" w:hAnsi="Times New Roman"/>
          <w:sz w:val="24"/>
        </w:rPr>
        <w:t>majandus</w:t>
      </w:r>
      <w:r w:rsidR="007963F3">
        <w:rPr>
          <w:rFonts w:ascii="Times New Roman" w:hAnsi="Times New Roman"/>
          <w:sz w:val="24"/>
        </w:rPr>
        <w:t>ele</w:t>
      </w:r>
      <w:r w:rsidR="00BE5474">
        <w:rPr>
          <w:rFonts w:ascii="Times New Roman" w:hAnsi="Times New Roman"/>
          <w:sz w:val="24"/>
        </w:rPr>
        <w:t xml:space="preserve"> </w:t>
      </w:r>
      <w:r w:rsidR="00416F59">
        <w:rPr>
          <w:rFonts w:ascii="Times New Roman" w:hAnsi="Times New Roman"/>
          <w:sz w:val="24"/>
        </w:rPr>
        <w:t xml:space="preserve">ja </w:t>
      </w:r>
      <w:r w:rsidR="004A11A1" w:rsidRPr="004A11A1">
        <w:rPr>
          <w:rFonts w:ascii="Times New Roman" w:hAnsi="Times New Roman"/>
          <w:sz w:val="24"/>
        </w:rPr>
        <w:t xml:space="preserve">mõju riigivalitsemisele. Eelnõu mõjude olulisuse tuvastamiseks hinnati nimetatud valdkondi nelja kriteeriumi alusel: mõju ulatus, mõju avaldumise sagedus, mõjutatud sihtrühma suurus ja ebasoovitavate mõjude kaasnemise risk. </w:t>
      </w:r>
    </w:p>
    <w:p w14:paraId="1E980A94" w14:textId="77777777" w:rsidR="00695D3A" w:rsidRPr="00846035" w:rsidRDefault="00695D3A" w:rsidP="008E199B">
      <w:pPr>
        <w:rPr>
          <w:rFonts w:ascii="Times New Roman" w:hAnsi="Times New Roman"/>
          <w:b/>
          <w:bCs/>
          <w:sz w:val="24"/>
        </w:rPr>
      </w:pPr>
    </w:p>
    <w:p w14:paraId="54709963" w14:textId="2BC7DDE7" w:rsidR="00F05DE2" w:rsidRPr="00F05DE2" w:rsidRDefault="00F05DE2" w:rsidP="00F05DE2">
      <w:pPr>
        <w:rPr>
          <w:rFonts w:ascii="Times New Roman" w:hAnsi="Times New Roman"/>
          <w:b/>
          <w:bCs/>
          <w:sz w:val="24"/>
        </w:rPr>
      </w:pPr>
      <w:r w:rsidRPr="00F05DE2">
        <w:rPr>
          <w:rFonts w:ascii="Times New Roman" w:hAnsi="Times New Roman"/>
          <w:b/>
          <w:bCs/>
          <w:sz w:val="24"/>
        </w:rPr>
        <w:t>Sotsiaalne mõju</w:t>
      </w:r>
    </w:p>
    <w:p w14:paraId="319D73B0" w14:textId="77777777" w:rsidR="00F05DE2" w:rsidRDefault="00F05DE2" w:rsidP="00F05DE2">
      <w:pPr>
        <w:rPr>
          <w:rFonts w:ascii="Times New Roman" w:hAnsi="Times New Roman"/>
          <w:sz w:val="24"/>
        </w:rPr>
      </w:pPr>
    </w:p>
    <w:p w14:paraId="4B75810B" w14:textId="111EA311" w:rsidR="00F05DE2" w:rsidRDefault="00F05DE2" w:rsidP="00F05DE2">
      <w:pPr>
        <w:rPr>
          <w:rFonts w:ascii="Times New Roman" w:hAnsi="Times New Roman"/>
          <w:sz w:val="24"/>
        </w:rPr>
      </w:pPr>
      <w:r>
        <w:rPr>
          <w:rFonts w:ascii="Times New Roman" w:hAnsi="Times New Roman"/>
          <w:sz w:val="24"/>
        </w:rPr>
        <w:t>Mõju sihtrühm 1 – erihoolekandeteenuse saajad</w:t>
      </w:r>
    </w:p>
    <w:p w14:paraId="75E45EDB" w14:textId="77777777" w:rsidR="00F05DE2" w:rsidRDefault="00F05DE2" w:rsidP="00F05DE2">
      <w:pPr>
        <w:rPr>
          <w:rFonts w:ascii="Times New Roman" w:hAnsi="Times New Roman"/>
          <w:sz w:val="24"/>
        </w:rPr>
      </w:pPr>
    </w:p>
    <w:p w14:paraId="5517EBEC" w14:textId="56B96EAF" w:rsidR="00F05DE2" w:rsidRDefault="00F05DE2" w:rsidP="00F05DE2">
      <w:pPr>
        <w:rPr>
          <w:rFonts w:ascii="Times New Roman" w:hAnsi="Times New Roman"/>
          <w:sz w:val="24"/>
        </w:rPr>
      </w:pPr>
      <w:r>
        <w:rPr>
          <w:rFonts w:ascii="Times New Roman" w:hAnsi="Times New Roman"/>
          <w:sz w:val="24"/>
        </w:rPr>
        <w:t>2023. aastal sai ööpäevaringse</w:t>
      </w:r>
      <w:r w:rsidR="007963F3">
        <w:rPr>
          <w:rFonts w:ascii="Times New Roman" w:hAnsi="Times New Roman"/>
          <w:sz w:val="24"/>
        </w:rPr>
        <w:t>t erihooldusteenust</w:t>
      </w:r>
      <w:r>
        <w:rPr>
          <w:rFonts w:ascii="Times New Roman" w:hAnsi="Times New Roman"/>
          <w:sz w:val="24"/>
        </w:rPr>
        <w:t xml:space="preserve"> 2487 inimest, mis moodustab 0,2% 18-aastasest ja vanemast elanikkonnast (Statistikaameti andmetel 2023.</w:t>
      </w:r>
      <w:r w:rsidR="00F721C7">
        <w:rPr>
          <w:rFonts w:ascii="Times New Roman" w:hAnsi="Times New Roman"/>
          <w:sz w:val="24"/>
        </w:rPr>
        <w:t xml:space="preserve"> </w:t>
      </w:r>
      <w:r>
        <w:rPr>
          <w:rFonts w:ascii="Times New Roman" w:hAnsi="Times New Roman"/>
          <w:sz w:val="24"/>
        </w:rPr>
        <w:t>a alguses 1 096 773 elanikku</w:t>
      </w:r>
      <w:r>
        <w:rPr>
          <w:rStyle w:val="Allmrkuseviide"/>
          <w:rFonts w:ascii="Times New Roman" w:hAnsi="Times New Roman"/>
          <w:sz w:val="24"/>
        </w:rPr>
        <w:footnoteReference w:id="4"/>
      </w:r>
      <w:r>
        <w:rPr>
          <w:rFonts w:ascii="Times New Roman" w:hAnsi="Times New Roman"/>
          <w:sz w:val="24"/>
        </w:rPr>
        <w:t>).</w:t>
      </w:r>
    </w:p>
    <w:p w14:paraId="11C29A06" w14:textId="77777777" w:rsidR="00F05DE2" w:rsidRDefault="00F05DE2" w:rsidP="00F05DE2">
      <w:pPr>
        <w:rPr>
          <w:rFonts w:ascii="Times New Roman" w:hAnsi="Times New Roman"/>
          <w:sz w:val="24"/>
        </w:rPr>
      </w:pPr>
    </w:p>
    <w:p w14:paraId="712FAE54" w14:textId="43D4B34D" w:rsidR="0021549D" w:rsidRDefault="00F05DE2" w:rsidP="00F05DE2">
      <w:pPr>
        <w:rPr>
          <w:rFonts w:ascii="Times New Roman" w:hAnsi="Times New Roman"/>
          <w:sz w:val="24"/>
        </w:rPr>
      </w:pPr>
      <w:r>
        <w:rPr>
          <w:rFonts w:ascii="Times New Roman" w:hAnsi="Times New Roman"/>
          <w:sz w:val="24"/>
        </w:rPr>
        <w:t>Muudatus mõjutab teenuse</w:t>
      </w:r>
      <w:r w:rsidR="00BD42AF">
        <w:rPr>
          <w:rFonts w:ascii="Times New Roman" w:hAnsi="Times New Roman"/>
          <w:sz w:val="24"/>
        </w:rPr>
        <w:t>saajate</w:t>
      </w:r>
      <w:r>
        <w:rPr>
          <w:rFonts w:ascii="Times New Roman" w:hAnsi="Times New Roman"/>
          <w:sz w:val="24"/>
        </w:rPr>
        <w:t xml:space="preserve"> jaoks iseseisva õendusabi</w:t>
      </w:r>
      <w:r w:rsidR="0021549D">
        <w:rPr>
          <w:rFonts w:ascii="Times New Roman" w:hAnsi="Times New Roman"/>
          <w:sz w:val="24"/>
        </w:rPr>
        <w:t xml:space="preserve"> </w:t>
      </w:r>
      <w:r>
        <w:rPr>
          <w:rFonts w:ascii="Times New Roman" w:hAnsi="Times New Roman"/>
          <w:sz w:val="24"/>
        </w:rPr>
        <w:t xml:space="preserve">kättesaadavust ja kvaliteeti ning seeläbi ka tervist ja heaolu. </w:t>
      </w:r>
      <w:r w:rsidR="00582ED4">
        <w:rPr>
          <w:rFonts w:ascii="Times New Roman" w:hAnsi="Times New Roman"/>
          <w:sz w:val="24"/>
        </w:rPr>
        <w:t xml:space="preserve">Muudatuse eesmärk on muuta </w:t>
      </w:r>
      <w:r w:rsidR="00F71910">
        <w:rPr>
          <w:rFonts w:ascii="Times New Roman" w:hAnsi="Times New Roman"/>
          <w:sz w:val="24"/>
        </w:rPr>
        <w:t xml:space="preserve">iseseisva </w:t>
      </w:r>
      <w:r w:rsidR="00582ED4">
        <w:rPr>
          <w:rFonts w:ascii="Times New Roman" w:hAnsi="Times New Roman"/>
          <w:sz w:val="24"/>
        </w:rPr>
        <w:t>õendusabi korraldamine siht</w:t>
      </w:r>
      <w:r w:rsidR="00BB20D1">
        <w:rPr>
          <w:rFonts w:ascii="Times New Roman" w:hAnsi="Times New Roman"/>
          <w:sz w:val="24"/>
        </w:rPr>
        <w:t>rühma</w:t>
      </w:r>
      <w:r w:rsidR="00582ED4">
        <w:rPr>
          <w:rFonts w:ascii="Times New Roman" w:hAnsi="Times New Roman"/>
          <w:sz w:val="24"/>
        </w:rPr>
        <w:t xml:space="preserve"> vajadus</w:t>
      </w:r>
      <w:r w:rsidR="007963F3">
        <w:rPr>
          <w:rFonts w:ascii="Times New Roman" w:hAnsi="Times New Roman"/>
          <w:sz w:val="24"/>
        </w:rPr>
        <w:t>t</w:t>
      </w:r>
      <w:r w:rsidR="00582ED4">
        <w:rPr>
          <w:rFonts w:ascii="Times New Roman" w:hAnsi="Times New Roman"/>
          <w:sz w:val="24"/>
        </w:rPr>
        <w:t xml:space="preserve">ele vastavamaks, </w:t>
      </w:r>
      <w:r w:rsidR="001F2A52">
        <w:rPr>
          <w:rFonts w:ascii="Times New Roman" w:hAnsi="Times New Roman"/>
          <w:sz w:val="24"/>
        </w:rPr>
        <w:t>arvestades siht</w:t>
      </w:r>
      <w:r w:rsidR="00BB20D1">
        <w:rPr>
          <w:rFonts w:ascii="Times New Roman" w:hAnsi="Times New Roman"/>
          <w:sz w:val="24"/>
        </w:rPr>
        <w:t>rühma</w:t>
      </w:r>
      <w:r w:rsidR="001F2A52">
        <w:rPr>
          <w:rFonts w:ascii="Times New Roman" w:hAnsi="Times New Roman"/>
          <w:sz w:val="24"/>
        </w:rPr>
        <w:t xml:space="preserve"> eripärasid. </w:t>
      </w:r>
      <w:r w:rsidR="00DD0E24">
        <w:rPr>
          <w:rFonts w:ascii="Times New Roman" w:hAnsi="Times New Roman"/>
          <w:sz w:val="24"/>
        </w:rPr>
        <w:t>Praegu</w:t>
      </w:r>
      <w:r w:rsidR="001F2A52">
        <w:rPr>
          <w:rFonts w:ascii="Times New Roman" w:hAnsi="Times New Roman"/>
          <w:sz w:val="24"/>
        </w:rPr>
        <w:t xml:space="preserve"> on </w:t>
      </w:r>
      <w:r w:rsidR="00435B60">
        <w:rPr>
          <w:rFonts w:ascii="Times New Roman" w:hAnsi="Times New Roman"/>
          <w:sz w:val="24"/>
        </w:rPr>
        <w:t>ööpäevaringse erihooldusteenuse</w:t>
      </w:r>
      <w:r w:rsidR="001F2A52">
        <w:rPr>
          <w:rFonts w:ascii="Times New Roman" w:hAnsi="Times New Roman"/>
          <w:sz w:val="24"/>
        </w:rPr>
        <w:t xml:space="preserve"> osutamise mahud </w:t>
      </w:r>
      <w:r w:rsidR="000478D7">
        <w:rPr>
          <w:rFonts w:ascii="Times New Roman" w:hAnsi="Times New Roman"/>
          <w:sz w:val="24"/>
        </w:rPr>
        <w:t>vastavalt siht</w:t>
      </w:r>
      <w:r w:rsidR="00DD0E24">
        <w:rPr>
          <w:rFonts w:ascii="Times New Roman" w:hAnsi="Times New Roman"/>
          <w:sz w:val="24"/>
        </w:rPr>
        <w:t>rühmale küll SHS-is</w:t>
      </w:r>
      <w:r w:rsidR="000478D7">
        <w:rPr>
          <w:rFonts w:ascii="Times New Roman" w:hAnsi="Times New Roman"/>
          <w:sz w:val="24"/>
        </w:rPr>
        <w:t xml:space="preserve"> </w:t>
      </w:r>
      <w:r w:rsidR="002D6E47">
        <w:rPr>
          <w:rFonts w:ascii="Times New Roman" w:hAnsi="Times New Roman"/>
          <w:sz w:val="24"/>
        </w:rPr>
        <w:t xml:space="preserve">reguleeritud, kuid need ei lähtu </w:t>
      </w:r>
      <w:r w:rsidR="00DB0B17">
        <w:rPr>
          <w:rFonts w:ascii="Times New Roman" w:hAnsi="Times New Roman"/>
          <w:sz w:val="24"/>
        </w:rPr>
        <w:t xml:space="preserve">muudest </w:t>
      </w:r>
      <w:r w:rsidR="00D96228" w:rsidRPr="00D96228">
        <w:rPr>
          <w:rFonts w:ascii="Times New Roman" w:hAnsi="Times New Roman"/>
          <w:sz w:val="24"/>
        </w:rPr>
        <w:t>eripär</w:t>
      </w:r>
      <w:r w:rsidR="00DB0B17">
        <w:rPr>
          <w:rFonts w:ascii="Times New Roman" w:hAnsi="Times New Roman"/>
          <w:sz w:val="24"/>
        </w:rPr>
        <w:t>adest</w:t>
      </w:r>
      <w:r w:rsidR="00D96228" w:rsidRPr="00D96228">
        <w:rPr>
          <w:rFonts w:ascii="Times New Roman" w:hAnsi="Times New Roman"/>
          <w:sz w:val="24"/>
        </w:rPr>
        <w:t xml:space="preserve"> (</w:t>
      </w:r>
      <w:r w:rsidR="002D6E47">
        <w:rPr>
          <w:rFonts w:ascii="Times New Roman" w:hAnsi="Times New Roman"/>
          <w:sz w:val="24"/>
        </w:rPr>
        <w:t xml:space="preserve">nt </w:t>
      </w:r>
      <w:r w:rsidR="00D96228" w:rsidRPr="00D96228">
        <w:rPr>
          <w:rFonts w:ascii="Times New Roman" w:hAnsi="Times New Roman"/>
          <w:sz w:val="24"/>
        </w:rPr>
        <w:t>teenuse</w:t>
      </w:r>
      <w:r w:rsidR="00DD0E24">
        <w:rPr>
          <w:rFonts w:ascii="Times New Roman" w:hAnsi="Times New Roman"/>
          <w:sz w:val="24"/>
        </w:rPr>
        <w:t>saaja</w:t>
      </w:r>
      <w:r w:rsidR="002534DD">
        <w:rPr>
          <w:rFonts w:ascii="Times New Roman" w:hAnsi="Times New Roman"/>
          <w:sz w:val="24"/>
        </w:rPr>
        <w:t xml:space="preserve"> diagnoos või abivajaduse ulatus</w:t>
      </w:r>
      <w:r w:rsidR="00D96228" w:rsidRPr="00D96228">
        <w:rPr>
          <w:rFonts w:ascii="Times New Roman" w:hAnsi="Times New Roman"/>
          <w:sz w:val="24"/>
        </w:rPr>
        <w:t>)</w:t>
      </w:r>
      <w:r w:rsidR="00DB0B17">
        <w:rPr>
          <w:rFonts w:ascii="Times New Roman" w:hAnsi="Times New Roman"/>
          <w:sz w:val="24"/>
        </w:rPr>
        <w:t xml:space="preserve">, </w:t>
      </w:r>
      <w:r w:rsidR="00DD0E24">
        <w:rPr>
          <w:rFonts w:ascii="Times New Roman" w:hAnsi="Times New Roman"/>
          <w:sz w:val="24"/>
        </w:rPr>
        <w:t>mistõttu</w:t>
      </w:r>
      <w:r w:rsidR="00D96228" w:rsidRPr="00D96228">
        <w:rPr>
          <w:rFonts w:ascii="Times New Roman" w:hAnsi="Times New Roman"/>
          <w:sz w:val="24"/>
        </w:rPr>
        <w:t xml:space="preserve"> võib </w:t>
      </w:r>
      <w:r w:rsidR="00DB0B17">
        <w:rPr>
          <w:rFonts w:ascii="Times New Roman" w:hAnsi="Times New Roman"/>
          <w:sz w:val="24"/>
        </w:rPr>
        <w:t>õendusabi</w:t>
      </w:r>
      <w:r w:rsidR="00D96228" w:rsidRPr="00D96228">
        <w:rPr>
          <w:rFonts w:ascii="Times New Roman" w:hAnsi="Times New Roman"/>
          <w:sz w:val="24"/>
        </w:rPr>
        <w:t xml:space="preserve"> olla vajalik suuremas või väiksemas mahus</w:t>
      </w:r>
      <w:r w:rsidR="00DB0B17">
        <w:rPr>
          <w:rFonts w:ascii="Times New Roman" w:hAnsi="Times New Roman"/>
          <w:sz w:val="24"/>
        </w:rPr>
        <w:t xml:space="preserve">. </w:t>
      </w:r>
      <w:r w:rsidR="00D96228" w:rsidRPr="00D73418">
        <w:rPr>
          <w:rFonts w:ascii="Times New Roman" w:hAnsi="Times New Roman"/>
          <w:sz w:val="24"/>
        </w:rPr>
        <w:t xml:space="preserve">Edaspidi reguleeritakse </w:t>
      </w:r>
      <w:r w:rsidR="00AD4DFD">
        <w:rPr>
          <w:rFonts w:ascii="Times New Roman" w:hAnsi="Times New Roman"/>
          <w:sz w:val="24"/>
        </w:rPr>
        <w:t>õendusabi</w:t>
      </w:r>
      <w:r w:rsidR="00D96228" w:rsidRPr="00D73418">
        <w:rPr>
          <w:rFonts w:ascii="Times New Roman" w:hAnsi="Times New Roman"/>
          <w:sz w:val="24"/>
        </w:rPr>
        <w:t xml:space="preserve"> maht </w:t>
      </w:r>
      <w:r w:rsidR="00DD0E24" w:rsidRPr="009C10CD">
        <w:rPr>
          <w:rFonts w:ascii="Times New Roman" w:hAnsi="Times New Roman"/>
          <w:sz w:val="24"/>
        </w:rPr>
        <w:t>tervishoiuteenuste loetelu</w:t>
      </w:r>
      <w:r w:rsidR="00DD0E24">
        <w:rPr>
          <w:rFonts w:ascii="Times New Roman" w:hAnsi="Times New Roman"/>
          <w:sz w:val="24"/>
        </w:rPr>
        <w:t>s.</w:t>
      </w:r>
      <w:r w:rsidR="00D96228" w:rsidRPr="00D73418">
        <w:rPr>
          <w:rFonts w:ascii="Times New Roman" w:hAnsi="Times New Roman"/>
          <w:sz w:val="24"/>
        </w:rPr>
        <w:t xml:space="preserve"> </w:t>
      </w:r>
      <w:r w:rsidR="00F52D9A">
        <w:rPr>
          <w:rFonts w:ascii="Times New Roman" w:hAnsi="Times New Roman"/>
          <w:sz w:val="24"/>
        </w:rPr>
        <w:t>Õ</w:t>
      </w:r>
      <w:r w:rsidR="00D96228">
        <w:rPr>
          <w:rFonts w:ascii="Times New Roman" w:hAnsi="Times New Roman"/>
          <w:sz w:val="24"/>
        </w:rPr>
        <w:t>endusabi</w:t>
      </w:r>
      <w:r w:rsidR="00D96228" w:rsidRPr="00EC0B2D">
        <w:rPr>
          <w:rFonts w:ascii="Times New Roman" w:hAnsi="Times New Roman"/>
          <w:sz w:val="24"/>
        </w:rPr>
        <w:t xml:space="preserve"> maht on esialgu planeeritud 40 </w:t>
      </w:r>
      <w:r w:rsidR="00287BEF">
        <w:rPr>
          <w:rFonts w:ascii="Times New Roman" w:hAnsi="Times New Roman"/>
          <w:sz w:val="24"/>
        </w:rPr>
        <w:t>teenuse</w:t>
      </w:r>
      <w:r w:rsidR="00DD0E24">
        <w:rPr>
          <w:rFonts w:ascii="Times New Roman" w:hAnsi="Times New Roman"/>
          <w:sz w:val="24"/>
        </w:rPr>
        <w:t>saajale</w:t>
      </w:r>
      <w:r w:rsidR="00287BEF" w:rsidRPr="00EC0B2D">
        <w:rPr>
          <w:rFonts w:ascii="Times New Roman" w:hAnsi="Times New Roman"/>
          <w:sz w:val="24"/>
        </w:rPr>
        <w:t xml:space="preserve"> </w:t>
      </w:r>
      <w:r w:rsidR="00D96228" w:rsidRPr="00EC0B2D">
        <w:rPr>
          <w:rFonts w:ascii="Times New Roman" w:hAnsi="Times New Roman"/>
          <w:sz w:val="24"/>
        </w:rPr>
        <w:t>ühe õe täiskoormuse kohta, hõlmates kõiki ööpäev</w:t>
      </w:r>
      <w:r w:rsidR="00BB20D1">
        <w:rPr>
          <w:rFonts w:ascii="Times New Roman" w:hAnsi="Times New Roman"/>
          <w:sz w:val="24"/>
        </w:rPr>
        <w:t xml:space="preserve"> läbi</w:t>
      </w:r>
      <w:r w:rsidR="00D96228" w:rsidRPr="00EC0B2D">
        <w:rPr>
          <w:rFonts w:ascii="Times New Roman" w:hAnsi="Times New Roman"/>
          <w:sz w:val="24"/>
        </w:rPr>
        <w:t xml:space="preserve"> pakutava </w:t>
      </w:r>
      <w:r w:rsidR="00D96228">
        <w:rPr>
          <w:rFonts w:ascii="Times New Roman" w:hAnsi="Times New Roman"/>
          <w:sz w:val="24"/>
        </w:rPr>
        <w:t>erihooldus</w:t>
      </w:r>
      <w:r w:rsidR="00D96228" w:rsidRPr="00EC0B2D">
        <w:rPr>
          <w:rFonts w:ascii="Times New Roman" w:hAnsi="Times New Roman"/>
          <w:sz w:val="24"/>
        </w:rPr>
        <w:t>teenuse</w:t>
      </w:r>
      <w:r w:rsidR="00D96228">
        <w:rPr>
          <w:rFonts w:ascii="Times New Roman" w:hAnsi="Times New Roman"/>
          <w:sz w:val="24"/>
        </w:rPr>
        <w:t xml:space="preserve"> siht</w:t>
      </w:r>
      <w:r w:rsidR="00BB20D1">
        <w:rPr>
          <w:rFonts w:ascii="Times New Roman" w:hAnsi="Times New Roman"/>
          <w:sz w:val="24"/>
        </w:rPr>
        <w:t>rühmi.</w:t>
      </w:r>
      <w:r w:rsidR="00D96228" w:rsidRPr="00EC0B2D">
        <w:rPr>
          <w:rFonts w:ascii="Times New Roman" w:hAnsi="Times New Roman"/>
          <w:sz w:val="24"/>
        </w:rPr>
        <w:t xml:space="preserve"> </w:t>
      </w:r>
      <w:r w:rsidR="00F52D9A">
        <w:rPr>
          <w:rFonts w:ascii="Times New Roman" w:hAnsi="Times New Roman"/>
          <w:sz w:val="24"/>
        </w:rPr>
        <w:t>See tähendab SHS-</w:t>
      </w:r>
      <w:r w:rsidR="00BB20D1">
        <w:rPr>
          <w:rFonts w:ascii="Times New Roman" w:hAnsi="Times New Roman"/>
          <w:sz w:val="24"/>
        </w:rPr>
        <w:t>i</w:t>
      </w:r>
      <w:r w:rsidR="00F52D9A">
        <w:rPr>
          <w:rFonts w:ascii="Times New Roman" w:hAnsi="Times New Roman"/>
          <w:sz w:val="24"/>
        </w:rPr>
        <w:t xml:space="preserve">ga võrreldes </w:t>
      </w:r>
      <w:r w:rsidR="002534DD">
        <w:rPr>
          <w:rFonts w:ascii="Times New Roman" w:hAnsi="Times New Roman"/>
          <w:sz w:val="24"/>
        </w:rPr>
        <w:t>teatud teenuse</w:t>
      </w:r>
      <w:r w:rsidR="00BB20D1">
        <w:rPr>
          <w:rFonts w:ascii="Times New Roman" w:hAnsi="Times New Roman"/>
          <w:sz w:val="24"/>
        </w:rPr>
        <w:t>saajate jaoks</w:t>
      </w:r>
      <w:r w:rsidR="00AD4DFD">
        <w:rPr>
          <w:rFonts w:ascii="Times New Roman" w:hAnsi="Times New Roman"/>
          <w:sz w:val="24"/>
        </w:rPr>
        <w:t xml:space="preserve"> küll</w:t>
      </w:r>
      <w:r w:rsidR="002534DD">
        <w:rPr>
          <w:rFonts w:ascii="Times New Roman" w:hAnsi="Times New Roman"/>
          <w:sz w:val="24"/>
        </w:rPr>
        <w:t xml:space="preserve"> väiksemat mahtu, kuid ebasoovitava mõju vähendamiseks jälgitakse a</w:t>
      </w:r>
      <w:r w:rsidR="00D96228" w:rsidRPr="00EC0B2D">
        <w:rPr>
          <w:rFonts w:ascii="Times New Roman" w:hAnsi="Times New Roman"/>
          <w:sz w:val="24"/>
        </w:rPr>
        <w:t xml:space="preserve">asta jooksul teenuse kasutamist ja hinnatakse vajadust, et teha kindlaks, kas mõni </w:t>
      </w:r>
      <w:r w:rsidR="00D96228">
        <w:rPr>
          <w:rFonts w:ascii="Times New Roman" w:hAnsi="Times New Roman"/>
          <w:sz w:val="24"/>
        </w:rPr>
        <w:t>ööpäevaringse</w:t>
      </w:r>
      <w:r w:rsidR="007963F3">
        <w:rPr>
          <w:rFonts w:ascii="Times New Roman" w:hAnsi="Times New Roman"/>
          <w:sz w:val="24"/>
        </w:rPr>
        <w:t>t</w:t>
      </w:r>
      <w:r w:rsidR="00D96228">
        <w:rPr>
          <w:rFonts w:ascii="Times New Roman" w:hAnsi="Times New Roman"/>
          <w:sz w:val="24"/>
        </w:rPr>
        <w:t xml:space="preserve"> erihool</w:t>
      </w:r>
      <w:r w:rsidR="007963F3">
        <w:rPr>
          <w:rFonts w:ascii="Times New Roman" w:hAnsi="Times New Roman"/>
          <w:sz w:val="24"/>
        </w:rPr>
        <w:t>dusteenust saavate</w:t>
      </w:r>
      <w:r w:rsidR="00D96228">
        <w:rPr>
          <w:rFonts w:ascii="Times New Roman" w:hAnsi="Times New Roman"/>
          <w:sz w:val="24"/>
        </w:rPr>
        <w:t xml:space="preserve"> isikute </w:t>
      </w:r>
      <w:r w:rsidR="007963F3">
        <w:rPr>
          <w:rFonts w:ascii="Times New Roman" w:hAnsi="Times New Roman"/>
          <w:sz w:val="24"/>
        </w:rPr>
        <w:t>rühm</w:t>
      </w:r>
      <w:r w:rsidR="00D96228" w:rsidRPr="00EC0B2D">
        <w:rPr>
          <w:rFonts w:ascii="Times New Roman" w:hAnsi="Times New Roman"/>
          <w:sz w:val="24"/>
        </w:rPr>
        <w:t xml:space="preserve"> vajab </w:t>
      </w:r>
      <w:r w:rsidR="002534DD">
        <w:rPr>
          <w:rFonts w:ascii="Times New Roman" w:hAnsi="Times New Roman"/>
          <w:sz w:val="24"/>
        </w:rPr>
        <w:t xml:space="preserve">õendusabi </w:t>
      </w:r>
      <w:r w:rsidR="00D96228" w:rsidRPr="00EC0B2D">
        <w:rPr>
          <w:rFonts w:ascii="Times New Roman" w:hAnsi="Times New Roman"/>
          <w:sz w:val="24"/>
        </w:rPr>
        <w:t>rohkem või vähem</w:t>
      </w:r>
      <w:r w:rsidR="00582ED4" w:rsidRPr="00582ED4">
        <w:rPr>
          <w:rFonts w:ascii="Times New Roman" w:hAnsi="Times New Roman"/>
          <w:sz w:val="24"/>
        </w:rPr>
        <w:t>.</w:t>
      </w:r>
      <w:r w:rsidR="009D4965" w:rsidRPr="009D4965">
        <w:t xml:space="preserve"> </w:t>
      </w:r>
      <w:r w:rsidR="007963F3">
        <w:rPr>
          <w:rFonts w:ascii="Times New Roman" w:hAnsi="Times New Roman"/>
          <w:sz w:val="24"/>
        </w:rPr>
        <w:t>K</w:t>
      </w:r>
      <w:r w:rsidR="00C02FB2">
        <w:rPr>
          <w:rFonts w:ascii="Times New Roman" w:hAnsi="Times New Roman"/>
          <w:sz w:val="24"/>
        </w:rPr>
        <w:t>ui selgub,</w:t>
      </w:r>
      <w:r w:rsidR="009D4965" w:rsidRPr="009D4965">
        <w:rPr>
          <w:rFonts w:ascii="Times New Roman" w:hAnsi="Times New Roman"/>
          <w:sz w:val="24"/>
        </w:rPr>
        <w:t xml:space="preserve"> et vajadus õendustegevuste jär</w:t>
      </w:r>
      <w:r w:rsidR="007963F3">
        <w:rPr>
          <w:rFonts w:ascii="Times New Roman" w:hAnsi="Times New Roman"/>
          <w:sz w:val="24"/>
        </w:rPr>
        <w:t>ele</w:t>
      </w:r>
      <w:r w:rsidR="009D4965" w:rsidRPr="009D4965">
        <w:rPr>
          <w:rFonts w:ascii="Times New Roman" w:hAnsi="Times New Roman"/>
          <w:sz w:val="24"/>
        </w:rPr>
        <w:t xml:space="preserve"> on suurem</w:t>
      </w:r>
      <w:r w:rsidR="009713B3">
        <w:rPr>
          <w:rFonts w:ascii="Times New Roman" w:hAnsi="Times New Roman"/>
          <w:sz w:val="24"/>
        </w:rPr>
        <w:t xml:space="preserve"> kui esialg</w:t>
      </w:r>
      <w:r w:rsidR="007963F3">
        <w:rPr>
          <w:rFonts w:ascii="Times New Roman" w:hAnsi="Times New Roman"/>
          <w:sz w:val="24"/>
        </w:rPr>
        <w:t>u</w:t>
      </w:r>
      <w:r w:rsidR="009713B3">
        <w:rPr>
          <w:rFonts w:ascii="Times New Roman" w:hAnsi="Times New Roman"/>
          <w:sz w:val="24"/>
        </w:rPr>
        <w:t xml:space="preserve"> planeeritud üks </w:t>
      </w:r>
      <w:r w:rsidR="00182C34">
        <w:rPr>
          <w:rFonts w:ascii="Times New Roman" w:hAnsi="Times New Roman"/>
          <w:sz w:val="24"/>
        </w:rPr>
        <w:t>täis</w:t>
      </w:r>
      <w:r w:rsidR="009713B3">
        <w:rPr>
          <w:rFonts w:ascii="Times New Roman" w:hAnsi="Times New Roman"/>
          <w:sz w:val="24"/>
        </w:rPr>
        <w:t>kohaga õde 40 teenusesaaja kohta</w:t>
      </w:r>
      <w:r w:rsidR="009D4965" w:rsidRPr="009D4965">
        <w:rPr>
          <w:rFonts w:ascii="Times New Roman" w:hAnsi="Times New Roman"/>
          <w:sz w:val="24"/>
        </w:rPr>
        <w:t>, on TerK-il võimalik selle eest tasuda teiste teenuste (nt eriõe vastuvõtt, õe vastuvõtt, koduõendusteenus vms) kaudu.</w:t>
      </w:r>
      <w:r w:rsidR="00515066">
        <w:rPr>
          <w:rFonts w:ascii="Times New Roman" w:hAnsi="Times New Roman"/>
          <w:sz w:val="24"/>
        </w:rPr>
        <w:t xml:space="preserve"> Seega on süsteem selles osas paindlik ning ebasoovitav mõju teenuse</w:t>
      </w:r>
      <w:r w:rsidR="007963F3">
        <w:rPr>
          <w:rFonts w:ascii="Times New Roman" w:hAnsi="Times New Roman"/>
          <w:sz w:val="24"/>
        </w:rPr>
        <w:t>saajale on</w:t>
      </w:r>
      <w:r w:rsidR="00515066">
        <w:rPr>
          <w:rFonts w:ascii="Times New Roman" w:hAnsi="Times New Roman"/>
          <w:sz w:val="24"/>
        </w:rPr>
        <w:t xml:space="preserve"> hinnanguliselt väike.</w:t>
      </w:r>
      <w:r w:rsidR="003934ED" w:rsidRPr="003934ED">
        <w:t xml:space="preserve"> </w:t>
      </w:r>
      <w:r w:rsidR="00393E4A">
        <w:rPr>
          <w:rFonts w:ascii="Times New Roman" w:hAnsi="Times New Roman"/>
          <w:sz w:val="24"/>
        </w:rPr>
        <w:t>Selleks, et vähendada ebasoovitavate mõjude riski teenuse osutamisele m</w:t>
      </w:r>
      <w:r w:rsidR="003F4807">
        <w:rPr>
          <w:rFonts w:ascii="Times New Roman" w:hAnsi="Times New Roman"/>
          <w:sz w:val="24"/>
        </w:rPr>
        <w:t>ajandusla</w:t>
      </w:r>
      <w:r w:rsidR="00393E4A">
        <w:rPr>
          <w:rFonts w:ascii="Times New Roman" w:hAnsi="Times New Roman"/>
          <w:sz w:val="24"/>
        </w:rPr>
        <w:t>nguse tingimustes,</w:t>
      </w:r>
      <w:r w:rsidR="001C4B93">
        <w:rPr>
          <w:rFonts w:ascii="Times New Roman" w:hAnsi="Times New Roman"/>
          <w:sz w:val="24"/>
        </w:rPr>
        <w:t xml:space="preserve"> kus riigil ei </w:t>
      </w:r>
      <w:r w:rsidR="00393E4A">
        <w:rPr>
          <w:rFonts w:ascii="Times New Roman" w:hAnsi="Times New Roman"/>
          <w:sz w:val="24"/>
        </w:rPr>
        <w:t>pruugi olla</w:t>
      </w:r>
      <w:r w:rsidR="001C4B93">
        <w:rPr>
          <w:rFonts w:ascii="Times New Roman" w:hAnsi="Times New Roman"/>
          <w:sz w:val="24"/>
        </w:rPr>
        <w:t xml:space="preserve"> enam piisavalt rahalisi vahendeid teenuse osutamiseks</w:t>
      </w:r>
      <w:r w:rsidR="00393E4A">
        <w:rPr>
          <w:rFonts w:ascii="Times New Roman" w:hAnsi="Times New Roman"/>
          <w:sz w:val="24"/>
        </w:rPr>
        <w:t xml:space="preserve"> (sh teenustele, millel ei ole ettekirjutatud piirmäära), </w:t>
      </w:r>
      <w:r w:rsidR="00CD0560">
        <w:rPr>
          <w:rFonts w:ascii="Times New Roman" w:hAnsi="Times New Roman"/>
          <w:sz w:val="24"/>
        </w:rPr>
        <w:t xml:space="preserve">on TerK varasemale praktikale tuginedes </w:t>
      </w:r>
      <w:r w:rsidR="00393E4A">
        <w:rPr>
          <w:rFonts w:ascii="Times New Roman" w:hAnsi="Times New Roman"/>
          <w:sz w:val="24"/>
        </w:rPr>
        <w:t>rakendanud</w:t>
      </w:r>
      <w:r w:rsidR="003934ED" w:rsidRPr="003934ED">
        <w:rPr>
          <w:rFonts w:ascii="Times New Roman" w:hAnsi="Times New Roman"/>
          <w:sz w:val="24"/>
        </w:rPr>
        <w:t xml:space="preserve"> </w:t>
      </w:r>
      <w:r w:rsidR="0078084D">
        <w:rPr>
          <w:rFonts w:ascii="Times New Roman" w:hAnsi="Times New Roman"/>
          <w:sz w:val="24"/>
        </w:rPr>
        <w:t>mõju leevendamiseks</w:t>
      </w:r>
      <w:r w:rsidR="003934ED" w:rsidRPr="003934ED">
        <w:rPr>
          <w:rFonts w:ascii="Times New Roman" w:hAnsi="Times New Roman"/>
          <w:sz w:val="24"/>
        </w:rPr>
        <w:t xml:space="preserve"> kogu tervishoiuteenuste loetelule Vabariigi Valitsuse poolt </w:t>
      </w:r>
      <w:r w:rsidR="00CD0560" w:rsidRPr="00CD0560">
        <w:rPr>
          <w:rFonts w:ascii="Times New Roman" w:hAnsi="Times New Roman"/>
          <w:sz w:val="24"/>
        </w:rPr>
        <w:t>koefitsient</w:t>
      </w:r>
      <w:r w:rsidR="0078084D">
        <w:rPr>
          <w:rFonts w:ascii="Times New Roman" w:hAnsi="Times New Roman"/>
          <w:sz w:val="24"/>
        </w:rPr>
        <w:t>i</w:t>
      </w:r>
      <w:r w:rsidR="00393E4A">
        <w:rPr>
          <w:rFonts w:ascii="Times New Roman" w:hAnsi="Times New Roman"/>
          <w:sz w:val="24"/>
        </w:rPr>
        <w:t xml:space="preserve"> kehtestamist</w:t>
      </w:r>
      <w:r w:rsidR="0078084D">
        <w:rPr>
          <w:rFonts w:ascii="Times New Roman" w:hAnsi="Times New Roman"/>
          <w:sz w:val="24"/>
        </w:rPr>
        <w:t>, mis taga</w:t>
      </w:r>
      <w:r w:rsidR="005D3EC1">
        <w:rPr>
          <w:rFonts w:ascii="Times New Roman" w:hAnsi="Times New Roman"/>
          <w:sz w:val="24"/>
        </w:rPr>
        <w:t>ks</w:t>
      </w:r>
      <w:r w:rsidR="0078084D">
        <w:rPr>
          <w:rFonts w:ascii="Times New Roman" w:hAnsi="Times New Roman"/>
          <w:sz w:val="24"/>
        </w:rPr>
        <w:t xml:space="preserve"> teenuse osutamise ka </w:t>
      </w:r>
      <w:r w:rsidR="003F4807">
        <w:rPr>
          <w:rFonts w:ascii="Times New Roman" w:hAnsi="Times New Roman"/>
          <w:sz w:val="24"/>
        </w:rPr>
        <w:t>kitsastes eelarvetingimustes</w:t>
      </w:r>
      <w:r w:rsidR="00CD0560" w:rsidRPr="00CD0560">
        <w:rPr>
          <w:rFonts w:ascii="Times New Roman" w:hAnsi="Times New Roman"/>
          <w:sz w:val="24"/>
        </w:rPr>
        <w:t>.</w:t>
      </w:r>
      <w:r w:rsidR="00CD0560">
        <w:rPr>
          <w:rFonts w:ascii="Times New Roman" w:hAnsi="Times New Roman"/>
          <w:sz w:val="24"/>
        </w:rPr>
        <w:t xml:space="preserve"> </w:t>
      </w:r>
    </w:p>
    <w:p w14:paraId="781B5442" w14:textId="77777777" w:rsidR="00F05DE2" w:rsidRDefault="00F05DE2" w:rsidP="00F05DE2">
      <w:pPr>
        <w:rPr>
          <w:rFonts w:ascii="Times New Roman" w:hAnsi="Times New Roman"/>
          <w:sz w:val="24"/>
        </w:rPr>
      </w:pPr>
    </w:p>
    <w:p w14:paraId="4B7C6DE0" w14:textId="010476C2" w:rsidR="00F05DE2" w:rsidRPr="002D76E2" w:rsidRDefault="00F05DE2" w:rsidP="00F05DE2">
      <w:pPr>
        <w:rPr>
          <w:rFonts w:ascii="Times New Roman" w:hAnsi="Times New Roman"/>
          <w:sz w:val="24"/>
        </w:rPr>
      </w:pPr>
      <w:r w:rsidRPr="00A92C4A">
        <w:rPr>
          <w:rFonts w:ascii="Times New Roman" w:hAnsi="Times New Roman"/>
          <w:sz w:val="24"/>
        </w:rPr>
        <w:t>Muudatuse sotsiaalse mõju ulatus sihtrühmadele on</w:t>
      </w:r>
      <w:r w:rsidRPr="00E0201A">
        <w:t xml:space="preserve"> </w:t>
      </w:r>
      <w:r w:rsidR="00E0201A" w:rsidRPr="00E0201A">
        <w:rPr>
          <w:rFonts w:ascii="Times New Roman" w:hAnsi="Times New Roman"/>
          <w:sz w:val="24"/>
        </w:rPr>
        <w:t>keskmine</w:t>
      </w:r>
      <w:r w:rsidRPr="00A92C4A">
        <w:rPr>
          <w:rFonts w:ascii="Times New Roman" w:hAnsi="Times New Roman"/>
          <w:sz w:val="24"/>
        </w:rPr>
        <w:t xml:space="preserve">, kuna sihtrühma käitumises </w:t>
      </w:r>
      <w:r w:rsidR="00E0201A" w:rsidRPr="00E0201A">
        <w:rPr>
          <w:rFonts w:ascii="Times New Roman" w:hAnsi="Times New Roman"/>
          <w:sz w:val="24"/>
        </w:rPr>
        <w:t>kaasnevad muudatused, kuid nendega</w:t>
      </w:r>
      <w:r w:rsidRPr="00C83B95">
        <w:rPr>
          <w:rFonts w:ascii="Times New Roman" w:hAnsi="Times New Roman"/>
          <w:sz w:val="24"/>
        </w:rPr>
        <w:t xml:space="preserve"> ei </w:t>
      </w:r>
      <w:r w:rsidR="00E0201A" w:rsidRPr="00E0201A">
        <w:rPr>
          <w:rFonts w:ascii="Times New Roman" w:hAnsi="Times New Roman"/>
          <w:sz w:val="24"/>
        </w:rPr>
        <w:t>kaasne eeldatavalt kohanemisraskusi</w:t>
      </w:r>
      <w:r w:rsidR="00AD4DFD">
        <w:rPr>
          <w:rFonts w:ascii="Times New Roman" w:hAnsi="Times New Roman"/>
          <w:sz w:val="24"/>
        </w:rPr>
        <w:t>. M</w:t>
      </w:r>
      <w:r w:rsidRPr="00A92C4A">
        <w:rPr>
          <w:rFonts w:ascii="Times New Roman" w:hAnsi="Times New Roman"/>
          <w:sz w:val="24"/>
        </w:rPr>
        <w:t xml:space="preserve">õju </w:t>
      </w:r>
      <w:r w:rsidR="00AD4DFD">
        <w:rPr>
          <w:rFonts w:ascii="Times New Roman" w:hAnsi="Times New Roman"/>
          <w:sz w:val="24"/>
        </w:rPr>
        <w:t xml:space="preserve">avaldumise </w:t>
      </w:r>
      <w:r w:rsidRPr="00A92C4A">
        <w:rPr>
          <w:rFonts w:ascii="Times New Roman" w:hAnsi="Times New Roman"/>
          <w:sz w:val="24"/>
        </w:rPr>
        <w:t xml:space="preserve">sagedus on väike, kuna </w:t>
      </w:r>
      <w:r>
        <w:rPr>
          <w:rFonts w:ascii="Times New Roman" w:hAnsi="Times New Roman"/>
          <w:sz w:val="24"/>
        </w:rPr>
        <w:t>iseseisva õendusabi leping sõlmitakse TerK-</w:t>
      </w:r>
      <w:r w:rsidR="00BD42AF">
        <w:rPr>
          <w:rFonts w:ascii="Times New Roman" w:hAnsi="Times New Roman"/>
          <w:sz w:val="24"/>
        </w:rPr>
        <w:t>i</w:t>
      </w:r>
      <w:r>
        <w:rPr>
          <w:rFonts w:ascii="Times New Roman" w:hAnsi="Times New Roman"/>
          <w:sz w:val="24"/>
        </w:rPr>
        <w:t>ga eeldatavasti pikemaks perioodiks</w:t>
      </w:r>
      <w:r w:rsidRPr="00A92C4A">
        <w:rPr>
          <w:rFonts w:ascii="Times New Roman" w:hAnsi="Times New Roman"/>
          <w:sz w:val="24"/>
        </w:rPr>
        <w:t>. Mõjutatud sihtrühma suurus on</w:t>
      </w:r>
      <w:r>
        <w:rPr>
          <w:rFonts w:ascii="Times New Roman" w:hAnsi="Times New Roman"/>
          <w:sz w:val="24"/>
        </w:rPr>
        <w:t xml:space="preserve"> väike</w:t>
      </w:r>
      <w:r w:rsidRPr="00A92C4A">
        <w:rPr>
          <w:rFonts w:ascii="Times New Roman" w:hAnsi="Times New Roman"/>
          <w:sz w:val="24"/>
        </w:rPr>
        <w:t>.</w:t>
      </w:r>
      <w:r>
        <w:rPr>
          <w:rFonts w:ascii="Times New Roman" w:hAnsi="Times New Roman"/>
          <w:sz w:val="24"/>
        </w:rPr>
        <w:t xml:space="preserve"> </w:t>
      </w:r>
      <w:r w:rsidR="000D1E33">
        <w:rPr>
          <w:rFonts w:ascii="Times New Roman" w:hAnsi="Times New Roman"/>
          <w:sz w:val="24"/>
        </w:rPr>
        <w:t>Muudatusega võib kaasneda teenuse</w:t>
      </w:r>
      <w:r w:rsidR="00BD42AF">
        <w:rPr>
          <w:rFonts w:ascii="Times New Roman" w:hAnsi="Times New Roman"/>
          <w:sz w:val="24"/>
        </w:rPr>
        <w:t>saajate</w:t>
      </w:r>
      <w:r w:rsidR="000D1E33">
        <w:rPr>
          <w:rFonts w:ascii="Times New Roman" w:hAnsi="Times New Roman"/>
          <w:sz w:val="24"/>
        </w:rPr>
        <w:t xml:space="preserve"> jaoks esialgu väike ebasoovitav mõju</w:t>
      </w:r>
      <w:r w:rsidR="00D31769">
        <w:rPr>
          <w:rFonts w:ascii="Times New Roman" w:hAnsi="Times New Roman"/>
          <w:sz w:val="24"/>
        </w:rPr>
        <w:t xml:space="preserve"> juhul, kui teenusesaaja vajab rohkem teenust kui </w:t>
      </w:r>
      <w:r w:rsidR="00E31D98">
        <w:rPr>
          <w:rFonts w:ascii="Times New Roman" w:hAnsi="Times New Roman"/>
          <w:sz w:val="24"/>
        </w:rPr>
        <w:t xml:space="preserve">esialgu planeeritud (40 </w:t>
      </w:r>
      <w:r w:rsidR="00FB2A1D">
        <w:rPr>
          <w:rFonts w:ascii="Times New Roman" w:hAnsi="Times New Roman"/>
          <w:sz w:val="24"/>
        </w:rPr>
        <w:t>teenusesaaja kohta üks täiskohaga õde)</w:t>
      </w:r>
      <w:r w:rsidR="004F33AA">
        <w:rPr>
          <w:rFonts w:ascii="Times New Roman" w:hAnsi="Times New Roman"/>
          <w:sz w:val="24"/>
        </w:rPr>
        <w:t>,</w:t>
      </w:r>
      <w:r w:rsidR="00515066" w:rsidRPr="12905A2E">
        <w:rPr>
          <w:rFonts w:ascii="Times New Roman" w:hAnsi="Times New Roman"/>
          <w:sz w:val="24"/>
        </w:rPr>
        <w:t xml:space="preserve"> mis on aga </w:t>
      </w:r>
      <w:r w:rsidR="00142C28" w:rsidRPr="12905A2E">
        <w:rPr>
          <w:rFonts w:ascii="Times New Roman" w:hAnsi="Times New Roman"/>
          <w:sz w:val="24"/>
        </w:rPr>
        <w:t>paindlikul teenuse osutamisel kiiresti maandatav</w:t>
      </w:r>
      <w:r w:rsidR="00D719FE">
        <w:rPr>
          <w:rFonts w:ascii="Times New Roman" w:hAnsi="Times New Roman"/>
          <w:sz w:val="24"/>
        </w:rPr>
        <w:t xml:space="preserve"> teiste teenuste kaudu</w:t>
      </w:r>
      <w:r w:rsidRPr="12905A2E">
        <w:rPr>
          <w:rFonts w:ascii="Times New Roman" w:hAnsi="Times New Roman"/>
          <w:sz w:val="24"/>
        </w:rPr>
        <w:t>. Kokkuvõttes on mõju sihtrühmale oluline.</w:t>
      </w:r>
    </w:p>
    <w:p w14:paraId="4267D27A" w14:textId="77777777" w:rsidR="00F05DE2" w:rsidRDefault="00F05DE2" w:rsidP="008E199B">
      <w:pPr>
        <w:rPr>
          <w:rFonts w:ascii="Times New Roman" w:hAnsi="Times New Roman"/>
          <w:b/>
          <w:bCs/>
          <w:sz w:val="24"/>
        </w:rPr>
      </w:pPr>
    </w:p>
    <w:p w14:paraId="2EA1A7D4" w14:textId="389B0B27" w:rsidR="00695D3A" w:rsidRPr="00846035" w:rsidRDefault="00C335FD" w:rsidP="008E199B">
      <w:pPr>
        <w:rPr>
          <w:rFonts w:ascii="Times New Roman" w:hAnsi="Times New Roman"/>
          <w:b/>
          <w:bCs/>
          <w:sz w:val="24"/>
        </w:rPr>
      </w:pPr>
      <w:r>
        <w:rPr>
          <w:rFonts w:ascii="Times New Roman" w:hAnsi="Times New Roman"/>
          <w:b/>
          <w:bCs/>
          <w:sz w:val="24"/>
        </w:rPr>
        <w:t>M</w:t>
      </w:r>
      <w:r w:rsidR="00707776">
        <w:rPr>
          <w:rFonts w:ascii="Times New Roman" w:hAnsi="Times New Roman"/>
          <w:b/>
          <w:bCs/>
          <w:sz w:val="24"/>
        </w:rPr>
        <w:t>õju majandusele</w:t>
      </w:r>
    </w:p>
    <w:p w14:paraId="6931DAE8" w14:textId="77777777" w:rsidR="00214C1E" w:rsidRDefault="00214C1E" w:rsidP="008E199B">
      <w:pPr>
        <w:rPr>
          <w:rFonts w:ascii="Times New Roman" w:hAnsi="Times New Roman"/>
          <w:sz w:val="24"/>
        </w:rPr>
      </w:pPr>
    </w:p>
    <w:p w14:paraId="29C1EA56" w14:textId="3F5953CD" w:rsidR="008E6296" w:rsidRDefault="008E6296" w:rsidP="008E199B">
      <w:pPr>
        <w:rPr>
          <w:rFonts w:ascii="Times New Roman" w:hAnsi="Times New Roman"/>
          <w:sz w:val="24"/>
        </w:rPr>
      </w:pPr>
      <w:r>
        <w:rPr>
          <w:rFonts w:ascii="Times New Roman" w:hAnsi="Times New Roman"/>
          <w:sz w:val="24"/>
        </w:rPr>
        <w:t>Mõju sihtrühm 1 – erihoolekandeteenuse osutajad</w:t>
      </w:r>
      <w:r w:rsidR="0003312F">
        <w:rPr>
          <w:rFonts w:ascii="Times New Roman" w:hAnsi="Times New Roman"/>
          <w:sz w:val="24"/>
        </w:rPr>
        <w:t>, s</w:t>
      </w:r>
      <w:r w:rsidR="007963F3">
        <w:rPr>
          <w:rFonts w:ascii="Times New Roman" w:hAnsi="Times New Roman"/>
          <w:sz w:val="24"/>
        </w:rPr>
        <w:t>ealhulgas</w:t>
      </w:r>
      <w:r w:rsidR="0003312F">
        <w:rPr>
          <w:rFonts w:ascii="Times New Roman" w:hAnsi="Times New Roman"/>
          <w:sz w:val="24"/>
        </w:rPr>
        <w:t xml:space="preserve"> need, ke</w:t>
      </w:r>
      <w:r w:rsidR="009755AC">
        <w:rPr>
          <w:rFonts w:ascii="Times New Roman" w:hAnsi="Times New Roman"/>
          <w:sz w:val="24"/>
        </w:rPr>
        <w:t>llel on tervishoiuteenuse osutamiseks tegevusluba</w:t>
      </w:r>
    </w:p>
    <w:p w14:paraId="01AC424A" w14:textId="77777777" w:rsidR="00B03467" w:rsidRDefault="00B03467" w:rsidP="008E199B">
      <w:pPr>
        <w:rPr>
          <w:rFonts w:ascii="Times New Roman" w:hAnsi="Times New Roman"/>
          <w:sz w:val="24"/>
        </w:rPr>
      </w:pPr>
    </w:p>
    <w:p w14:paraId="419D7B79" w14:textId="7E82F18C" w:rsidR="008C7142" w:rsidRDefault="00277499" w:rsidP="005F2181">
      <w:pPr>
        <w:rPr>
          <w:rFonts w:ascii="Times New Roman" w:hAnsi="Times New Roman"/>
          <w:sz w:val="24"/>
        </w:rPr>
      </w:pPr>
      <w:r w:rsidRPr="12905A2E">
        <w:rPr>
          <w:rFonts w:ascii="Times New Roman" w:hAnsi="Times New Roman"/>
          <w:sz w:val="24"/>
        </w:rPr>
        <w:t>2023. aasta S</w:t>
      </w:r>
      <w:r w:rsidR="002D4791">
        <w:rPr>
          <w:rFonts w:ascii="Times New Roman" w:hAnsi="Times New Roman"/>
          <w:sz w:val="24"/>
        </w:rPr>
        <w:t>oM-</w:t>
      </w:r>
      <w:r w:rsidRPr="12905A2E">
        <w:rPr>
          <w:rFonts w:ascii="Times New Roman" w:hAnsi="Times New Roman"/>
          <w:sz w:val="24"/>
        </w:rPr>
        <w:t xml:space="preserve">i hoolekandestatistika </w:t>
      </w:r>
      <w:r w:rsidR="00AC4D83" w:rsidRPr="12905A2E">
        <w:rPr>
          <w:rFonts w:ascii="Times New Roman" w:hAnsi="Times New Roman"/>
          <w:sz w:val="24"/>
        </w:rPr>
        <w:t xml:space="preserve">aruande „Erihoolekandeteenused“ esialgsetel andmetel on 42 </w:t>
      </w:r>
      <w:r w:rsidR="004042B0" w:rsidRPr="12905A2E">
        <w:rPr>
          <w:rFonts w:ascii="Times New Roman" w:hAnsi="Times New Roman"/>
          <w:sz w:val="24"/>
        </w:rPr>
        <w:t xml:space="preserve">erihoolekande struktuuriüksust </w:t>
      </w:r>
      <w:r w:rsidR="00AC4D83" w:rsidRPr="12905A2E">
        <w:rPr>
          <w:rFonts w:ascii="Times New Roman" w:hAnsi="Times New Roman"/>
          <w:sz w:val="24"/>
        </w:rPr>
        <w:t>(</w:t>
      </w:r>
      <w:r w:rsidR="00A561DF" w:rsidRPr="12905A2E">
        <w:rPr>
          <w:rFonts w:ascii="Times New Roman" w:hAnsi="Times New Roman"/>
          <w:sz w:val="24"/>
        </w:rPr>
        <w:t>allasutused</w:t>
      </w:r>
      <w:r w:rsidR="00533F9C" w:rsidRPr="12905A2E">
        <w:rPr>
          <w:rFonts w:ascii="Times New Roman" w:hAnsi="Times New Roman"/>
          <w:sz w:val="24"/>
        </w:rPr>
        <w:t xml:space="preserve"> arvestatud eraldi</w:t>
      </w:r>
      <w:r w:rsidR="00AC4D83" w:rsidRPr="12905A2E">
        <w:rPr>
          <w:rFonts w:ascii="Times New Roman" w:hAnsi="Times New Roman"/>
          <w:sz w:val="24"/>
        </w:rPr>
        <w:t>)</w:t>
      </w:r>
      <w:r w:rsidR="00707776">
        <w:rPr>
          <w:rFonts w:ascii="Times New Roman" w:hAnsi="Times New Roman"/>
          <w:sz w:val="24"/>
        </w:rPr>
        <w:t xml:space="preserve"> </w:t>
      </w:r>
      <w:r w:rsidR="00707776" w:rsidRPr="12905A2E">
        <w:rPr>
          <w:rFonts w:ascii="Times New Roman" w:hAnsi="Times New Roman"/>
          <w:sz w:val="24"/>
        </w:rPr>
        <w:t>märkinud</w:t>
      </w:r>
      <w:r w:rsidR="00AC4D83" w:rsidRPr="12905A2E">
        <w:rPr>
          <w:rFonts w:ascii="Times New Roman" w:hAnsi="Times New Roman"/>
          <w:sz w:val="24"/>
        </w:rPr>
        <w:t xml:space="preserve">, et on teinud 2023. aastal kulutusi </w:t>
      </w:r>
      <w:r w:rsidR="00440B39" w:rsidRPr="12905A2E">
        <w:rPr>
          <w:rFonts w:ascii="Times New Roman" w:hAnsi="Times New Roman"/>
          <w:sz w:val="24"/>
        </w:rPr>
        <w:t>sisse</w:t>
      </w:r>
      <w:r w:rsidR="008554CF" w:rsidRPr="12905A2E">
        <w:rPr>
          <w:rFonts w:ascii="Times New Roman" w:hAnsi="Times New Roman"/>
          <w:sz w:val="24"/>
        </w:rPr>
        <w:t xml:space="preserve"> </w:t>
      </w:r>
      <w:r w:rsidR="00440B39" w:rsidRPr="12905A2E">
        <w:rPr>
          <w:rFonts w:ascii="Times New Roman" w:hAnsi="Times New Roman"/>
          <w:sz w:val="24"/>
        </w:rPr>
        <w:t>ostetud õendusabiteenusele.</w:t>
      </w:r>
      <w:r w:rsidR="00847A96" w:rsidRPr="12905A2E">
        <w:rPr>
          <w:rFonts w:ascii="Times New Roman" w:hAnsi="Times New Roman"/>
          <w:sz w:val="24"/>
        </w:rPr>
        <w:t xml:space="preserve"> </w:t>
      </w:r>
      <w:r w:rsidR="000C045A" w:rsidRPr="12905A2E">
        <w:rPr>
          <w:rFonts w:ascii="Times New Roman" w:hAnsi="Times New Roman"/>
          <w:sz w:val="24"/>
        </w:rPr>
        <w:t>Kokku osutas 2023. aastal ööpäevaringseid erihool</w:t>
      </w:r>
      <w:r w:rsidR="007963F3">
        <w:rPr>
          <w:rFonts w:ascii="Times New Roman" w:hAnsi="Times New Roman"/>
          <w:sz w:val="24"/>
        </w:rPr>
        <w:t>dusteenuseid</w:t>
      </w:r>
      <w:r w:rsidR="000C045A" w:rsidRPr="12905A2E">
        <w:rPr>
          <w:rFonts w:ascii="Times New Roman" w:hAnsi="Times New Roman"/>
          <w:sz w:val="24"/>
        </w:rPr>
        <w:t xml:space="preserve"> </w:t>
      </w:r>
      <w:r w:rsidR="00423509" w:rsidRPr="12905A2E">
        <w:rPr>
          <w:rFonts w:ascii="Times New Roman" w:hAnsi="Times New Roman"/>
          <w:sz w:val="24"/>
        </w:rPr>
        <w:t>S</w:t>
      </w:r>
      <w:r w:rsidR="00C6620B">
        <w:rPr>
          <w:rFonts w:ascii="Times New Roman" w:hAnsi="Times New Roman"/>
          <w:sz w:val="24"/>
        </w:rPr>
        <w:t>KA</w:t>
      </w:r>
      <w:r w:rsidR="00423509" w:rsidRPr="12905A2E">
        <w:rPr>
          <w:rFonts w:ascii="Times New Roman" w:hAnsi="Times New Roman"/>
          <w:sz w:val="24"/>
        </w:rPr>
        <w:t xml:space="preserve"> andmetel </w:t>
      </w:r>
      <w:r w:rsidR="00206300" w:rsidRPr="12905A2E">
        <w:rPr>
          <w:rFonts w:ascii="Times New Roman" w:hAnsi="Times New Roman"/>
          <w:sz w:val="24"/>
        </w:rPr>
        <w:t xml:space="preserve">87 struktuuriüksust, seega oli ennast tervishoiuteenuse osutajaks </w:t>
      </w:r>
      <w:r w:rsidR="00206300" w:rsidRPr="12905A2E">
        <w:rPr>
          <w:rFonts w:ascii="Times New Roman" w:hAnsi="Times New Roman"/>
          <w:sz w:val="24"/>
        </w:rPr>
        <w:lastRenderedPageBreak/>
        <w:t xml:space="preserve">registreerinud või muul moel õendusabi korraldanud </w:t>
      </w:r>
      <w:r w:rsidR="00D0795D" w:rsidRPr="12905A2E">
        <w:rPr>
          <w:rFonts w:ascii="Times New Roman" w:hAnsi="Times New Roman"/>
          <w:sz w:val="24"/>
        </w:rPr>
        <w:t>üksus</w:t>
      </w:r>
      <w:r w:rsidR="00C6620B">
        <w:rPr>
          <w:rFonts w:ascii="Times New Roman" w:hAnsi="Times New Roman"/>
          <w:sz w:val="24"/>
        </w:rPr>
        <w:t>i</w:t>
      </w:r>
      <w:r w:rsidR="00206300" w:rsidRPr="12905A2E">
        <w:rPr>
          <w:rFonts w:ascii="Times New Roman" w:hAnsi="Times New Roman"/>
          <w:sz w:val="24"/>
        </w:rPr>
        <w:t xml:space="preserve"> </w:t>
      </w:r>
      <w:r w:rsidR="00423509" w:rsidRPr="12905A2E">
        <w:rPr>
          <w:rFonts w:ascii="Times New Roman" w:hAnsi="Times New Roman"/>
          <w:sz w:val="24"/>
        </w:rPr>
        <w:t>45.</w:t>
      </w:r>
      <w:r w:rsidR="00B3789D" w:rsidRPr="12905A2E">
        <w:rPr>
          <w:rFonts w:ascii="Times New Roman" w:hAnsi="Times New Roman"/>
          <w:sz w:val="24"/>
        </w:rPr>
        <w:t xml:space="preserve"> </w:t>
      </w:r>
      <w:r w:rsidR="008C7142" w:rsidRPr="12905A2E">
        <w:rPr>
          <w:rFonts w:ascii="Times New Roman" w:hAnsi="Times New Roman"/>
          <w:sz w:val="24"/>
        </w:rPr>
        <w:t>Kõikidest statistilisse profiili kuuluvatest tervishoiu</w:t>
      </w:r>
      <w:r w:rsidR="007963F3">
        <w:rPr>
          <w:rFonts w:ascii="Times New Roman" w:hAnsi="Times New Roman"/>
          <w:sz w:val="24"/>
        </w:rPr>
        <w:t>-</w:t>
      </w:r>
      <w:r w:rsidR="008C7142" w:rsidRPr="12905A2E">
        <w:rPr>
          <w:rFonts w:ascii="Times New Roman" w:hAnsi="Times New Roman"/>
          <w:sz w:val="24"/>
        </w:rPr>
        <w:t xml:space="preserve"> ja sotsiaalhoolekande</w:t>
      </w:r>
      <w:r w:rsidR="00F17E5B">
        <w:rPr>
          <w:rFonts w:ascii="Times New Roman" w:hAnsi="Times New Roman"/>
          <w:sz w:val="24"/>
        </w:rPr>
        <w:t>ettevõtetest</w:t>
      </w:r>
      <w:r w:rsidR="008C7142" w:rsidRPr="12905A2E">
        <w:rPr>
          <w:rFonts w:ascii="Times New Roman" w:hAnsi="Times New Roman"/>
          <w:sz w:val="24"/>
        </w:rPr>
        <w:t xml:space="preserve"> (Statistikaameti andmetel 2023. aastal 2604 ettevõtet</w:t>
      </w:r>
      <w:r w:rsidR="0079010E" w:rsidRPr="12905A2E">
        <w:rPr>
          <w:rStyle w:val="Allmrkuseviide"/>
          <w:rFonts w:ascii="Times New Roman" w:hAnsi="Times New Roman"/>
          <w:sz w:val="24"/>
        </w:rPr>
        <w:footnoteReference w:id="5"/>
      </w:r>
      <w:r w:rsidR="008C7142" w:rsidRPr="12905A2E">
        <w:rPr>
          <w:rFonts w:ascii="Times New Roman" w:hAnsi="Times New Roman"/>
          <w:sz w:val="24"/>
        </w:rPr>
        <w:t>)</w:t>
      </w:r>
      <w:r w:rsidR="00B3789D" w:rsidRPr="12905A2E">
        <w:rPr>
          <w:rFonts w:ascii="Times New Roman" w:hAnsi="Times New Roman"/>
          <w:sz w:val="24"/>
        </w:rPr>
        <w:t xml:space="preserve"> moodustavad need üksused</w:t>
      </w:r>
      <w:r w:rsidR="008C7142" w:rsidRPr="12905A2E">
        <w:rPr>
          <w:rFonts w:ascii="Times New Roman" w:hAnsi="Times New Roman"/>
          <w:sz w:val="24"/>
        </w:rPr>
        <w:t xml:space="preserve"> veidi alla 2%.</w:t>
      </w:r>
    </w:p>
    <w:p w14:paraId="3B7980C1" w14:textId="77777777" w:rsidR="005F2181" w:rsidRDefault="005F2181" w:rsidP="005F2181">
      <w:pPr>
        <w:rPr>
          <w:rFonts w:ascii="Times New Roman" w:hAnsi="Times New Roman"/>
          <w:sz w:val="24"/>
        </w:rPr>
      </w:pPr>
    </w:p>
    <w:p w14:paraId="7427E613" w14:textId="119CAA6E" w:rsidR="00355FBC" w:rsidRDefault="00EE2D20" w:rsidP="008E199B">
      <w:pPr>
        <w:rPr>
          <w:rFonts w:ascii="Times New Roman" w:hAnsi="Times New Roman"/>
          <w:sz w:val="24"/>
        </w:rPr>
      </w:pPr>
      <w:r>
        <w:rPr>
          <w:rFonts w:ascii="Times New Roman" w:hAnsi="Times New Roman"/>
          <w:sz w:val="24"/>
        </w:rPr>
        <w:t>SHS-is n</w:t>
      </w:r>
      <w:r w:rsidRPr="00293EA3">
        <w:rPr>
          <w:rFonts w:ascii="Times New Roman" w:hAnsi="Times New Roman"/>
          <w:sz w:val="24"/>
        </w:rPr>
        <w:t xml:space="preserve">õutud iseseisva õendusabi kättesaadavuse tagamiseks võib </w:t>
      </w:r>
      <w:r w:rsidR="00DA0EC1">
        <w:rPr>
          <w:rFonts w:ascii="Times New Roman" w:hAnsi="Times New Roman"/>
          <w:sz w:val="24"/>
        </w:rPr>
        <w:t xml:space="preserve">ööpäevaringse </w:t>
      </w:r>
      <w:r>
        <w:rPr>
          <w:rFonts w:ascii="Times New Roman" w:hAnsi="Times New Roman"/>
          <w:sz w:val="24"/>
        </w:rPr>
        <w:t>erihool</w:t>
      </w:r>
      <w:r w:rsidR="00F17E5B">
        <w:rPr>
          <w:rFonts w:ascii="Times New Roman" w:hAnsi="Times New Roman"/>
          <w:sz w:val="24"/>
        </w:rPr>
        <w:t>dusteenuse</w:t>
      </w:r>
      <w:r w:rsidRPr="00293EA3">
        <w:rPr>
          <w:rFonts w:ascii="Times New Roman" w:hAnsi="Times New Roman"/>
          <w:sz w:val="24"/>
        </w:rPr>
        <w:t xml:space="preserve"> osutaja registreerida </w:t>
      </w:r>
      <w:r w:rsidR="00707776" w:rsidRPr="00293EA3">
        <w:rPr>
          <w:rFonts w:ascii="Times New Roman" w:hAnsi="Times New Roman"/>
          <w:sz w:val="24"/>
        </w:rPr>
        <w:t xml:space="preserve">end </w:t>
      </w:r>
      <w:r w:rsidRPr="00293EA3">
        <w:rPr>
          <w:rFonts w:ascii="Times New Roman" w:hAnsi="Times New Roman"/>
          <w:sz w:val="24"/>
        </w:rPr>
        <w:t>tervishoiuteenuse osutajana või osta teenust lepingu alusel.</w:t>
      </w:r>
      <w:r w:rsidR="0045509C">
        <w:rPr>
          <w:rFonts w:ascii="Times New Roman" w:hAnsi="Times New Roman"/>
          <w:sz w:val="24"/>
        </w:rPr>
        <w:t xml:space="preserve"> </w:t>
      </w:r>
      <w:r w:rsidR="00B558CF">
        <w:rPr>
          <w:rFonts w:ascii="Times New Roman" w:hAnsi="Times New Roman"/>
          <w:sz w:val="24"/>
        </w:rPr>
        <w:t>Õendus</w:t>
      </w:r>
      <w:r w:rsidR="0055155B">
        <w:rPr>
          <w:rFonts w:ascii="Times New Roman" w:hAnsi="Times New Roman"/>
          <w:sz w:val="24"/>
        </w:rPr>
        <w:t>abi</w:t>
      </w:r>
      <w:r w:rsidR="00B558CF">
        <w:rPr>
          <w:rFonts w:ascii="Times New Roman" w:hAnsi="Times New Roman"/>
          <w:sz w:val="24"/>
        </w:rPr>
        <w:t xml:space="preserve"> </w:t>
      </w:r>
      <w:r w:rsidR="002345C0" w:rsidRPr="002345C0">
        <w:rPr>
          <w:rFonts w:ascii="Times New Roman" w:hAnsi="Times New Roman"/>
          <w:sz w:val="24"/>
        </w:rPr>
        <w:t>rahastatakse</w:t>
      </w:r>
      <w:r w:rsidR="00B558CF">
        <w:rPr>
          <w:rFonts w:ascii="Times New Roman" w:hAnsi="Times New Roman"/>
          <w:sz w:val="24"/>
        </w:rPr>
        <w:t xml:space="preserve"> </w:t>
      </w:r>
      <w:r w:rsidR="002345C0" w:rsidRPr="002345C0">
        <w:rPr>
          <w:rFonts w:ascii="Times New Roman" w:hAnsi="Times New Roman"/>
          <w:sz w:val="24"/>
        </w:rPr>
        <w:t xml:space="preserve">SKA kaudu teenuste maksimaalse maksumuse hulgas. </w:t>
      </w:r>
      <w:r w:rsidR="002D3B1D">
        <w:rPr>
          <w:rFonts w:ascii="Times New Roman" w:hAnsi="Times New Roman"/>
          <w:sz w:val="24"/>
        </w:rPr>
        <w:t>Muudatuse tulemusel</w:t>
      </w:r>
      <w:r w:rsidR="00705411">
        <w:rPr>
          <w:rFonts w:ascii="Times New Roman" w:hAnsi="Times New Roman"/>
          <w:sz w:val="24"/>
        </w:rPr>
        <w:t xml:space="preserve"> </w:t>
      </w:r>
      <w:r w:rsidR="00B558CF">
        <w:rPr>
          <w:rFonts w:ascii="Times New Roman" w:hAnsi="Times New Roman"/>
          <w:sz w:val="24"/>
        </w:rPr>
        <w:t xml:space="preserve">saab erihoolekandeteenuse osutaja end endiselt </w:t>
      </w:r>
      <w:r w:rsidR="00963F32">
        <w:rPr>
          <w:rFonts w:ascii="Times New Roman" w:hAnsi="Times New Roman"/>
          <w:sz w:val="24"/>
        </w:rPr>
        <w:t xml:space="preserve">registreerida </w:t>
      </w:r>
      <w:r w:rsidR="00C81647">
        <w:rPr>
          <w:rFonts w:ascii="Times New Roman" w:hAnsi="Times New Roman"/>
          <w:sz w:val="24"/>
        </w:rPr>
        <w:t>tervishoiuteenuse osutajana või osta teenust lepingu alusel</w:t>
      </w:r>
      <w:r w:rsidR="002D3B1D">
        <w:rPr>
          <w:rFonts w:ascii="Times New Roman" w:hAnsi="Times New Roman"/>
          <w:sz w:val="24"/>
        </w:rPr>
        <w:t xml:space="preserve">, kuid selleks, et </w:t>
      </w:r>
      <w:r w:rsidR="00F06AC7">
        <w:rPr>
          <w:rFonts w:ascii="Times New Roman" w:hAnsi="Times New Roman"/>
          <w:sz w:val="24"/>
        </w:rPr>
        <w:t>saada õendus</w:t>
      </w:r>
      <w:r w:rsidR="0055155B">
        <w:rPr>
          <w:rFonts w:ascii="Times New Roman" w:hAnsi="Times New Roman"/>
          <w:sz w:val="24"/>
        </w:rPr>
        <w:t>abi</w:t>
      </w:r>
      <w:r w:rsidR="00F06AC7">
        <w:rPr>
          <w:rFonts w:ascii="Times New Roman" w:hAnsi="Times New Roman"/>
          <w:sz w:val="24"/>
        </w:rPr>
        <w:t xml:space="preserve"> osutamise eest tasu, peab tervishoiuteenuse osutajal </w:t>
      </w:r>
      <w:r w:rsidR="00F17E5B">
        <w:rPr>
          <w:rFonts w:ascii="Times New Roman" w:hAnsi="Times New Roman"/>
          <w:sz w:val="24"/>
        </w:rPr>
        <w:t xml:space="preserve">olema </w:t>
      </w:r>
      <w:r w:rsidR="00F06AC7">
        <w:rPr>
          <w:rFonts w:ascii="Times New Roman" w:hAnsi="Times New Roman"/>
          <w:sz w:val="24"/>
        </w:rPr>
        <w:t>õendus</w:t>
      </w:r>
      <w:r w:rsidR="0055155B">
        <w:rPr>
          <w:rFonts w:ascii="Times New Roman" w:hAnsi="Times New Roman"/>
          <w:sz w:val="24"/>
        </w:rPr>
        <w:t>abi</w:t>
      </w:r>
      <w:r w:rsidR="00F06AC7">
        <w:rPr>
          <w:rFonts w:ascii="Times New Roman" w:hAnsi="Times New Roman"/>
          <w:sz w:val="24"/>
        </w:rPr>
        <w:t xml:space="preserve"> osutamiseks leping TerK-</w:t>
      </w:r>
      <w:r w:rsidR="00C6620B">
        <w:rPr>
          <w:rFonts w:ascii="Times New Roman" w:hAnsi="Times New Roman"/>
          <w:sz w:val="24"/>
        </w:rPr>
        <w:t>i</w:t>
      </w:r>
      <w:r w:rsidR="00F06AC7">
        <w:rPr>
          <w:rFonts w:ascii="Times New Roman" w:hAnsi="Times New Roman"/>
          <w:sz w:val="24"/>
        </w:rPr>
        <w:t>ga.</w:t>
      </w:r>
      <w:r w:rsidR="004409B1">
        <w:rPr>
          <w:rFonts w:ascii="Times New Roman" w:hAnsi="Times New Roman"/>
          <w:sz w:val="24"/>
        </w:rPr>
        <w:t xml:space="preserve"> Seega, kui erihoolekandeteenuse osutaja ise on tervishoiuteenuse osutaja, sõlmib ta lepingu TerK-</w:t>
      </w:r>
      <w:r w:rsidR="00C6620B">
        <w:rPr>
          <w:rFonts w:ascii="Times New Roman" w:hAnsi="Times New Roman"/>
          <w:sz w:val="24"/>
        </w:rPr>
        <w:t>i</w:t>
      </w:r>
      <w:r w:rsidR="004409B1">
        <w:rPr>
          <w:rFonts w:ascii="Times New Roman" w:hAnsi="Times New Roman"/>
          <w:sz w:val="24"/>
        </w:rPr>
        <w:t>ga.</w:t>
      </w:r>
      <w:r>
        <w:rPr>
          <w:rFonts w:ascii="Times New Roman" w:hAnsi="Times New Roman"/>
          <w:sz w:val="24"/>
        </w:rPr>
        <w:t xml:space="preserve"> </w:t>
      </w:r>
    </w:p>
    <w:p w14:paraId="4B0931AA" w14:textId="583DEBD6" w:rsidR="00355FBC" w:rsidRPr="00286592" w:rsidRDefault="00355FBC" w:rsidP="008E199B">
      <w:pPr>
        <w:rPr>
          <w:rFonts w:ascii="Times New Roman" w:hAnsi="Times New Roman"/>
          <w:sz w:val="24"/>
        </w:rPr>
      </w:pPr>
    </w:p>
    <w:p w14:paraId="35560FA6" w14:textId="59389A3B" w:rsidR="00FE0A6F" w:rsidRDefault="00707776" w:rsidP="008E199B">
      <w:pPr>
        <w:rPr>
          <w:rFonts w:ascii="Times New Roman" w:hAnsi="Times New Roman"/>
          <w:sz w:val="24"/>
        </w:rPr>
      </w:pPr>
      <w:r w:rsidRPr="009C30E9">
        <w:rPr>
          <w:rFonts w:ascii="Times New Roman" w:hAnsi="Times New Roman"/>
          <w:sz w:val="24"/>
        </w:rPr>
        <w:t xml:space="preserve">TerK </w:t>
      </w:r>
      <w:r>
        <w:rPr>
          <w:rFonts w:ascii="Times New Roman" w:hAnsi="Times New Roman"/>
          <w:sz w:val="24"/>
        </w:rPr>
        <w:t>tasub õ</w:t>
      </w:r>
      <w:r w:rsidR="009C30E9" w:rsidRPr="009C30E9">
        <w:rPr>
          <w:rFonts w:ascii="Times New Roman" w:hAnsi="Times New Roman"/>
          <w:sz w:val="24"/>
        </w:rPr>
        <w:t>endus</w:t>
      </w:r>
      <w:r w:rsidR="00360D78">
        <w:rPr>
          <w:rFonts w:ascii="Times New Roman" w:hAnsi="Times New Roman"/>
          <w:sz w:val="24"/>
        </w:rPr>
        <w:t>abi</w:t>
      </w:r>
      <w:r w:rsidR="009C30E9" w:rsidRPr="009C30E9">
        <w:rPr>
          <w:rFonts w:ascii="Times New Roman" w:hAnsi="Times New Roman"/>
          <w:sz w:val="24"/>
        </w:rPr>
        <w:t xml:space="preserve"> eest tervishoiuteenuste loetelu alusel</w:t>
      </w:r>
      <w:r w:rsidR="00F63E9B">
        <w:rPr>
          <w:rFonts w:ascii="Times New Roman" w:hAnsi="Times New Roman"/>
          <w:sz w:val="24"/>
        </w:rPr>
        <w:t xml:space="preserve"> ning loob</w:t>
      </w:r>
      <w:r w:rsidR="009C30E9" w:rsidRPr="009C30E9">
        <w:rPr>
          <w:rFonts w:ascii="Times New Roman" w:hAnsi="Times New Roman"/>
          <w:sz w:val="24"/>
        </w:rPr>
        <w:t xml:space="preserve"> uue teenus</w:t>
      </w:r>
      <w:r w:rsidR="00C6620B">
        <w:rPr>
          <w:rFonts w:ascii="Times New Roman" w:hAnsi="Times New Roman"/>
          <w:sz w:val="24"/>
        </w:rPr>
        <w:t>e</w:t>
      </w:r>
      <w:r w:rsidR="009C30E9" w:rsidRPr="009C30E9">
        <w:rPr>
          <w:rFonts w:ascii="Times New Roman" w:hAnsi="Times New Roman"/>
          <w:sz w:val="24"/>
        </w:rPr>
        <w:t xml:space="preserve">mudeli, kus </w:t>
      </w:r>
      <w:r w:rsidR="00F63E9B">
        <w:rPr>
          <w:rFonts w:ascii="Times New Roman" w:hAnsi="Times New Roman"/>
          <w:sz w:val="24"/>
        </w:rPr>
        <w:t>TerK</w:t>
      </w:r>
      <w:r w:rsidR="00C6620B">
        <w:rPr>
          <w:rFonts w:ascii="Times New Roman" w:hAnsi="Times New Roman"/>
          <w:sz w:val="24"/>
        </w:rPr>
        <w:t>-</w:t>
      </w:r>
      <w:r w:rsidR="00F63E9B">
        <w:rPr>
          <w:rFonts w:ascii="Times New Roman" w:hAnsi="Times New Roman"/>
          <w:sz w:val="24"/>
        </w:rPr>
        <w:t xml:space="preserve">i ja </w:t>
      </w:r>
      <w:r w:rsidR="002B14E2">
        <w:rPr>
          <w:rFonts w:ascii="Times New Roman" w:hAnsi="Times New Roman"/>
          <w:sz w:val="24"/>
        </w:rPr>
        <w:t xml:space="preserve">tervishoiuteenuse osutaja vahel </w:t>
      </w:r>
      <w:r>
        <w:rPr>
          <w:rFonts w:ascii="Times New Roman" w:hAnsi="Times New Roman"/>
          <w:sz w:val="24"/>
        </w:rPr>
        <w:t xml:space="preserve">lepitakse </w:t>
      </w:r>
      <w:r w:rsidR="002B14E2">
        <w:rPr>
          <w:rFonts w:ascii="Times New Roman" w:hAnsi="Times New Roman"/>
          <w:sz w:val="24"/>
        </w:rPr>
        <w:t xml:space="preserve">kokku </w:t>
      </w:r>
      <w:r w:rsidR="009C30E9" w:rsidRPr="009C30E9">
        <w:rPr>
          <w:rFonts w:ascii="Times New Roman" w:hAnsi="Times New Roman"/>
          <w:sz w:val="24"/>
        </w:rPr>
        <w:t>vastastik</w:t>
      </w:r>
      <w:r w:rsidR="00C6620B">
        <w:rPr>
          <w:rFonts w:ascii="Times New Roman" w:hAnsi="Times New Roman"/>
          <w:sz w:val="24"/>
        </w:rPr>
        <w:t>used</w:t>
      </w:r>
      <w:r w:rsidR="009C30E9" w:rsidRPr="009C30E9">
        <w:rPr>
          <w:rFonts w:ascii="Times New Roman" w:hAnsi="Times New Roman"/>
          <w:sz w:val="24"/>
        </w:rPr>
        <w:t xml:space="preserve"> õigused ja kohustused.</w:t>
      </w:r>
      <w:r w:rsidR="00596518">
        <w:rPr>
          <w:rFonts w:ascii="Times New Roman" w:hAnsi="Times New Roman"/>
          <w:sz w:val="24"/>
        </w:rPr>
        <w:t xml:space="preserve"> </w:t>
      </w:r>
      <w:r w:rsidR="005A451F">
        <w:rPr>
          <w:rFonts w:ascii="Times New Roman" w:hAnsi="Times New Roman"/>
          <w:sz w:val="24"/>
        </w:rPr>
        <w:t>Erihoolekandet</w:t>
      </w:r>
      <w:r w:rsidR="00FE0A6F" w:rsidRPr="00286592">
        <w:rPr>
          <w:rFonts w:ascii="Times New Roman" w:hAnsi="Times New Roman"/>
          <w:sz w:val="24"/>
        </w:rPr>
        <w:t>eenuse osutaja</w:t>
      </w:r>
      <w:r w:rsidR="005A451F">
        <w:rPr>
          <w:rFonts w:ascii="Times New Roman" w:hAnsi="Times New Roman"/>
          <w:sz w:val="24"/>
        </w:rPr>
        <w:t>, kes omab tervishoiuteenuse osutamiseks tegevusluba,</w:t>
      </w:r>
      <w:r w:rsidR="0034477A" w:rsidRPr="00286592">
        <w:rPr>
          <w:rFonts w:ascii="Times New Roman" w:hAnsi="Times New Roman"/>
          <w:sz w:val="24"/>
        </w:rPr>
        <w:t xml:space="preserve"> </w:t>
      </w:r>
      <w:r w:rsidR="0034477A" w:rsidRPr="00172939">
        <w:rPr>
          <w:rFonts w:ascii="Times New Roman" w:hAnsi="Times New Roman"/>
          <w:sz w:val="24"/>
        </w:rPr>
        <w:t>saab</w:t>
      </w:r>
      <w:r w:rsidR="00FE0A6F" w:rsidRPr="00172939">
        <w:rPr>
          <w:rFonts w:ascii="Times New Roman" w:hAnsi="Times New Roman"/>
          <w:sz w:val="24"/>
        </w:rPr>
        <w:t xml:space="preserve"> võrreldes </w:t>
      </w:r>
      <w:r w:rsidR="00BB20D1" w:rsidRPr="00172939">
        <w:rPr>
          <w:rFonts w:ascii="Times New Roman" w:hAnsi="Times New Roman"/>
          <w:sz w:val="24"/>
        </w:rPr>
        <w:t>praegusega</w:t>
      </w:r>
      <w:r w:rsidR="00FE0A6F" w:rsidRPr="00172939">
        <w:rPr>
          <w:rFonts w:ascii="Times New Roman" w:hAnsi="Times New Roman"/>
          <w:sz w:val="24"/>
        </w:rPr>
        <w:t xml:space="preserve"> paindlik</w:t>
      </w:r>
      <w:r w:rsidR="007C723E" w:rsidRPr="00172939">
        <w:rPr>
          <w:rFonts w:ascii="Times New Roman" w:hAnsi="Times New Roman"/>
          <w:sz w:val="24"/>
        </w:rPr>
        <w:t>umalt</w:t>
      </w:r>
      <w:r w:rsidR="00FE0A6F" w:rsidRPr="00172939">
        <w:rPr>
          <w:rFonts w:ascii="Times New Roman" w:hAnsi="Times New Roman"/>
          <w:sz w:val="24"/>
        </w:rPr>
        <w:t xml:space="preserve"> </w:t>
      </w:r>
      <w:r w:rsidR="007B441A" w:rsidRPr="00172939">
        <w:rPr>
          <w:rFonts w:ascii="Times New Roman" w:hAnsi="Times New Roman"/>
          <w:sz w:val="24"/>
        </w:rPr>
        <w:t>ja siht</w:t>
      </w:r>
      <w:r w:rsidR="00BB20D1" w:rsidRPr="00172939">
        <w:rPr>
          <w:rFonts w:ascii="Times New Roman" w:hAnsi="Times New Roman"/>
          <w:sz w:val="24"/>
        </w:rPr>
        <w:t>rühma</w:t>
      </w:r>
      <w:r w:rsidR="007B441A" w:rsidRPr="00172939">
        <w:rPr>
          <w:rFonts w:ascii="Times New Roman" w:hAnsi="Times New Roman"/>
          <w:sz w:val="24"/>
        </w:rPr>
        <w:t xml:space="preserve"> vajadustest lähtuvalt </w:t>
      </w:r>
      <w:r w:rsidR="00914EA0" w:rsidRPr="00172939">
        <w:rPr>
          <w:rFonts w:ascii="Times New Roman" w:hAnsi="Times New Roman"/>
          <w:sz w:val="24"/>
        </w:rPr>
        <w:t>iseseisva</w:t>
      </w:r>
      <w:r w:rsidR="00BB20D1" w:rsidRPr="00172939">
        <w:rPr>
          <w:rFonts w:ascii="Times New Roman" w:hAnsi="Times New Roman"/>
          <w:sz w:val="24"/>
        </w:rPr>
        <w:t>t</w:t>
      </w:r>
      <w:r w:rsidR="00914EA0" w:rsidRPr="00172939">
        <w:rPr>
          <w:rFonts w:ascii="Times New Roman" w:hAnsi="Times New Roman"/>
          <w:sz w:val="24"/>
        </w:rPr>
        <w:t xml:space="preserve"> õendusabi</w:t>
      </w:r>
      <w:r w:rsidR="007B441A" w:rsidRPr="00172939">
        <w:rPr>
          <w:rFonts w:ascii="Times New Roman" w:hAnsi="Times New Roman"/>
          <w:sz w:val="24"/>
        </w:rPr>
        <w:t xml:space="preserve"> planeerida.</w:t>
      </w:r>
      <w:r w:rsidR="007B441A" w:rsidRPr="00286592">
        <w:rPr>
          <w:rFonts w:ascii="Times New Roman" w:hAnsi="Times New Roman"/>
          <w:sz w:val="24"/>
        </w:rPr>
        <w:t xml:space="preserve"> </w:t>
      </w:r>
      <w:r w:rsidR="00286592" w:rsidRPr="00286592">
        <w:rPr>
          <w:rFonts w:ascii="Times New Roman" w:hAnsi="Times New Roman"/>
          <w:sz w:val="24"/>
        </w:rPr>
        <w:t>K</w:t>
      </w:r>
      <w:r w:rsidR="00F364FB" w:rsidRPr="00286592">
        <w:rPr>
          <w:rFonts w:ascii="Times New Roman" w:hAnsi="Times New Roman"/>
          <w:sz w:val="24"/>
        </w:rPr>
        <w:t>ui var</w:t>
      </w:r>
      <w:r w:rsidR="00BB20D1">
        <w:rPr>
          <w:rFonts w:ascii="Times New Roman" w:hAnsi="Times New Roman"/>
          <w:sz w:val="24"/>
        </w:rPr>
        <w:t>em</w:t>
      </w:r>
      <w:r w:rsidR="00F364FB" w:rsidRPr="00286592">
        <w:rPr>
          <w:rFonts w:ascii="Times New Roman" w:hAnsi="Times New Roman"/>
          <w:sz w:val="24"/>
        </w:rPr>
        <w:t xml:space="preserve"> oli</w:t>
      </w:r>
      <w:r w:rsidR="00BB20D1">
        <w:rPr>
          <w:rFonts w:ascii="Times New Roman" w:hAnsi="Times New Roman"/>
          <w:sz w:val="24"/>
        </w:rPr>
        <w:t>d</w:t>
      </w:r>
      <w:r w:rsidR="00F364FB" w:rsidRPr="00286592">
        <w:rPr>
          <w:rFonts w:ascii="Times New Roman" w:hAnsi="Times New Roman"/>
          <w:sz w:val="24"/>
        </w:rPr>
        <w:t xml:space="preserve"> ööpäevaringse erihooldusteenuse osutamise</w:t>
      </w:r>
      <w:r w:rsidR="00BB20D1">
        <w:rPr>
          <w:rFonts w:ascii="Times New Roman" w:hAnsi="Times New Roman"/>
          <w:sz w:val="24"/>
        </w:rPr>
        <w:t>l pakutavale</w:t>
      </w:r>
      <w:r w:rsidR="00F364FB" w:rsidRPr="00286592">
        <w:rPr>
          <w:rFonts w:ascii="Times New Roman" w:hAnsi="Times New Roman"/>
          <w:sz w:val="24"/>
        </w:rPr>
        <w:t xml:space="preserve"> iseseisva</w:t>
      </w:r>
      <w:r w:rsidR="00BB20D1">
        <w:rPr>
          <w:rFonts w:ascii="Times New Roman" w:hAnsi="Times New Roman"/>
          <w:sz w:val="24"/>
        </w:rPr>
        <w:t>le</w:t>
      </w:r>
      <w:r w:rsidR="00F364FB" w:rsidRPr="00286592">
        <w:rPr>
          <w:rFonts w:ascii="Times New Roman" w:hAnsi="Times New Roman"/>
          <w:sz w:val="24"/>
        </w:rPr>
        <w:t xml:space="preserve"> õendusabi</w:t>
      </w:r>
      <w:r w:rsidR="00BB20D1">
        <w:rPr>
          <w:rFonts w:ascii="Times New Roman" w:hAnsi="Times New Roman"/>
          <w:sz w:val="24"/>
        </w:rPr>
        <w:t>le</w:t>
      </w:r>
      <w:r>
        <w:rPr>
          <w:rFonts w:ascii="Times New Roman" w:hAnsi="Times New Roman"/>
          <w:sz w:val="24"/>
        </w:rPr>
        <w:t xml:space="preserve"> </w:t>
      </w:r>
      <w:r w:rsidRPr="00286592">
        <w:rPr>
          <w:rFonts w:ascii="Times New Roman" w:hAnsi="Times New Roman"/>
          <w:sz w:val="24"/>
        </w:rPr>
        <w:t>seaduses määratud</w:t>
      </w:r>
      <w:r w:rsidR="00F364FB" w:rsidRPr="00286592">
        <w:rPr>
          <w:rFonts w:ascii="Times New Roman" w:hAnsi="Times New Roman"/>
          <w:sz w:val="24"/>
        </w:rPr>
        <w:t xml:space="preserve"> vaid kättesaadavuse nõuded ehk teenuse maht tundides, </w:t>
      </w:r>
      <w:r w:rsidR="00CF37AF">
        <w:rPr>
          <w:rFonts w:ascii="Times New Roman" w:hAnsi="Times New Roman"/>
          <w:sz w:val="24"/>
        </w:rPr>
        <w:t>tekib</w:t>
      </w:r>
      <w:r w:rsidR="00F364FB" w:rsidRPr="00286592">
        <w:rPr>
          <w:rFonts w:ascii="Times New Roman" w:hAnsi="Times New Roman"/>
          <w:sz w:val="24"/>
        </w:rPr>
        <w:t xml:space="preserve"> muudatuse tulemusel </w:t>
      </w:r>
      <w:r w:rsidR="00621753">
        <w:rPr>
          <w:rFonts w:ascii="Times New Roman" w:hAnsi="Times New Roman"/>
          <w:sz w:val="24"/>
        </w:rPr>
        <w:t>loodava uue teenus</w:t>
      </w:r>
      <w:r w:rsidR="00CF37AF">
        <w:rPr>
          <w:rFonts w:ascii="Times New Roman" w:hAnsi="Times New Roman"/>
          <w:sz w:val="24"/>
        </w:rPr>
        <w:t>e</w:t>
      </w:r>
      <w:r w:rsidR="00621753">
        <w:rPr>
          <w:rFonts w:ascii="Times New Roman" w:hAnsi="Times New Roman"/>
          <w:sz w:val="24"/>
        </w:rPr>
        <w:t>mudel</w:t>
      </w:r>
      <w:r w:rsidR="001B617C">
        <w:rPr>
          <w:rFonts w:ascii="Times New Roman" w:hAnsi="Times New Roman"/>
          <w:sz w:val="24"/>
        </w:rPr>
        <w:t>i ja s</w:t>
      </w:r>
      <w:r w:rsidR="00596518">
        <w:rPr>
          <w:rFonts w:ascii="Times New Roman" w:hAnsi="Times New Roman"/>
          <w:sz w:val="24"/>
        </w:rPr>
        <w:t>õlmitava lepingu põhjal</w:t>
      </w:r>
      <w:r w:rsidR="00596518" w:rsidRPr="00596518">
        <w:rPr>
          <w:rFonts w:ascii="Times New Roman" w:hAnsi="Times New Roman"/>
          <w:sz w:val="24"/>
        </w:rPr>
        <w:t xml:space="preserve"> võimalus </w:t>
      </w:r>
      <w:r w:rsidR="00CF37AF">
        <w:rPr>
          <w:rFonts w:ascii="Times New Roman" w:hAnsi="Times New Roman"/>
          <w:sz w:val="24"/>
        </w:rPr>
        <w:t xml:space="preserve">teha </w:t>
      </w:r>
      <w:r w:rsidR="00596518" w:rsidRPr="00596518">
        <w:rPr>
          <w:rFonts w:ascii="Times New Roman" w:hAnsi="Times New Roman"/>
          <w:sz w:val="24"/>
        </w:rPr>
        <w:t>teenuse sisus vajaduse</w:t>
      </w:r>
      <w:r w:rsidR="00CF37AF">
        <w:rPr>
          <w:rFonts w:ascii="Times New Roman" w:hAnsi="Times New Roman"/>
          <w:sz w:val="24"/>
        </w:rPr>
        <w:t xml:space="preserve"> korra</w:t>
      </w:r>
      <w:r w:rsidR="00596518" w:rsidRPr="00596518">
        <w:rPr>
          <w:rFonts w:ascii="Times New Roman" w:hAnsi="Times New Roman"/>
          <w:sz w:val="24"/>
        </w:rPr>
        <w:t>l paindlikult muudatusi</w:t>
      </w:r>
      <w:r w:rsidR="00CF37AF">
        <w:rPr>
          <w:rFonts w:ascii="Times New Roman" w:hAnsi="Times New Roman"/>
          <w:sz w:val="24"/>
        </w:rPr>
        <w:t>,</w:t>
      </w:r>
      <w:r w:rsidR="00596518" w:rsidRPr="00596518">
        <w:rPr>
          <w:rFonts w:ascii="Times New Roman" w:hAnsi="Times New Roman"/>
          <w:sz w:val="24"/>
        </w:rPr>
        <w:t xml:space="preserve"> arvestades nii teenuseosutajate kui ka teenuse</w:t>
      </w:r>
      <w:r w:rsidR="00CF37AF">
        <w:rPr>
          <w:rFonts w:ascii="Times New Roman" w:hAnsi="Times New Roman"/>
          <w:sz w:val="24"/>
        </w:rPr>
        <w:t>saajate</w:t>
      </w:r>
      <w:r w:rsidR="00596518" w:rsidRPr="00596518">
        <w:rPr>
          <w:rFonts w:ascii="Times New Roman" w:hAnsi="Times New Roman"/>
          <w:sz w:val="24"/>
        </w:rPr>
        <w:t xml:space="preserve"> huve</w:t>
      </w:r>
      <w:r w:rsidR="00596518">
        <w:rPr>
          <w:rFonts w:ascii="Times New Roman" w:hAnsi="Times New Roman"/>
          <w:sz w:val="24"/>
        </w:rPr>
        <w:t>.</w:t>
      </w:r>
      <w:r w:rsidR="00F364FB" w:rsidRPr="00286592">
        <w:rPr>
          <w:rFonts w:ascii="Times New Roman" w:hAnsi="Times New Roman"/>
          <w:sz w:val="24"/>
        </w:rPr>
        <w:t xml:space="preserve"> </w:t>
      </w:r>
    </w:p>
    <w:p w14:paraId="41CE11E2" w14:textId="4DE73271" w:rsidR="00C94850" w:rsidRDefault="00C94850" w:rsidP="008E199B">
      <w:pPr>
        <w:rPr>
          <w:rFonts w:ascii="Times New Roman" w:hAnsi="Times New Roman"/>
          <w:sz w:val="24"/>
        </w:rPr>
      </w:pPr>
    </w:p>
    <w:p w14:paraId="74435D3B" w14:textId="6AA22726" w:rsidR="00C94850" w:rsidRPr="002D76E2" w:rsidRDefault="00CF37AF" w:rsidP="00C94850">
      <w:pPr>
        <w:rPr>
          <w:rFonts w:ascii="Times New Roman" w:hAnsi="Times New Roman"/>
          <w:sz w:val="24"/>
        </w:rPr>
      </w:pPr>
      <w:r>
        <w:rPr>
          <w:rFonts w:ascii="Times New Roman" w:hAnsi="Times New Roman"/>
          <w:sz w:val="24"/>
        </w:rPr>
        <w:t>K</w:t>
      </w:r>
      <w:r w:rsidR="00C94850">
        <w:rPr>
          <w:rFonts w:ascii="Times New Roman" w:hAnsi="Times New Roman"/>
          <w:sz w:val="24"/>
        </w:rPr>
        <w:t xml:space="preserve">ui erihoolekandeteenuse osutaja omab ise tervishoiuteenuse osutamise tegevusluba, </w:t>
      </w:r>
      <w:r w:rsidR="00C94850" w:rsidRPr="00FA0EA6">
        <w:rPr>
          <w:rFonts w:ascii="Times New Roman" w:hAnsi="Times New Roman"/>
          <w:sz w:val="24"/>
        </w:rPr>
        <w:t xml:space="preserve">kaasneb talle </w:t>
      </w:r>
      <w:r w:rsidR="00FA0EA6" w:rsidRPr="00FA0EA6">
        <w:rPr>
          <w:rFonts w:ascii="Times New Roman" w:hAnsi="Times New Roman"/>
          <w:sz w:val="24"/>
        </w:rPr>
        <w:t>muudatusega TerK-iga</w:t>
      </w:r>
      <w:r w:rsidR="00C94850" w:rsidRPr="00FA0EA6">
        <w:rPr>
          <w:rFonts w:ascii="Times New Roman" w:hAnsi="Times New Roman"/>
          <w:sz w:val="24"/>
        </w:rPr>
        <w:t xml:space="preserve"> lepingu sõlmimisel </w:t>
      </w:r>
      <w:r w:rsidR="0027055E">
        <w:rPr>
          <w:rFonts w:ascii="Times New Roman" w:hAnsi="Times New Roman"/>
          <w:sz w:val="24"/>
        </w:rPr>
        <w:t xml:space="preserve">ühekordne </w:t>
      </w:r>
      <w:r w:rsidR="00FA0EA6" w:rsidRPr="00FA0EA6">
        <w:rPr>
          <w:rFonts w:ascii="Times New Roman" w:hAnsi="Times New Roman"/>
          <w:sz w:val="24"/>
        </w:rPr>
        <w:t>halduskoormus</w:t>
      </w:r>
      <w:r w:rsidR="00FA0EA6">
        <w:rPr>
          <w:rFonts w:ascii="Times New Roman" w:hAnsi="Times New Roman"/>
          <w:sz w:val="24"/>
        </w:rPr>
        <w:t xml:space="preserve"> ja</w:t>
      </w:r>
      <w:r w:rsidR="00C94850">
        <w:rPr>
          <w:rFonts w:ascii="Times New Roman" w:hAnsi="Times New Roman"/>
          <w:sz w:val="24"/>
        </w:rPr>
        <w:t xml:space="preserve"> kohustus esitada </w:t>
      </w:r>
      <w:r w:rsidR="00FA0EA6">
        <w:rPr>
          <w:rFonts w:ascii="Times New Roman" w:hAnsi="Times New Roman"/>
          <w:sz w:val="24"/>
        </w:rPr>
        <w:t xml:space="preserve">arveid </w:t>
      </w:r>
      <w:r w:rsidR="00C94850">
        <w:rPr>
          <w:rFonts w:ascii="Times New Roman" w:hAnsi="Times New Roman"/>
          <w:sz w:val="24"/>
        </w:rPr>
        <w:t>TerK-</w:t>
      </w:r>
      <w:r w:rsidR="00F17E5B">
        <w:rPr>
          <w:rFonts w:ascii="Times New Roman" w:hAnsi="Times New Roman"/>
          <w:sz w:val="24"/>
        </w:rPr>
        <w:t>i</w:t>
      </w:r>
      <w:r w:rsidR="00C94850">
        <w:rPr>
          <w:rFonts w:ascii="Times New Roman" w:hAnsi="Times New Roman"/>
          <w:sz w:val="24"/>
        </w:rPr>
        <w:t>lt rahastuse saamiseks</w:t>
      </w:r>
      <w:r w:rsidR="00FA0EA6">
        <w:rPr>
          <w:rFonts w:ascii="Times New Roman" w:hAnsi="Times New Roman"/>
          <w:sz w:val="24"/>
        </w:rPr>
        <w:t>.</w:t>
      </w:r>
      <w:r w:rsidR="00C94850">
        <w:rPr>
          <w:rFonts w:ascii="Times New Roman" w:hAnsi="Times New Roman"/>
          <w:sz w:val="24"/>
        </w:rPr>
        <w:t xml:space="preserve"> </w:t>
      </w:r>
      <w:r w:rsidR="00C94850" w:rsidRPr="00E77F56">
        <w:rPr>
          <w:rFonts w:ascii="Times New Roman" w:hAnsi="Times New Roman"/>
          <w:sz w:val="24"/>
        </w:rPr>
        <w:t xml:space="preserve">Võib </w:t>
      </w:r>
      <w:r w:rsidR="00C94850">
        <w:rPr>
          <w:rFonts w:ascii="Times New Roman" w:hAnsi="Times New Roman"/>
          <w:sz w:val="24"/>
        </w:rPr>
        <w:t xml:space="preserve">aga </w:t>
      </w:r>
      <w:r w:rsidR="00C94850" w:rsidRPr="00E77F56">
        <w:rPr>
          <w:rFonts w:ascii="Times New Roman" w:hAnsi="Times New Roman"/>
          <w:sz w:val="24"/>
        </w:rPr>
        <w:t xml:space="preserve">eeldada, et paljudega </w:t>
      </w:r>
      <w:r w:rsidR="00172939">
        <w:rPr>
          <w:rFonts w:ascii="Times New Roman" w:hAnsi="Times New Roman"/>
          <w:sz w:val="24"/>
        </w:rPr>
        <w:t>teenuseosutajatest</w:t>
      </w:r>
      <w:r w:rsidR="00C94850" w:rsidRPr="00172939">
        <w:rPr>
          <w:rFonts w:ascii="Times New Roman" w:hAnsi="Times New Roman"/>
          <w:sz w:val="24"/>
        </w:rPr>
        <w:t xml:space="preserve"> on </w:t>
      </w:r>
      <w:r w:rsidR="00172939" w:rsidRPr="00172939">
        <w:rPr>
          <w:rFonts w:ascii="Times New Roman" w:hAnsi="Times New Roman"/>
          <w:sz w:val="24"/>
        </w:rPr>
        <w:t xml:space="preserve">TerK-il </w:t>
      </w:r>
      <w:r w:rsidR="00C94850" w:rsidRPr="00172939">
        <w:rPr>
          <w:rFonts w:ascii="Times New Roman" w:hAnsi="Times New Roman"/>
          <w:sz w:val="24"/>
        </w:rPr>
        <w:t xml:space="preserve">ka </w:t>
      </w:r>
      <w:r w:rsidR="00172939">
        <w:rPr>
          <w:rFonts w:ascii="Times New Roman" w:hAnsi="Times New Roman"/>
          <w:sz w:val="24"/>
        </w:rPr>
        <w:t>praegu</w:t>
      </w:r>
      <w:r w:rsidR="00C94850" w:rsidRPr="00172939">
        <w:rPr>
          <w:rFonts w:ascii="Times New Roman" w:hAnsi="Times New Roman"/>
          <w:sz w:val="24"/>
        </w:rPr>
        <w:t xml:space="preserve"> lepinguline suhe</w:t>
      </w:r>
      <w:r w:rsidR="00C94850">
        <w:rPr>
          <w:rFonts w:ascii="Times New Roman" w:hAnsi="Times New Roman"/>
          <w:sz w:val="24"/>
        </w:rPr>
        <w:t xml:space="preserve">, </w:t>
      </w:r>
      <w:r w:rsidR="00FA0EA6">
        <w:rPr>
          <w:rFonts w:ascii="Times New Roman" w:hAnsi="Times New Roman"/>
          <w:sz w:val="24"/>
        </w:rPr>
        <w:t>mistõttu</w:t>
      </w:r>
      <w:r w:rsidR="00C94850">
        <w:rPr>
          <w:rFonts w:ascii="Times New Roman" w:hAnsi="Times New Roman"/>
          <w:sz w:val="24"/>
        </w:rPr>
        <w:t xml:space="preserve"> on nad </w:t>
      </w:r>
      <w:r w:rsidR="00C94850" w:rsidRPr="00E77F56">
        <w:rPr>
          <w:rFonts w:ascii="Times New Roman" w:hAnsi="Times New Roman"/>
          <w:sz w:val="24"/>
        </w:rPr>
        <w:t>Te</w:t>
      </w:r>
      <w:r w:rsidR="00C94850">
        <w:rPr>
          <w:rFonts w:ascii="Times New Roman" w:hAnsi="Times New Roman"/>
          <w:sz w:val="24"/>
        </w:rPr>
        <w:t>rK-i</w:t>
      </w:r>
      <w:r w:rsidR="00C94850" w:rsidRPr="00E77F56">
        <w:rPr>
          <w:rFonts w:ascii="Times New Roman" w:hAnsi="Times New Roman"/>
          <w:sz w:val="24"/>
        </w:rPr>
        <w:t xml:space="preserve"> rahastussüsteemi ja dokumenteerimisnõuetega </w:t>
      </w:r>
      <w:r w:rsidR="00FA0EA6">
        <w:rPr>
          <w:rFonts w:ascii="Times New Roman" w:hAnsi="Times New Roman"/>
          <w:sz w:val="24"/>
        </w:rPr>
        <w:t xml:space="preserve">juba </w:t>
      </w:r>
      <w:r w:rsidR="00607774">
        <w:rPr>
          <w:rFonts w:ascii="Times New Roman" w:hAnsi="Times New Roman"/>
          <w:sz w:val="24"/>
        </w:rPr>
        <w:t>kokku puutunud</w:t>
      </w:r>
      <w:r w:rsidR="0012743A">
        <w:rPr>
          <w:rFonts w:ascii="Times New Roman" w:hAnsi="Times New Roman"/>
          <w:sz w:val="24"/>
        </w:rPr>
        <w:t xml:space="preserve"> ja</w:t>
      </w:r>
      <w:r w:rsidR="00820DCA">
        <w:rPr>
          <w:rFonts w:ascii="Times New Roman" w:hAnsi="Times New Roman"/>
          <w:sz w:val="24"/>
        </w:rPr>
        <w:t xml:space="preserve"> </w:t>
      </w:r>
      <w:r w:rsidR="004F33AA">
        <w:rPr>
          <w:rFonts w:ascii="Times New Roman" w:hAnsi="Times New Roman"/>
          <w:sz w:val="24"/>
        </w:rPr>
        <w:t>täiendavat</w:t>
      </w:r>
      <w:r w:rsidR="00820DCA">
        <w:rPr>
          <w:rFonts w:ascii="Times New Roman" w:hAnsi="Times New Roman"/>
          <w:sz w:val="24"/>
        </w:rPr>
        <w:t xml:space="preserve"> halduskoormust neile ei teki</w:t>
      </w:r>
      <w:r w:rsidR="00C94850" w:rsidRPr="00E77F56">
        <w:rPr>
          <w:rFonts w:ascii="Times New Roman" w:hAnsi="Times New Roman"/>
          <w:sz w:val="24"/>
        </w:rPr>
        <w:t>.</w:t>
      </w:r>
    </w:p>
    <w:p w14:paraId="7BE732B7" w14:textId="6057FD02" w:rsidR="00375CF7" w:rsidRDefault="00375CF7" w:rsidP="008E199B">
      <w:pPr>
        <w:rPr>
          <w:rFonts w:ascii="Times New Roman" w:hAnsi="Times New Roman"/>
          <w:sz w:val="24"/>
        </w:rPr>
      </w:pPr>
    </w:p>
    <w:p w14:paraId="2955C2D6" w14:textId="70CCE49C" w:rsidR="00375CF7" w:rsidRPr="002D76E2" w:rsidRDefault="00375CF7" w:rsidP="008E199B">
      <w:pPr>
        <w:rPr>
          <w:rFonts w:ascii="Times New Roman" w:hAnsi="Times New Roman"/>
          <w:sz w:val="24"/>
        </w:rPr>
      </w:pPr>
      <w:r>
        <w:rPr>
          <w:rFonts w:ascii="Times New Roman" w:hAnsi="Times New Roman"/>
          <w:sz w:val="24"/>
        </w:rPr>
        <w:t xml:space="preserve">Nende erihoolekandeteenuse osutajate jaoks, kes ka </w:t>
      </w:r>
      <w:r w:rsidR="00F17E5B">
        <w:rPr>
          <w:rFonts w:ascii="Times New Roman" w:hAnsi="Times New Roman"/>
          <w:sz w:val="24"/>
        </w:rPr>
        <w:t>praegu</w:t>
      </w:r>
      <w:r>
        <w:rPr>
          <w:rFonts w:ascii="Times New Roman" w:hAnsi="Times New Roman"/>
          <w:sz w:val="24"/>
        </w:rPr>
        <w:t xml:space="preserve"> õendus</w:t>
      </w:r>
      <w:r w:rsidR="00360D78">
        <w:rPr>
          <w:rFonts w:ascii="Times New Roman" w:hAnsi="Times New Roman"/>
          <w:sz w:val="24"/>
        </w:rPr>
        <w:t>abi</w:t>
      </w:r>
      <w:r>
        <w:rPr>
          <w:rFonts w:ascii="Times New Roman" w:hAnsi="Times New Roman"/>
          <w:sz w:val="24"/>
        </w:rPr>
        <w:t xml:space="preserve"> sisse</w:t>
      </w:r>
      <w:r w:rsidR="00FA0EA6">
        <w:rPr>
          <w:rFonts w:ascii="Times New Roman" w:hAnsi="Times New Roman"/>
          <w:sz w:val="24"/>
        </w:rPr>
        <w:t xml:space="preserve"> ostavad</w:t>
      </w:r>
      <w:r>
        <w:rPr>
          <w:rFonts w:ascii="Times New Roman" w:hAnsi="Times New Roman"/>
          <w:sz w:val="24"/>
        </w:rPr>
        <w:t xml:space="preserve">, </w:t>
      </w:r>
      <w:r w:rsidR="003373D1">
        <w:rPr>
          <w:rFonts w:ascii="Times New Roman" w:hAnsi="Times New Roman"/>
          <w:sz w:val="24"/>
        </w:rPr>
        <w:t xml:space="preserve">tõuseb </w:t>
      </w:r>
      <w:r>
        <w:rPr>
          <w:rFonts w:ascii="Times New Roman" w:hAnsi="Times New Roman"/>
          <w:sz w:val="24"/>
        </w:rPr>
        <w:t xml:space="preserve">eeldatavasti </w:t>
      </w:r>
      <w:r w:rsidR="00F17E5B">
        <w:rPr>
          <w:rFonts w:ascii="Times New Roman" w:hAnsi="Times New Roman"/>
          <w:sz w:val="24"/>
        </w:rPr>
        <w:t>nende</w:t>
      </w:r>
      <w:r w:rsidR="002B5C4D">
        <w:rPr>
          <w:rFonts w:ascii="Times New Roman" w:hAnsi="Times New Roman"/>
          <w:sz w:val="24"/>
        </w:rPr>
        <w:t xml:space="preserve"> tagatava </w:t>
      </w:r>
      <w:r w:rsidR="00AA2685">
        <w:rPr>
          <w:rFonts w:ascii="Times New Roman" w:hAnsi="Times New Roman"/>
          <w:sz w:val="24"/>
        </w:rPr>
        <w:t xml:space="preserve">iseseisva </w:t>
      </w:r>
      <w:r w:rsidR="007D75A9">
        <w:rPr>
          <w:rFonts w:ascii="Times New Roman" w:hAnsi="Times New Roman"/>
          <w:sz w:val="24"/>
        </w:rPr>
        <w:t>õendu</w:t>
      </w:r>
      <w:r w:rsidR="00360D78">
        <w:rPr>
          <w:rFonts w:ascii="Times New Roman" w:hAnsi="Times New Roman"/>
          <w:sz w:val="24"/>
        </w:rPr>
        <w:t>sabi</w:t>
      </w:r>
      <w:r>
        <w:rPr>
          <w:rFonts w:ascii="Times New Roman" w:hAnsi="Times New Roman"/>
          <w:sz w:val="24"/>
        </w:rPr>
        <w:t xml:space="preserve"> kvaliteet</w:t>
      </w:r>
      <w:r w:rsidR="007D75A9">
        <w:rPr>
          <w:rFonts w:ascii="Times New Roman" w:hAnsi="Times New Roman"/>
          <w:sz w:val="24"/>
        </w:rPr>
        <w:t xml:space="preserve">, kuna </w:t>
      </w:r>
      <w:r w:rsidR="00453021">
        <w:rPr>
          <w:rFonts w:ascii="Times New Roman" w:hAnsi="Times New Roman"/>
          <w:sz w:val="24"/>
        </w:rPr>
        <w:t xml:space="preserve">selleks, et saada rahastust õendusabi osutamiseks, peab </w:t>
      </w:r>
      <w:r w:rsidR="00184D88">
        <w:rPr>
          <w:rFonts w:ascii="Times New Roman" w:hAnsi="Times New Roman"/>
          <w:sz w:val="24"/>
        </w:rPr>
        <w:t xml:space="preserve">tervishoiuteenuse osutajal </w:t>
      </w:r>
      <w:r w:rsidR="00F17E5B" w:rsidRPr="00172939">
        <w:rPr>
          <w:rFonts w:ascii="Times New Roman" w:hAnsi="Times New Roman"/>
          <w:sz w:val="24"/>
        </w:rPr>
        <w:t xml:space="preserve">olema </w:t>
      </w:r>
      <w:r w:rsidR="00184D88" w:rsidRPr="00172939">
        <w:rPr>
          <w:rFonts w:ascii="Times New Roman" w:hAnsi="Times New Roman"/>
          <w:sz w:val="24"/>
        </w:rPr>
        <w:t>sõlmitud leping TerK-</w:t>
      </w:r>
      <w:r w:rsidR="00F17E5B" w:rsidRPr="00172939">
        <w:rPr>
          <w:rFonts w:ascii="Times New Roman" w:hAnsi="Times New Roman"/>
          <w:sz w:val="24"/>
        </w:rPr>
        <w:t>i</w:t>
      </w:r>
      <w:r w:rsidR="00184D88" w:rsidRPr="00172939">
        <w:rPr>
          <w:rFonts w:ascii="Times New Roman" w:hAnsi="Times New Roman"/>
          <w:sz w:val="24"/>
        </w:rPr>
        <w:t>ga.</w:t>
      </w:r>
      <w:r w:rsidR="00184D88">
        <w:rPr>
          <w:rFonts w:ascii="Times New Roman" w:hAnsi="Times New Roman"/>
          <w:sz w:val="24"/>
        </w:rPr>
        <w:t xml:space="preserve"> </w:t>
      </w:r>
    </w:p>
    <w:p w14:paraId="66AC323E" w14:textId="6B1CCA33" w:rsidR="001609F5" w:rsidRDefault="001609F5" w:rsidP="008E199B">
      <w:pPr>
        <w:rPr>
          <w:rFonts w:ascii="Times New Roman" w:hAnsi="Times New Roman"/>
          <w:sz w:val="24"/>
        </w:rPr>
      </w:pPr>
    </w:p>
    <w:p w14:paraId="25621C81" w14:textId="34329AC8" w:rsidR="00E52D0D" w:rsidRPr="002D76E2" w:rsidRDefault="00EE0594" w:rsidP="008E199B">
      <w:pPr>
        <w:rPr>
          <w:rFonts w:ascii="Times New Roman" w:hAnsi="Times New Roman"/>
          <w:sz w:val="24"/>
        </w:rPr>
      </w:pPr>
      <w:r>
        <w:rPr>
          <w:rFonts w:ascii="Times New Roman" w:hAnsi="Times New Roman"/>
          <w:sz w:val="24"/>
        </w:rPr>
        <w:t>Erihoolekandet</w:t>
      </w:r>
      <w:r w:rsidR="00B11F65">
        <w:rPr>
          <w:rFonts w:ascii="Times New Roman" w:hAnsi="Times New Roman"/>
          <w:sz w:val="24"/>
        </w:rPr>
        <w:t>eenuse osutajatele tasu</w:t>
      </w:r>
      <w:r w:rsidR="00F17E5B">
        <w:rPr>
          <w:rFonts w:ascii="Times New Roman" w:hAnsi="Times New Roman"/>
          <w:sz w:val="24"/>
        </w:rPr>
        <w:t>b</w:t>
      </w:r>
      <w:r w:rsidR="00B11F65">
        <w:rPr>
          <w:rFonts w:ascii="Times New Roman" w:hAnsi="Times New Roman"/>
          <w:sz w:val="24"/>
        </w:rPr>
        <w:t xml:space="preserve"> </w:t>
      </w:r>
      <w:r w:rsidR="00B11F65" w:rsidRPr="00172939">
        <w:rPr>
          <w:rFonts w:ascii="Times New Roman" w:hAnsi="Times New Roman"/>
          <w:sz w:val="24"/>
        </w:rPr>
        <w:t>SKA maksimaalse maksumuse sees endiselt</w:t>
      </w:r>
      <w:r w:rsidR="00B11F65">
        <w:rPr>
          <w:rFonts w:ascii="Times New Roman" w:hAnsi="Times New Roman"/>
          <w:sz w:val="24"/>
        </w:rPr>
        <w:t xml:space="preserve"> </w:t>
      </w:r>
      <w:r w:rsidR="00B11F65" w:rsidRPr="00B11F65">
        <w:rPr>
          <w:rFonts w:ascii="Times New Roman" w:hAnsi="Times New Roman"/>
          <w:color w:val="000000"/>
          <w:sz w:val="24"/>
        </w:rPr>
        <w:t xml:space="preserve">isiku </w:t>
      </w:r>
      <w:r w:rsidR="00B11F65" w:rsidRPr="00D73418">
        <w:rPr>
          <w:rFonts w:ascii="Times New Roman" w:hAnsi="Times New Roman"/>
          <w:color w:val="000000"/>
          <w:sz w:val="24"/>
        </w:rPr>
        <w:t>personaalsesse</w:t>
      </w:r>
      <w:r w:rsidR="00B11F65" w:rsidRPr="00B11F65">
        <w:rPr>
          <w:rFonts w:ascii="Times New Roman" w:hAnsi="Times New Roman"/>
          <w:color w:val="000000"/>
          <w:sz w:val="24"/>
        </w:rPr>
        <w:t xml:space="preserve"> ravi</w:t>
      </w:r>
      <w:r w:rsidR="006A68CF">
        <w:rPr>
          <w:rFonts w:ascii="Times New Roman" w:hAnsi="Times New Roman"/>
          <w:color w:val="000000"/>
          <w:sz w:val="24"/>
        </w:rPr>
        <w:t>skeemi</w:t>
      </w:r>
      <w:r w:rsidR="00B11F65" w:rsidRPr="00B11F65">
        <w:rPr>
          <w:rFonts w:ascii="Times New Roman" w:hAnsi="Times New Roman"/>
          <w:color w:val="000000"/>
          <w:sz w:val="24"/>
        </w:rPr>
        <w:t xml:space="preserve"> kuuluvate ravimite </w:t>
      </w:r>
      <w:r w:rsidR="009022A1" w:rsidRPr="00D73418">
        <w:rPr>
          <w:rFonts w:ascii="Times New Roman" w:hAnsi="Times New Roman"/>
          <w:sz w:val="24"/>
        </w:rPr>
        <w:t>manustamiskordadeks jagamise</w:t>
      </w:r>
      <w:r w:rsidR="00B11F65" w:rsidRPr="00B11F65">
        <w:rPr>
          <w:rFonts w:ascii="Times New Roman" w:hAnsi="Times New Roman"/>
          <w:color w:val="000000"/>
          <w:sz w:val="24"/>
        </w:rPr>
        <w:t xml:space="preserve"> kulu</w:t>
      </w:r>
      <w:r w:rsidR="00FB41F2">
        <w:rPr>
          <w:rFonts w:ascii="Times New Roman" w:hAnsi="Times New Roman"/>
          <w:color w:val="000000"/>
          <w:sz w:val="24"/>
        </w:rPr>
        <w:t>, hoolimata sellest, kas ravimid on teenuse</w:t>
      </w:r>
      <w:r w:rsidR="00F17E5B">
        <w:rPr>
          <w:rFonts w:ascii="Times New Roman" w:hAnsi="Times New Roman"/>
          <w:color w:val="000000"/>
          <w:sz w:val="24"/>
        </w:rPr>
        <w:t>saajale</w:t>
      </w:r>
      <w:r w:rsidR="00FB41F2">
        <w:rPr>
          <w:rFonts w:ascii="Times New Roman" w:hAnsi="Times New Roman"/>
          <w:color w:val="000000"/>
          <w:sz w:val="24"/>
        </w:rPr>
        <w:t xml:space="preserve"> määratud või mitte</w:t>
      </w:r>
      <w:r w:rsidR="00B11F65">
        <w:rPr>
          <w:rFonts w:ascii="Times New Roman" w:hAnsi="Times New Roman"/>
          <w:color w:val="000000"/>
          <w:sz w:val="24"/>
        </w:rPr>
        <w:t>.</w:t>
      </w:r>
      <w:r>
        <w:t xml:space="preserve"> </w:t>
      </w:r>
      <w:r w:rsidR="00D4191C">
        <w:rPr>
          <w:rFonts w:ascii="Times New Roman" w:hAnsi="Times New Roman"/>
          <w:sz w:val="24"/>
        </w:rPr>
        <w:t>Ülejäänud õ</w:t>
      </w:r>
      <w:r>
        <w:rPr>
          <w:rFonts w:ascii="Times New Roman" w:hAnsi="Times New Roman"/>
          <w:sz w:val="24"/>
        </w:rPr>
        <w:t>endus</w:t>
      </w:r>
      <w:r w:rsidR="006F37FB">
        <w:rPr>
          <w:rFonts w:ascii="Times New Roman" w:hAnsi="Times New Roman"/>
          <w:sz w:val="24"/>
        </w:rPr>
        <w:t>abi</w:t>
      </w:r>
      <w:r>
        <w:rPr>
          <w:rFonts w:ascii="Times New Roman" w:hAnsi="Times New Roman"/>
          <w:sz w:val="24"/>
        </w:rPr>
        <w:t xml:space="preserve"> osutamisega seotud </w:t>
      </w:r>
      <w:r w:rsidR="00D4191C">
        <w:rPr>
          <w:rFonts w:ascii="Times New Roman" w:hAnsi="Times New Roman"/>
          <w:sz w:val="24"/>
        </w:rPr>
        <w:t>osa võetakse</w:t>
      </w:r>
      <w:r w:rsidR="009023E6">
        <w:rPr>
          <w:rFonts w:ascii="Times New Roman" w:hAnsi="Times New Roman"/>
          <w:sz w:val="24"/>
        </w:rPr>
        <w:t xml:space="preserve"> erihoolekandeteenuse</w:t>
      </w:r>
      <w:r w:rsidR="00D4191C">
        <w:rPr>
          <w:rFonts w:ascii="Times New Roman" w:hAnsi="Times New Roman"/>
          <w:sz w:val="24"/>
        </w:rPr>
        <w:t xml:space="preserve"> maksimaalse</w:t>
      </w:r>
      <w:r w:rsidR="00F17E5B">
        <w:rPr>
          <w:rFonts w:ascii="Times New Roman" w:hAnsi="Times New Roman"/>
          <w:sz w:val="24"/>
        </w:rPr>
        <w:t>st</w:t>
      </w:r>
      <w:r w:rsidR="00D4191C">
        <w:rPr>
          <w:rFonts w:ascii="Times New Roman" w:hAnsi="Times New Roman"/>
          <w:sz w:val="24"/>
        </w:rPr>
        <w:t xml:space="preserve"> maksumuse</w:t>
      </w:r>
      <w:r w:rsidR="00F17E5B">
        <w:rPr>
          <w:rFonts w:ascii="Times New Roman" w:hAnsi="Times New Roman"/>
          <w:sz w:val="24"/>
        </w:rPr>
        <w:t>st</w:t>
      </w:r>
      <w:r w:rsidR="00D4191C">
        <w:rPr>
          <w:rFonts w:ascii="Times New Roman" w:hAnsi="Times New Roman"/>
          <w:sz w:val="24"/>
        </w:rPr>
        <w:t xml:space="preserve"> välja</w:t>
      </w:r>
      <w:r w:rsidR="002C67E4">
        <w:rPr>
          <w:rFonts w:ascii="Times New Roman" w:hAnsi="Times New Roman"/>
          <w:sz w:val="24"/>
        </w:rPr>
        <w:t xml:space="preserve"> </w:t>
      </w:r>
      <w:r w:rsidR="002C67E4">
        <w:rPr>
          <w:rFonts w:ascii="Times New Roman" w:hAnsi="Times New Roman"/>
          <w:color w:val="000000"/>
          <w:sz w:val="24"/>
        </w:rPr>
        <w:t>(v.a ravimite manustamiskordadeks jaotamise kulu)</w:t>
      </w:r>
      <w:r w:rsidR="00D4191C">
        <w:rPr>
          <w:rFonts w:ascii="Times New Roman" w:hAnsi="Times New Roman"/>
          <w:sz w:val="24"/>
        </w:rPr>
        <w:t xml:space="preserve"> </w:t>
      </w:r>
      <w:r w:rsidR="00FA0EA6">
        <w:rPr>
          <w:rFonts w:ascii="Times New Roman" w:hAnsi="Times New Roman"/>
          <w:sz w:val="24"/>
        </w:rPr>
        <w:t>ja</w:t>
      </w:r>
      <w:r w:rsidR="00D4191C">
        <w:rPr>
          <w:rFonts w:ascii="Times New Roman" w:hAnsi="Times New Roman"/>
          <w:sz w:val="24"/>
        </w:rPr>
        <w:t xml:space="preserve"> rahastus toimub TerK-i kaudu.</w:t>
      </w:r>
      <w:r w:rsidR="005A479E">
        <w:rPr>
          <w:rFonts w:ascii="Times New Roman" w:hAnsi="Times New Roman"/>
          <w:sz w:val="24"/>
        </w:rPr>
        <w:t xml:space="preserve"> Kuna ka var</w:t>
      </w:r>
      <w:r w:rsidR="00F17E5B">
        <w:rPr>
          <w:rFonts w:ascii="Times New Roman" w:hAnsi="Times New Roman"/>
          <w:sz w:val="24"/>
        </w:rPr>
        <w:t>em</w:t>
      </w:r>
      <w:r w:rsidR="005A479E">
        <w:rPr>
          <w:rFonts w:ascii="Times New Roman" w:hAnsi="Times New Roman"/>
          <w:sz w:val="24"/>
        </w:rPr>
        <w:t xml:space="preserve"> oli </w:t>
      </w:r>
      <w:r w:rsidR="005A479E" w:rsidRPr="00172939">
        <w:rPr>
          <w:rFonts w:ascii="Times New Roman" w:hAnsi="Times New Roman"/>
          <w:sz w:val="24"/>
        </w:rPr>
        <w:t>summa SKA eelarves planeeritud õendusabi rahastamiseks</w:t>
      </w:r>
      <w:r w:rsidR="005A479E">
        <w:rPr>
          <w:rFonts w:ascii="Times New Roman" w:hAnsi="Times New Roman"/>
          <w:sz w:val="24"/>
        </w:rPr>
        <w:t xml:space="preserve">, ei </w:t>
      </w:r>
      <w:r w:rsidR="005A479E" w:rsidRPr="7575D81B">
        <w:rPr>
          <w:rFonts w:ascii="Times New Roman" w:hAnsi="Times New Roman"/>
          <w:sz w:val="24"/>
        </w:rPr>
        <w:t>mõjuta</w:t>
      </w:r>
      <w:r w:rsidR="005A479E">
        <w:rPr>
          <w:rFonts w:ascii="Times New Roman" w:hAnsi="Times New Roman"/>
          <w:sz w:val="24"/>
        </w:rPr>
        <w:t xml:space="preserve"> summa üleviimine TerK-i eelarvesse teenuse</w:t>
      </w:r>
      <w:r w:rsidR="00232DA3">
        <w:rPr>
          <w:rFonts w:ascii="Times New Roman" w:hAnsi="Times New Roman"/>
          <w:sz w:val="24"/>
        </w:rPr>
        <w:t xml:space="preserve"> muude</w:t>
      </w:r>
      <w:r w:rsidR="00F17E5B">
        <w:rPr>
          <w:rFonts w:ascii="Times New Roman" w:hAnsi="Times New Roman"/>
          <w:sz w:val="24"/>
        </w:rPr>
        <w:t xml:space="preserve"> kulude</w:t>
      </w:r>
      <w:r w:rsidR="00232DA3">
        <w:rPr>
          <w:rFonts w:ascii="Times New Roman" w:hAnsi="Times New Roman"/>
          <w:sz w:val="24"/>
        </w:rPr>
        <w:t xml:space="preserve"> katmist</w:t>
      </w:r>
      <w:r w:rsidR="005A479E">
        <w:rPr>
          <w:rFonts w:ascii="Times New Roman" w:hAnsi="Times New Roman"/>
          <w:sz w:val="24"/>
        </w:rPr>
        <w:t xml:space="preserve">. </w:t>
      </w:r>
    </w:p>
    <w:p w14:paraId="78A6871F" w14:textId="77777777" w:rsidR="00B906D5" w:rsidRDefault="00B906D5" w:rsidP="008E199B">
      <w:pPr>
        <w:rPr>
          <w:rFonts w:ascii="Times New Roman" w:hAnsi="Times New Roman"/>
          <w:sz w:val="24"/>
        </w:rPr>
      </w:pPr>
    </w:p>
    <w:p w14:paraId="3E8BB5AB" w14:textId="504FB3E1" w:rsidR="00B906D5" w:rsidRPr="002D76E2" w:rsidRDefault="00B906D5" w:rsidP="008E199B">
      <w:pPr>
        <w:rPr>
          <w:rFonts w:ascii="Times New Roman" w:hAnsi="Times New Roman"/>
          <w:sz w:val="24"/>
        </w:rPr>
      </w:pPr>
      <w:r>
        <w:rPr>
          <w:rFonts w:ascii="Times New Roman" w:hAnsi="Times New Roman"/>
          <w:sz w:val="24"/>
        </w:rPr>
        <w:t xml:space="preserve">Muudatusega </w:t>
      </w:r>
      <w:r w:rsidR="003C4600">
        <w:rPr>
          <w:rFonts w:ascii="Times New Roman" w:hAnsi="Times New Roman"/>
          <w:sz w:val="24"/>
        </w:rPr>
        <w:t xml:space="preserve">kaasneb </w:t>
      </w:r>
      <w:r>
        <w:rPr>
          <w:rFonts w:ascii="Times New Roman" w:hAnsi="Times New Roman"/>
          <w:sz w:val="24"/>
        </w:rPr>
        <w:t>erihoolekandeteenuse osutaja</w:t>
      </w:r>
      <w:r w:rsidR="003C4600">
        <w:rPr>
          <w:rFonts w:ascii="Times New Roman" w:hAnsi="Times New Roman"/>
          <w:sz w:val="24"/>
        </w:rPr>
        <w:t xml:space="preserve">tele ka </w:t>
      </w:r>
      <w:r w:rsidR="000C48C0">
        <w:rPr>
          <w:rFonts w:ascii="Times New Roman" w:hAnsi="Times New Roman"/>
          <w:sz w:val="24"/>
        </w:rPr>
        <w:t>ülesanne korraldada</w:t>
      </w:r>
      <w:r>
        <w:rPr>
          <w:rFonts w:ascii="Times New Roman" w:hAnsi="Times New Roman"/>
          <w:sz w:val="24"/>
        </w:rPr>
        <w:t xml:space="preserve"> </w:t>
      </w:r>
      <w:r w:rsidR="00D44D17">
        <w:rPr>
          <w:rFonts w:ascii="Times New Roman" w:hAnsi="Times New Roman"/>
          <w:sz w:val="24"/>
        </w:rPr>
        <w:t>erihoolekandeteenuse saaja</w:t>
      </w:r>
      <w:r w:rsidR="00D44D17" w:rsidRPr="00D44D17">
        <w:rPr>
          <w:rFonts w:ascii="Times New Roman" w:hAnsi="Times New Roman"/>
          <w:sz w:val="24"/>
        </w:rPr>
        <w:t xml:space="preserve"> personaalsesse ravi</w:t>
      </w:r>
      <w:r w:rsidR="00341606">
        <w:rPr>
          <w:rFonts w:ascii="Times New Roman" w:hAnsi="Times New Roman"/>
          <w:sz w:val="24"/>
        </w:rPr>
        <w:t>skeemi</w:t>
      </w:r>
      <w:r w:rsidR="00D44D17" w:rsidRPr="00D44D17">
        <w:rPr>
          <w:rFonts w:ascii="Times New Roman" w:hAnsi="Times New Roman"/>
          <w:sz w:val="24"/>
        </w:rPr>
        <w:t xml:space="preserve"> kuuluvate ravimite manustamiskordadeks jagami</w:t>
      </w:r>
      <w:r w:rsidR="000C48C0">
        <w:rPr>
          <w:rFonts w:ascii="Times New Roman" w:hAnsi="Times New Roman"/>
          <w:sz w:val="24"/>
        </w:rPr>
        <w:t xml:space="preserve">ne. Erihoolekandeteenuse osutaja </w:t>
      </w:r>
      <w:r w:rsidR="00A44946">
        <w:rPr>
          <w:rFonts w:ascii="Times New Roman" w:hAnsi="Times New Roman"/>
          <w:sz w:val="24"/>
        </w:rPr>
        <w:t xml:space="preserve">saab ise otsustada, millisel viisil ta selle tagab, mistõttu </w:t>
      </w:r>
      <w:commentRangeStart w:id="5"/>
      <w:r w:rsidR="00A44946">
        <w:rPr>
          <w:rFonts w:ascii="Times New Roman" w:hAnsi="Times New Roman"/>
          <w:sz w:val="24"/>
        </w:rPr>
        <w:t xml:space="preserve">võib töökoormusega seotud mõju avalduda teenuseosutaja põhipersonalile või muudele töötajatele. </w:t>
      </w:r>
      <w:commentRangeEnd w:id="5"/>
      <w:r w:rsidR="00A306DB">
        <w:rPr>
          <w:rStyle w:val="Kommentaariviide"/>
        </w:rPr>
        <w:commentReference w:id="5"/>
      </w:r>
    </w:p>
    <w:p w14:paraId="5E3BFCC4" w14:textId="1FC19066" w:rsidR="008A2210" w:rsidRPr="00B11F65" w:rsidRDefault="008A2210" w:rsidP="008A2210">
      <w:pPr>
        <w:rPr>
          <w:rFonts w:ascii="Times New Roman" w:hAnsi="Times New Roman"/>
          <w:sz w:val="24"/>
        </w:rPr>
      </w:pPr>
    </w:p>
    <w:p w14:paraId="0104B4F8" w14:textId="40C6486A" w:rsidR="008A2210" w:rsidRDefault="00A92C4A" w:rsidP="008A2210">
      <w:pPr>
        <w:rPr>
          <w:rFonts w:ascii="Times New Roman" w:hAnsi="Times New Roman"/>
          <w:sz w:val="24"/>
        </w:rPr>
      </w:pPr>
      <w:r w:rsidRPr="00A92C4A">
        <w:rPr>
          <w:rFonts w:ascii="Times New Roman" w:hAnsi="Times New Roman"/>
          <w:sz w:val="24"/>
        </w:rPr>
        <w:t xml:space="preserve">Muudatuse </w:t>
      </w:r>
      <w:r w:rsidR="00A61B52">
        <w:rPr>
          <w:rFonts w:ascii="Times New Roman" w:hAnsi="Times New Roman"/>
          <w:sz w:val="24"/>
        </w:rPr>
        <w:t xml:space="preserve">majandusliku </w:t>
      </w:r>
      <w:r w:rsidRPr="00A92C4A">
        <w:rPr>
          <w:rFonts w:ascii="Times New Roman" w:hAnsi="Times New Roman"/>
          <w:sz w:val="24"/>
        </w:rPr>
        <w:t xml:space="preserve">mõju ulatus sihtrühmale on keskmine, kuna sihtrühma käitumises </w:t>
      </w:r>
      <w:r w:rsidR="0043041B">
        <w:rPr>
          <w:rFonts w:ascii="Times New Roman" w:hAnsi="Times New Roman"/>
          <w:sz w:val="24"/>
        </w:rPr>
        <w:t>kaasnevad</w:t>
      </w:r>
      <w:r w:rsidRPr="00A92C4A">
        <w:rPr>
          <w:rFonts w:ascii="Times New Roman" w:hAnsi="Times New Roman"/>
          <w:sz w:val="24"/>
        </w:rPr>
        <w:t xml:space="preserve"> muudatused, kuid nendega ei kaasne eeldatavalt kohanemisraskusi</w:t>
      </w:r>
      <w:r w:rsidR="00FA0EA6">
        <w:rPr>
          <w:rFonts w:ascii="Times New Roman" w:hAnsi="Times New Roman"/>
          <w:sz w:val="24"/>
        </w:rPr>
        <w:t>. M</w:t>
      </w:r>
      <w:r w:rsidRPr="00A92C4A">
        <w:rPr>
          <w:rFonts w:ascii="Times New Roman" w:hAnsi="Times New Roman"/>
          <w:sz w:val="24"/>
        </w:rPr>
        <w:t xml:space="preserve">õju </w:t>
      </w:r>
      <w:r w:rsidR="00AD4DFD">
        <w:rPr>
          <w:rFonts w:ascii="Times New Roman" w:hAnsi="Times New Roman"/>
          <w:sz w:val="24"/>
        </w:rPr>
        <w:t xml:space="preserve">avaldumise </w:t>
      </w:r>
      <w:r w:rsidRPr="00A92C4A">
        <w:rPr>
          <w:rFonts w:ascii="Times New Roman" w:hAnsi="Times New Roman"/>
          <w:sz w:val="24"/>
        </w:rPr>
        <w:t xml:space="preserve">sagedus on väike, kuna </w:t>
      </w:r>
      <w:r w:rsidR="00311E12">
        <w:rPr>
          <w:rFonts w:ascii="Times New Roman" w:hAnsi="Times New Roman"/>
          <w:sz w:val="24"/>
        </w:rPr>
        <w:t>iseseisva õendusabi</w:t>
      </w:r>
      <w:r w:rsidR="00BD42AF">
        <w:rPr>
          <w:rFonts w:ascii="Times New Roman" w:hAnsi="Times New Roman"/>
          <w:sz w:val="24"/>
        </w:rPr>
        <w:t xml:space="preserve"> leping</w:t>
      </w:r>
      <w:r w:rsidR="00311E12">
        <w:rPr>
          <w:rFonts w:ascii="Times New Roman" w:hAnsi="Times New Roman"/>
          <w:sz w:val="24"/>
        </w:rPr>
        <w:t xml:space="preserve"> sõlmitakse TerK-</w:t>
      </w:r>
      <w:r w:rsidR="00BD42AF">
        <w:rPr>
          <w:rFonts w:ascii="Times New Roman" w:hAnsi="Times New Roman"/>
          <w:sz w:val="24"/>
        </w:rPr>
        <w:t>i</w:t>
      </w:r>
      <w:r w:rsidR="00311E12">
        <w:rPr>
          <w:rFonts w:ascii="Times New Roman" w:hAnsi="Times New Roman"/>
          <w:sz w:val="24"/>
        </w:rPr>
        <w:t>ga</w:t>
      </w:r>
      <w:r w:rsidR="00C335FD">
        <w:rPr>
          <w:rFonts w:ascii="Times New Roman" w:hAnsi="Times New Roman"/>
          <w:sz w:val="24"/>
        </w:rPr>
        <w:t xml:space="preserve"> </w:t>
      </w:r>
      <w:r w:rsidR="00CF0DBF">
        <w:rPr>
          <w:rFonts w:ascii="Times New Roman" w:hAnsi="Times New Roman"/>
          <w:sz w:val="24"/>
        </w:rPr>
        <w:t xml:space="preserve">eeldatavasti </w:t>
      </w:r>
      <w:r w:rsidR="00C335FD">
        <w:rPr>
          <w:rFonts w:ascii="Times New Roman" w:hAnsi="Times New Roman"/>
          <w:sz w:val="24"/>
        </w:rPr>
        <w:t>pikemaks perioodiks</w:t>
      </w:r>
      <w:r w:rsidRPr="00D73418">
        <w:rPr>
          <w:rFonts w:ascii="Times New Roman" w:hAnsi="Times New Roman"/>
          <w:sz w:val="24"/>
        </w:rPr>
        <w:t>.</w:t>
      </w:r>
      <w:r w:rsidRPr="00A92C4A">
        <w:rPr>
          <w:rFonts w:ascii="Times New Roman" w:hAnsi="Times New Roman"/>
          <w:sz w:val="24"/>
        </w:rPr>
        <w:t xml:space="preserve"> Mõjutatud sihtrühma suurus on</w:t>
      </w:r>
      <w:r w:rsidR="00F904A8">
        <w:rPr>
          <w:rFonts w:ascii="Times New Roman" w:hAnsi="Times New Roman"/>
          <w:sz w:val="24"/>
        </w:rPr>
        <w:t xml:space="preserve"> </w:t>
      </w:r>
      <w:r w:rsidR="007524F5">
        <w:rPr>
          <w:rFonts w:ascii="Times New Roman" w:hAnsi="Times New Roman"/>
          <w:sz w:val="24"/>
        </w:rPr>
        <w:t>väike</w:t>
      </w:r>
      <w:r w:rsidRPr="00A92C4A">
        <w:rPr>
          <w:rFonts w:ascii="Times New Roman" w:hAnsi="Times New Roman"/>
          <w:sz w:val="24"/>
        </w:rPr>
        <w:t>.</w:t>
      </w:r>
      <w:r w:rsidR="00714252">
        <w:rPr>
          <w:rFonts w:ascii="Times New Roman" w:hAnsi="Times New Roman"/>
          <w:sz w:val="24"/>
        </w:rPr>
        <w:t xml:space="preserve"> </w:t>
      </w:r>
      <w:commentRangeStart w:id="6"/>
      <w:r w:rsidR="004913DF">
        <w:rPr>
          <w:rFonts w:ascii="Times New Roman" w:hAnsi="Times New Roman"/>
          <w:sz w:val="24"/>
        </w:rPr>
        <w:t xml:space="preserve">Muudatusega võib kaasneda väike ebasoovitav </w:t>
      </w:r>
      <w:r w:rsidR="004913DF">
        <w:rPr>
          <w:rFonts w:ascii="Times New Roman" w:hAnsi="Times New Roman"/>
          <w:sz w:val="24"/>
        </w:rPr>
        <w:lastRenderedPageBreak/>
        <w:t>mõju halduskoormuse näol</w:t>
      </w:r>
      <w:r w:rsidR="00B82294">
        <w:rPr>
          <w:rFonts w:ascii="Times New Roman" w:hAnsi="Times New Roman"/>
          <w:sz w:val="24"/>
        </w:rPr>
        <w:t xml:space="preserve">, mis eeldatavasti on </w:t>
      </w:r>
      <w:r w:rsidR="002D6678">
        <w:rPr>
          <w:rFonts w:ascii="Times New Roman" w:hAnsi="Times New Roman"/>
          <w:sz w:val="24"/>
        </w:rPr>
        <w:t>ühekordne</w:t>
      </w:r>
      <w:r w:rsidRPr="00A92C4A">
        <w:rPr>
          <w:rFonts w:ascii="Times New Roman" w:hAnsi="Times New Roman"/>
          <w:sz w:val="24"/>
        </w:rPr>
        <w:t xml:space="preserve">. </w:t>
      </w:r>
      <w:commentRangeEnd w:id="6"/>
      <w:r w:rsidR="00A306DB">
        <w:rPr>
          <w:rStyle w:val="Kommentaariviide"/>
        </w:rPr>
        <w:commentReference w:id="6"/>
      </w:r>
      <w:commentRangeStart w:id="7"/>
      <w:r w:rsidRPr="00A92C4A">
        <w:rPr>
          <w:rFonts w:ascii="Times New Roman" w:hAnsi="Times New Roman"/>
          <w:sz w:val="24"/>
        </w:rPr>
        <w:t>Kokkuvõttes on mõju sihtrühmale oluline.</w:t>
      </w:r>
      <w:commentRangeEnd w:id="7"/>
      <w:r w:rsidR="00A306DB">
        <w:rPr>
          <w:rStyle w:val="Kommentaariviide"/>
        </w:rPr>
        <w:commentReference w:id="7"/>
      </w:r>
    </w:p>
    <w:p w14:paraId="5C9ABB49" w14:textId="7FA633EA" w:rsidR="008E6296" w:rsidRDefault="008E6296" w:rsidP="008E199B">
      <w:pPr>
        <w:rPr>
          <w:rFonts w:ascii="Times New Roman" w:hAnsi="Times New Roman"/>
          <w:sz w:val="24"/>
        </w:rPr>
      </w:pPr>
    </w:p>
    <w:p w14:paraId="3045C148" w14:textId="5A811D8F" w:rsidR="00380B50" w:rsidRDefault="00380B50" w:rsidP="008E199B">
      <w:pPr>
        <w:rPr>
          <w:rFonts w:ascii="Times New Roman" w:hAnsi="Times New Roman"/>
          <w:sz w:val="24"/>
        </w:rPr>
      </w:pPr>
      <w:r>
        <w:rPr>
          <w:rFonts w:ascii="Times New Roman" w:hAnsi="Times New Roman"/>
          <w:sz w:val="24"/>
        </w:rPr>
        <w:t xml:space="preserve">Mõju sihtrühm </w:t>
      </w:r>
      <w:r w:rsidR="00F05DE2">
        <w:rPr>
          <w:rFonts w:ascii="Times New Roman" w:hAnsi="Times New Roman"/>
          <w:sz w:val="24"/>
        </w:rPr>
        <w:t>2</w:t>
      </w:r>
      <w:r>
        <w:rPr>
          <w:rFonts w:ascii="Times New Roman" w:hAnsi="Times New Roman"/>
          <w:sz w:val="24"/>
        </w:rPr>
        <w:t xml:space="preserve"> –</w:t>
      </w:r>
      <w:r w:rsidR="0003312F">
        <w:rPr>
          <w:rFonts w:ascii="Times New Roman" w:hAnsi="Times New Roman"/>
          <w:sz w:val="24"/>
        </w:rPr>
        <w:t xml:space="preserve"> </w:t>
      </w:r>
      <w:r>
        <w:rPr>
          <w:rFonts w:ascii="Times New Roman" w:hAnsi="Times New Roman"/>
          <w:sz w:val="24"/>
        </w:rPr>
        <w:t>õendusabi osutajad</w:t>
      </w:r>
      <w:r w:rsidR="009755AC">
        <w:rPr>
          <w:rFonts w:ascii="Times New Roman" w:hAnsi="Times New Roman"/>
          <w:sz w:val="24"/>
        </w:rPr>
        <w:t>, v</w:t>
      </w:r>
      <w:r w:rsidR="00F17E5B">
        <w:rPr>
          <w:rFonts w:ascii="Times New Roman" w:hAnsi="Times New Roman"/>
          <w:sz w:val="24"/>
        </w:rPr>
        <w:t>älja arvatud</w:t>
      </w:r>
      <w:r w:rsidR="009755AC">
        <w:rPr>
          <w:rFonts w:ascii="Times New Roman" w:hAnsi="Times New Roman"/>
          <w:sz w:val="24"/>
        </w:rPr>
        <w:t xml:space="preserve"> erihoolekandeteenuse osutajad, kellel on </w:t>
      </w:r>
      <w:r w:rsidR="00CC3B88">
        <w:rPr>
          <w:rFonts w:ascii="Times New Roman" w:hAnsi="Times New Roman"/>
          <w:sz w:val="24"/>
        </w:rPr>
        <w:t>tervishoiuteenuse osutamiseks</w:t>
      </w:r>
      <w:r w:rsidR="009755AC">
        <w:rPr>
          <w:rFonts w:ascii="Times New Roman" w:hAnsi="Times New Roman"/>
          <w:sz w:val="24"/>
        </w:rPr>
        <w:t xml:space="preserve"> tegevusluba (käsitletud e</w:t>
      </w:r>
      <w:r w:rsidR="00384C4A">
        <w:rPr>
          <w:rFonts w:ascii="Times New Roman" w:hAnsi="Times New Roman"/>
          <w:sz w:val="24"/>
        </w:rPr>
        <w:t>elmise sihtrühma all</w:t>
      </w:r>
      <w:r w:rsidR="009755AC">
        <w:rPr>
          <w:rFonts w:ascii="Times New Roman" w:hAnsi="Times New Roman"/>
          <w:sz w:val="24"/>
        </w:rPr>
        <w:t>)</w:t>
      </w:r>
    </w:p>
    <w:p w14:paraId="291AC4C5" w14:textId="594A6F76" w:rsidR="00380B50" w:rsidRDefault="00380B50" w:rsidP="008E199B">
      <w:pPr>
        <w:rPr>
          <w:rFonts w:ascii="Times New Roman" w:hAnsi="Times New Roman"/>
          <w:sz w:val="24"/>
        </w:rPr>
      </w:pPr>
    </w:p>
    <w:p w14:paraId="344DD5B5" w14:textId="31F10BD7" w:rsidR="00651B7C" w:rsidRDefault="008554CF" w:rsidP="00380B50">
      <w:pPr>
        <w:rPr>
          <w:rFonts w:ascii="Times New Roman" w:hAnsi="Times New Roman"/>
          <w:sz w:val="24"/>
        </w:rPr>
      </w:pPr>
      <w:r>
        <w:rPr>
          <w:rFonts w:ascii="Times New Roman" w:hAnsi="Times New Roman"/>
          <w:sz w:val="24"/>
        </w:rPr>
        <w:t>2023. aasta S</w:t>
      </w:r>
      <w:r w:rsidR="002D4791">
        <w:rPr>
          <w:rFonts w:ascii="Times New Roman" w:hAnsi="Times New Roman"/>
          <w:sz w:val="24"/>
        </w:rPr>
        <w:t>oM-</w:t>
      </w:r>
      <w:r>
        <w:rPr>
          <w:rFonts w:ascii="Times New Roman" w:hAnsi="Times New Roman"/>
          <w:sz w:val="24"/>
        </w:rPr>
        <w:t>i hoolekandestatistika aruande „Erihoolekandeteenused“ esialgsetel andmetel on 42 erihoolekande struktuuriüksust (allasutused arvestatud eraldi)</w:t>
      </w:r>
      <w:r w:rsidR="00FA0EA6">
        <w:rPr>
          <w:rFonts w:ascii="Times New Roman" w:hAnsi="Times New Roman"/>
          <w:sz w:val="24"/>
        </w:rPr>
        <w:t xml:space="preserve"> märkinud</w:t>
      </w:r>
      <w:r>
        <w:rPr>
          <w:rFonts w:ascii="Times New Roman" w:hAnsi="Times New Roman"/>
          <w:sz w:val="24"/>
        </w:rPr>
        <w:t>, et on teinud 2023. aastal kulutusi sisse ostetud õendusabiteenusele.</w:t>
      </w:r>
      <w:r w:rsidR="00726240">
        <w:rPr>
          <w:rFonts w:ascii="Times New Roman" w:hAnsi="Times New Roman"/>
          <w:sz w:val="24"/>
        </w:rPr>
        <w:t xml:space="preserve"> </w:t>
      </w:r>
      <w:r w:rsidR="00F07AC2">
        <w:rPr>
          <w:rFonts w:ascii="Times New Roman" w:hAnsi="Times New Roman"/>
          <w:sz w:val="24"/>
        </w:rPr>
        <w:t>M</w:t>
      </w:r>
      <w:r w:rsidR="000F022E">
        <w:rPr>
          <w:rFonts w:ascii="Times New Roman" w:hAnsi="Times New Roman"/>
          <w:sz w:val="24"/>
        </w:rPr>
        <w:t xml:space="preserve">uudatus </w:t>
      </w:r>
      <w:r w:rsidR="00F07AC2">
        <w:rPr>
          <w:rFonts w:ascii="Times New Roman" w:hAnsi="Times New Roman"/>
          <w:sz w:val="24"/>
        </w:rPr>
        <w:t xml:space="preserve">puudutab </w:t>
      </w:r>
      <w:r w:rsidR="00E022E1">
        <w:rPr>
          <w:rFonts w:ascii="Times New Roman" w:hAnsi="Times New Roman"/>
          <w:sz w:val="24"/>
        </w:rPr>
        <w:t xml:space="preserve">lisaks tänastele erihoolekandeteenust pakkuvates asutustes õendusteenuse osutajatele kõiki teisi koduõendusteenuse </w:t>
      </w:r>
      <w:r w:rsidR="00825993">
        <w:rPr>
          <w:rFonts w:ascii="Times New Roman" w:hAnsi="Times New Roman"/>
          <w:sz w:val="24"/>
        </w:rPr>
        <w:t>tegevusloa omajaid.</w:t>
      </w:r>
      <w:r w:rsidR="005E14A1">
        <w:rPr>
          <w:rFonts w:ascii="Times New Roman" w:hAnsi="Times New Roman"/>
          <w:sz w:val="24"/>
        </w:rPr>
        <w:t xml:space="preserve"> </w:t>
      </w:r>
      <w:r w:rsidR="005E14A1" w:rsidRPr="005E14A1">
        <w:rPr>
          <w:rFonts w:ascii="Times New Roman" w:hAnsi="Times New Roman"/>
          <w:sz w:val="24"/>
        </w:rPr>
        <w:t>Seisuga 31. detsember 2023 oli Tervisekassa</w:t>
      </w:r>
      <w:r w:rsidR="004445FD">
        <w:rPr>
          <w:rFonts w:ascii="Times New Roman" w:hAnsi="Times New Roman"/>
          <w:sz w:val="24"/>
        </w:rPr>
        <w:t>l</w:t>
      </w:r>
      <w:r w:rsidR="005E14A1" w:rsidRPr="005E14A1">
        <w:rPr>
          <w:rFonts w:ascii="Times New Roman" w:hAnsi="Times New Roman"/>
          <w:sz w:val="24"/>
        </w:rPr>
        <w:t xml:space="preserve"> 113 õendusteenuse lepingupartnerit</w:t>
      </w:r>
      <w:commentRangeStart w:id="8"/>
      <w:r w:rsidR="004445FD">
        <w:rPr>
          <w:rStyle w:val="Allmrkuseviide"/>
          <w:rFonts w:ascii="Times New Roman" w:hAnsi="Times New Roman"/>
          <w:sz w:val="24"/>
        </w:rPr>
        <w:footnoteReference w:id="6"/>
      </w:r>
      <w:commentRangeEnd w:id="8"/>
      <w:r w:rsidR="009B29AF">
        <w:rPr>
          <w:rStyle w:val="Kommentaariviide"/>
        </w:rPr>
        <w:commentReference w:id="8"/>
      </w:r>
      <w:r w:rsidR="005E14A1">
        <w:rPr>
          <w:rFonts w:ascii="Times New Roman" w:hAnsi="Times New Roman"/>
          <w:sz w:val="24"/>
        </w:rPr>
        <w:t xml:space="preserve">. </w:t>
      </w:r>
      <w:r w:rsidR="00F20BD9">
        <w:rPr>
          <w:rFonts w:ascii="Times New Roman" w:hAnsi="Times New Roman"/>
          <w:sz w:val="24"/>
        </w:rPr>
        <w:t>Kõiki</w:t>
      </w:r>
      <w:r w:rsidR="004E0D32">
        <w:rPr>
          <w:rFonts w:ascii="Times New Roman" w:hAnsi="Times New Roman"/>
          <w:sz w:val="24"/>
        </w:rPr>
        <w:t>dest</w:t>
      </w:r>
      <w:r w:rsidR="00F20BD9">
        <w:rPr>
          <w:rFonts w:ascii="Times New Roman" w:hAnsi="Times New Roman"/>
          <w:sz w:val="24"/>
        </w:rPr>
        <w:t xml:space="preserve"> tervishoiuteenuse osutaja</w:t>
      </w:r>
      <w:r w:rsidR="004E0D32">
        <w:rPr>
          <w:rFonts w:ascii="Times New Roman" w:hAnsi="Times New Roman"/>
          <w:sz w:val="24"/>
        </w:rPr>
        <w:t>test</w:t>
      </w:r>
      <w:r w:rsidR="00F20BD9">
        <w:rPr>
          <w:rFonts w:ascii="Times New Roman" w:hAnsi="Times New Roman"/>
          <w:sz w:val="24"/>
        </w:rPr>
        <w:t xml:space="preserve"> </w:t>
      </w:r>
      <w:r w:rsidR="00A75432">
        <w:rPr>
          <w:rFonts w:ascii="Times New Roman" w:hAnsi="Times New Roman"/>
          <w:sz w:val="24"/>
        </w:rPr>
        <w:t>(2022. a 1449</w:t>
      </w:r>
      <w:r w:rsidR="000F022E">
        <w:rPr>
          <w:rStyle w:val="Allmrkuseviide"/>
          <w:rFonts w:ascii="Times New Roman" w:hAnsi="Times New Roman"/>
          <w:sz w:val="24"/>
        </w:rPr>
        <w:footnoteReference w:id="7"/>
      </w:r>
      <w:r w:rsidR="00A75432">
        <w:rPr>
          <w:rFonts w:ascii="Times New Roman" w:hAnsi="Times New Roman"/>
          <w:sz w:val="24"/>
        </w:rPr>
        <w:t>)</w:t>
      </w:r>
      <w:r w:rsidR="000F022E">
        <w:rPr>
          <w:rFonts w:ascii="Times New Roman" w:hAnsi="Times New Roman"/>
          <w:sz w:val="24"/>
        </w:rPr>
        <w:t xml:space="preserve"> </w:t>
      </w:r>
      <w:r>
        <w:rPr>
          <w:rFonts w:ascii="Times New Roman" w:hAnsi="Times New Roman"/>
          <w:sz w:val="24"/>
        </w:rPr>
        <w:t>moodust</w:t>
      </w:r>
      <w:r w:rsidR="004E0D32">
        <w:rPr>
          <w:rFonts w:ascii="Times New Roman" w:hAnsi="Times New Roman"/>
          <w:sz w:val="24"/>
        </w:rPr>
        <w:t xml:space="preserve">avad </w:t>
      </w:r>
      <w:r w:rsidR="005E14A1">
        <w:rPr>
          <w:rFonts w:ascii="Times New Roman" w:hAnsi="Times New Roman"/>
          <w:sz w:val="24"/>
        </w:rPr>
        <w:t xml:space="preserve">nad </w:t>
      </w:r>
      <w:r w:rsidRPr="008C7142">
        <w:rPr>
          <w:rFonts w:ascii="Times New Roman" w:hAnsi="Times New Roman"/>
          <w:sz w:val="24"/>
        </w:rPr>
        <w:t xml:space="preserve">veidi alla </w:t>
      </w:r>
      <w:r w:rsidR="00F62D68">
        <w:rPr>
          <w:rFonts w:ascii="Times New Roman" w:hAnsi="Times New Roman"/>
          <w:sz w:val="24"/>
        </w:rPr>
        <w:t>8</w:t>
      </w:r>
      <w:r w:rsidRPr="008C7142">
        <w:rPr>
          <w:rFonts w:ascii="Times New Roman" w:hAnsi="Times New Roman"/>
          <w:sz w:val="24"/>
        </w:rPr>
        <w:t>%.</w:t>
      </w:r>
    </w:p>
    <w:p w14:paraId="149EA42F" w14:textId="45B1EB19" w:rsidR="00943540" w:rsidRDefault="00943540" w:rsidP="00380B50">
      <w:pPr>
        <w:rPr>
          <w:rFonts w:ascii="Times New Roman" w:hAnsi="Times New Roman"/>
          <w:sz w:val="24"/>
        </w:rPr>
      </w:pPr>
    </w:p>
    <w:p w14:paraId="034685A4" w14:textId="5E6E7AF9" w:rsidR="00943540" w:rsidRDefault="00943540" w:rsidP="00380B50">
      <w:pPr>
        <w:rPr>
          <w:rFonts w:ascii="Times New Roman" w:hAnsi="Times New Roman"/>
          <w:sz w:val="24"/>
        </w:rPr>
      </w:pPr>
      <w:r w:rsidRPr="0003312F">
        <w:rPr>
          <w:rFonts w:ascii="Times New Roman" w:hAnsi="Times New Roman"/>
          <w:sz w:val="24"/>
        </w:rPr>
        <w:t xml:space="preserve">Muudatus mõjutab </w:t>
      </w:r>
      <w:r w:rsidR="00CA685A" w:rsidRPr="00172939">
        <w:rPr>
          <w:rFonts w:ascii="Times New Roman" w:hAnsi="Times New Roman"/>
          <w:sz w:val="24"/>
        </w:rPr>
        <w:t>erihoolekandeteenuseid osutavatele asutustele</w:t>
      </w:r>
      <w:r w:rsidR="00172939">
        <w:rPr>
          <w:rFonts w:ascii="Times New Roman" w:hAnsi="Times New Roman"/>
          <w:sz w:val="24"/>
        </w:rPr>
        <w:t xml:space="preserve"> õendusabi osutaja</w:t>
      </w:r>
      <w:r w:rsidR="002752E4">
        <w:rPr>
          <w:rFonts w:ascii="Times New Roman" w:hAnsi="Times New Roman"/>
          <w:sz w:val="24"/>
        </w:rPr>
        <w:t>id</w:t>
      </w:r>
      <w:r w:rsidR="009C7BDD">
        <w:rPr>
          <w:rFonts w:ascii="Times New Roman" w:hAnsi="Times New Roman"/>
          <w:sz w:val="24"/>
        </w:rPr>
        <w:t>.</w:t>
      </w:r>
      <w:r w:rsidR="00CA685A">
        <w:rPr>
          <w:rFonts w:ascii="Times New Roman" w:hAnsi="Times New Roman"/>
          <w:sz w:val="24"/>
        </w:rPr>
        <w:t xml:space="preserve"> Edaspidi peab </w:t>
      </w:r>
      <w:r w:rsidR="00FA0EA6">
        <w:rPr>
          <w:rFonts w:ascii="Times New Roman" w:hAnsi="Times New Roman"/>
          <w:sz w:val="24"/>
        </w:rPr>
        <w:t xml:space="preserve">neil </w:t>
      </w:r>
      <w:r w:rsidR="00CA685A">
        <w:rPr>
          <w:rFonts w:ascii="Times New Roman" w:hAnsi="Times New Roman"/>
          <w:sz w:val="24"/>
        </w:rPr>
        <w:t>rahastuse saamiseks olema leping TerK-</w:t>
      </w:r>
      <w:r w:rsidR="00FA0EA6">
        <w:rPr>
          <w:rFonts w:ascii="Times New Roman" w:hAnsi="Times New Roman"/>
          <w:sz w:val="24"/>
        </w:rPr>
        <w:t>i</w:t>
      </w:r>
      <w:r w:rsidR="00CA685A">
        <w:rPr>
          <w:rFonts w:ascii="Times New Roman" w:hAnsi="Times New Roman"/>
          <w:sz w:val="24"/>
        </w:rPr>
        <w:t>ga</w:t>
      </w:r>
      <w:r w:rsidR="00180E73">
        <w:rPr>
          <w:rFonts w:ascii="Times New Roman" w:hAnsi="Times New Roman"/>
          <w:sz w:val="24"/>
        </w:rPr>
        <w:t xml:space="preserve">, millega kaasneb </w:t>
      </w:r>
      <w:r w:rsidR="00180E73" w:rsidRPr="00180E73">
        <w:rPr>
          <w:rFonts w:ascii="Times New Roman" w:hAnsi="Times New Roman"/>
          <w:sz w:val="24"/>
        </w:rPr>
        <w:t>kohustus esitada TerK-</w:t>
      </w:r>
      <w:r w:rsidR="00FA0EA6">
        <w:rPr>
          <w:rFonts w:ascii="Times New Roman" w:hAnsi="Times New Roman"/>
          <w:sz w:val="24"/>
        </w:rPr>
        <w:t>i</w:t>
      </w:r>
      <w:r w:rsidR="00180E73" w:rsidRPr="00180E73">
        <w:rPr>
          <w:rFonts w:ascii="Times New Roman" w:hAnsi="Times New Roman"/>
          <w:sz w:val="24"/>
        </w:rPr>
        <w:t xml:space="preserve">lt rahastuse saamiseks arveid. Võib aga eeldada, et </w:t>
      </w:r>
      <w:r w:rsidR="00180E73" w:rsidRPr="00172939">
        <w:rPr>
          <w:rFonts w:ascii="Times New Roman" w:hAnsi="Times New Roman"/>
          <w:sz w:val="24"/>
        </w:rPr>
        <w:t>paljudega neist on TerK</w:t>
      </w:r>
      <w:r w:rsidR="00180E73" w:rsidRPr="00180E73">
        <w:rPr>
          <w:rFonts w:ascii="Times New Roman" w:hAnsi="Times New Roman"/>
          <w:sz w:val="24"/>
        </w:rPr>
        <w:t xml:space="preserve">-il </w:t>
      </w:r>
      <w:r w:rsidR="00172939">
        <w:rPr>
          <w:rFonts w:ascii="Times New Roman" w:hAnsi="Times New Roman"/>
          <w:sz w:val="24"/>
        </w:rPr>
        <w:t xml:space="preserve">ka praegu </w:t>
      </w:r>
      <w:r w:rsidR="00180E73" w:rsidRPr="00180E73">
        <w:rPr>
          <w:rFonts w:ascii="Times New Roman" w:hAnsi="Times New Roman"/>
          <w:sz w:val="24"/>
        </w:rPr>
        <w:t xml:space="preserve">lepinguline suhe, </w:t>
      </w:r>
      <w:r w:rsidR="00FA0EA6">
        <w:rPr>
          <w:rFonts w:ascii="Times New Roman" w:hAnsi="Times New Roman"/>
          <w:sz w:val="24"/>
        </w:rPr>
        <w:t>mistõttu</w:t>
      </w:r>
      <w:r w:rsidR="00180E73" w:rsidRPr="00180E73">
        <w:rPr>
          <w:rFonts w:ascii="Times New Roman" w:hAnsi="Times New Roman"/>
          <w:sz w:val="24"/>
        </w:rPr>
        <w:t xml:space="preserve"> on nad TerK-i rahastussüsteemi ja dokumenteerimisnõuetega </w:t>
      </w:r>
      <w:r w:rsidR="00180E73" w:rsidRPr="00172939">
        <w:rPr>
          <w:rFonts w:ascii="Times New Roman" w:hAnsi="Times New Roman"/>
          <w:sz w:val="24"/>
        </w:rPr>
        <w:t>juba tuttavad</w:t>
      </w:r>
      <w:r w:rsidR="00DD6585">
        <w:rPr>
          <w:rFonts w:ascii="Times New Roman" w:hAnsi="Times New Roman"/>
          <w:sz w:val="24"/>
        </w:rPr>
        <w:t xml:space="preserve"> ja muudatuse mõju neile on väiksem.</w:t>
      </w:r>
    </w:p>
    <w:p w14:paraId="26A073B2" w14:textId="2718123B" w:rsidR="00943540" w:rsidRDefault="00943540" w:rsidP="00380B50">
      <w:pPr>
        <w:rPr>
          <w:rFonts w:ascii="Times New Roman" w:hAnsi="Times New Roman"/>
          <w:sz w:val="24"/>
        </w:rPr>
      </w:pPr>
    </w:p>
    <w:p w14:paraId="4FD23352" w14:textId="5E68F18B" w:rsidR="00943540" w:rsidRDefault="00943540" w:rsidP="00380B50">
      <w:pPr>
        <w:rPr>
          <w:rFonts w:ascii="Times New Roman" w:hAnsi="Times New Roman"/>
          <w:sz w:val="24"/>
        </w:rPr>
      </w:pPr>
      <w:r w:rsidRPr="00A92C4A">
        <w:rPr>
          <w:rFonts w:ascii="Times New Roman" w:hAnsi="Times New Roman"/>
          <w:sz w:val="24"/>
        </w:rPr>
        <w:t xml:space="preserve">Muudatuse </w:t>
      </w:r>
      <w:r w:rsidR="00752F15">
        <w:rPr>
          <w:rFonts w:ascii="Times New Roman" w:hAnsi="Times New Roman"/>
          <w:sz w:val="24"/>
        </w:rPr>
        <w:t>majandusliku</w:t>
      </w:r>
      <w:r w:rsidRPr="00A92C4A">
        <w:rPr>
          <w:rFonts w:ascii="Times New Roman" w:hAnsi="Times New Roman"/>
          <w:sz w:val="24"/>
        </w:rPr>
        <w:t xml:space="preserve"> mõju ulatus sihtrühmale on</w:t>
      </w:r>
      <w:r w:rsidR="00BD7D82" w:rsidRPr="00BD7D82">
        <w:rPr>
          <w:rFonts w:ascii="Times New Roman" w:hAnsi="Times New Roman"/>
          <w:sz w:val="24"/>
        </w:rPr>
        <w:t xml:space="preserve"> </w:t>
      </w:r>
      <w:r w:rsidR="00BD7D82" w:rsidRPr="00A92C4A">
        <w:rPr>
          <w:rFonts w:ascii="Times New Roman" w:hAnsi="Times New Roman"/>
          <w:sz w:val="24"/>
        </w:rPr>
        <w:t xml:space="preserve">keskmine, kuna sihtrühma käitumises </w:t>
      </w:r>
      <w:r w:rsidR="00BD7D82">
        <w:rPr>
          <w:rFonts w:ascii="Times New Roman" w:hAnsi="Times New Roman"/>
          <w:sz w:val="24"/>
        </w:rPr>
        <w:t>kaasnevad</w:t>
      </w:r>
      <w:r w:rsidR="00BD7D82" w:rsidRPr="00A92C4A">
        <w:rPr>
          <w:rFonts w:ascii="Times New Roman" w:hAnsi="Times New Roman"/>
          <w:sz w:val="24"/>
        </w:rPr>
        <w:t xml:space="preserve"> muudatused, kuid nendega ei kaasne eeldatavalt kohanemisraskusi</w:t>
      </w:r>
      <w:r w:rsidRPr="00A92C4A">
        <w:rPr>
          <w:rFonts w:ascii="Times New Roman" w:hAnsi="Times New Roman"/>
          <w:sz w:val="24"/>
        </w:rPr>
        <w:t xml:space="preserve">, mõju </w:t>
      </w:r>
      <w:r w:rsidR="00BD42AF">
        <w:rPr>
          <w:rFonts w:ascii="Times New Roman" w:hAnsi="Times New Roman"/>
          <w:sz w:val="24"/>
        </w:rPr>
        <w:t xml:space="preserve">avaldumise </w:t>
      </w:r>
      <w:r w:rsidRPr="00A92C4A">
        <w:rPr>
          <w:rFonts w:ascii="Times New Roman" w:hAnsi="Times New Roman"/>
          <w:sz w:val="24"/>
        </w:rPr>
        <w:t>sagedus on väike</w:t>
      </w:r>
      <w:r w:rsidR="00744B3D">
        <w:rPr>
          <w:rFonts w:ascii="Times New Roman" w:hAnsi="Times New Roman"/>
          <w:sz w:val="24"/>
        </w:rPr>
        <w:t xml:space="preserve">, </w:t>
      </w:r>
      <w:r w:rsidR="0079316C">
        <w:rPr>
          <w:rFonts w:ascii="Times New Roman" w:hAnsi="Times New Roman"/>
          <w:sz w:val="24"/>
        </w:rPr>
        <w:t xml:space="preserve">kuna </w:t>
      </w:r>
      <w:r w:rsidR="0079316C" w:rsidRPr="0079316C">
        <w:rPr>
          <w:rFonts w:ascii="Times New Roman" w:hAnsi="Times New Roman"/>
          <w:sz w:val="24"/>
        </w:rPr>
        <w:t>õendusabi leping sõlmitakse TerK-</w:t>
      </w:r>
      <w:r w:rsidR="00BD42AF">
        <w:rPr>
          <w:rFonts w:ascii="Times New Roman" w:hAnsi="Times New Roman"/>
          <w:sz w:val="24"/>
        </w:rPr>
        <w:t>i</w:t>
      </w:r>
      <w:r w:rsidR="0079316C" w:rsidRPr="0079316C">
        <w:rPr>
          <w:rFonts w:ascii="Times New Roman" w:hAnsi="Times New Roman"/>
          <w:sz w:val="24"/>
        </w:rPr>
        <w:t>ga eeldatavasti pikemaks perioodiks</w:t>
      </w:r>
      <w:r w:rsidR="0079316C">
        <w:rPr>
          <w:rFonts w:ascii="Times New Roman" w:hAnsi="Times New Roman"/>
          <w:sz w:val="24"/>
        </w:rPr>
        <w:t xml:space="preserve">. </w:t>
      </w:r>
      <w:r w:rsidRPr="00A92C4A">
        <w:rPr>
          <w:rFonts w:ascii="Times New Roman" w:hAnsi="Times New Roman"/>
          <w:sz w:val="24"/>
        </w:rPr>
        <w:t>Mõjutatud sihtrühma suurus on</w:t>
      </w:r>
      <w:r>
        <w:rPr>
          <w:rFonts w:ascii="Times New Roman" w:hAnsi="Times New Roman"/>
          <w:sz w:val="24"/>
        </w:rPr>
        <w:t xml:space="preserve"> </w:t>
      </w:r>
      <w:r w:rsidR="00382D0B">
        <w:rPr>
          <w:rFonts w:ascii="Times New Roman" w:hAnsi="Times New Roman"/>
          <w:sz w:val="24"/>
        </w:rPr>
        <w:t>keskmine</w:t>
      </w:r>
      <w:r w:rsidR="00B94AB1">
        <w:rPr>
          <w:rFonts w:ascii="Times New Roman" w:hAnsi="Times New Roman"/>
          <w:sz w:val="24"/>
        </w:rPr>
        <w:t>.</w:t>
      </w:r>
      <w:r>
        <w:rPr>
          <w:rFonts w:ascii="Times New Roman" w:hAnsi="Times New Roman"/>
          <w:sz w:val="24"/>
        </w:rPr>
        <w:t xml:space="preserve"> </w:t>
      </w:r>
      <w:r w:rsidR="00306CB6" w:rsidRPr="00306CB6">
        <w:rPr>
          <w:rFonts w:ascii="Times New Roman" w:hAnsi="Times New Roman"/>
          <w:sz w:val="24"/>
        </w:rPr>
        <w:t xml:space="preserve">Muudatusega võib kaasneda väike ebasoovitav mõju halduskoormuse näol. </w:t>
      </w:r>
      <w:r w:rsidRPr="00A92C4A">
        <w:rPr>
          <w:rFonts w:ascii="Times New Roman" w:hAnsi="Times New Roman"/>
          <w:sz w:val="24"/>
        </w:rPr>
        <w:t xml:space="preserve">Kokkuvõttes on </w:t>
      </w:r>
      <w:commentRangeStart w:id="9"/>
      <w:r w:rsidRPr="00A92C4A">
        <w:rPr>
          <w:rFonts w:ascii="Times New Roman" w:hAnsi="Times New Roman"/>
          <w:sz w:val="24"/>
        </w:rPr>
        <w:t>mõju sihtrühmale oluline</w:t>
      </w:r>
      <w:commentRangeEnd w:id="9"/>
      <w:r w:rsidR="0009742A">
        <w:rPr>
          <w:rStyle w:val="Kommentaariviide"/>
        </w:rPr>
        <w:commentReference w:id="9"/>
      </w:r>
      <w:r w:rsidR="00DD6585">
        <w:rPr>
          <w:rFonts w:ascii="Times New Roman" w:hAnsi="Times New Roman"/>
          <w:sz w:val="24"/>
        </w:rPr>
        <w:t xml:space="preserve">, arvestades </w:t>
      </w:r>
      <w:r w:rsidR="003C5D66">
        <w:rPr>
          <w:rFonts w:ascii="Times New Roman" w:hAnsi="Times New Roman"/>
          <w:sz w:val="24"/>
        </w:rPr>
        <w:t xml:space="preserve">eelkõige </w:t>
      </w:r>
      <w:r w:rsidR="00DD6585">
        <w:rPr>
          <w:rFonts w:ascii="Times New Roman" w:hAnsi="Times New Roman"/>
          <w:sz w:val="24"/>
        </w:rPr>
        <w:t xml:space="preserve">neid </w:t>
      </w:r>
      <w:r w:rsidR="003C5D66">
        <w:rPr>
          <w:rFonts w:ascii="Times New Roman" w:hAnsi="Times New Roman"/>
          <w:sz w:val="24"/>
        </w:rPr>
        <w:t>õendusteenuse osutajaid, kellel lepingut TerK-iga</w:t>
      </w:r>
      <w:r w:rsidR="00BC2B08">
        <w:rPr>
          <w:rFonts w:ascii="Times New Roman" w:hAnsi="Times New Roman"/>
          <w:sz w:val="24"/>
        </w:rPr>
        <w:t xml:space="preserve"> veel ei ole</w:t>
      </w:r>
      <w:r w:rsidRPr="00A92C4A">
        <w:rPr>
          <w:rFonts w:ascii="Times New Roman" w:hAnsi="Times New Roman"/>
          <w:sz w:val="24"/>
        </w:rPr>
        <w:t>.</w:t>
      </w:r>
    </w:p>
    <w:p w14:paraId="138B2FBC" w14:textId="5571544C" w:rsidR="00921C30" w:rsidRDefault="00921C30" w:rsidP="00380B50">
      <w:pPr>
        <w:rPr>
          <w:rFonts w:ascii="Times New Roman" w:hAnsi="Times New Roman"/>
          <w:sz w:val="24"/>
        </w:rPr>
      </w:pPr>
    </w:p>
    <w:p w14:paraId="23CDC1C7" w14:textId="6D517E84" w:rsidR="00846035" w:rsidRDefault="001305B1" w:rsidP="00846035">
      <w:pPr>
        <w:rPr>
          <w:rFonts w:ascii="Times New Roman" w:hAnsi="Times New Roman"/>
          <w:b/>
          <w:bCs/>
          <w:sz w:val="24"/>
        </w:rPr>
      </w:pPr>
      <w:r>
        <w:rPr>
          <w:rFonts w:ascii="Times New Roman" w:hAnsi="Times New Roman"/>
          <w:b/>
          <w:bCs/>
          <w:sz w:val="24"/>
        </w:rPr>
        <w:t>M</w:t>
      </w:r>
      <w:r w:rsidR="00846035" w:rsidRPr="00AD2ECF">
        <w:rPr>
          <w:rFonts w:ascii="Times New Roman" w:hAnsi="Times New Roman"/>
          <w:b/>
          <w:bCs/>
          <w:sz w:val="24"/>
        </w:rPr>
        <w:t>õju</w:t>
      </w:r>
      <w:r>
        <w:rPr>
          <w:rFonts w:ascii="Times New Roman" w:hAnsi="Times New Roman"/>
          <w:b/>
          <w:bCs/>
          <w:sz w:val="24"/>
        </w:rPr>
        <w:t xml:space="preserve"> riigivalitsemisele</w:t>
      </w:r>
    </w:p>
    <w:p w14:paraId="1A55EDAC" w14:textId="05941AC4" w:rsidR="00846035" w:rsidRDefault="00846035" w:rsidP="008E199B">
      <w:pPr>
        <w:rPr>
          <w:rFonts w:ascii="Times New Roman" w:hAnsi="Times New Roman"/>
          <w:sz w:val="24"/>
        </w:rPr>
      </w:pPr>
    </w:p>
    <w:p w14:paraId="78B08D56" w14:textId="07776C4A" w:rsidR="008E6296" w:rsidRDefault="008E6296" w:rsidP="008E199B">
      <w:pPr>
        <w:rPr>
          <w:rFonts w:ascii="Times New Roman" w:hAnsi="Times New Roman"/>
          <w:sz w:val="24"/>
        </w:rPr>
      </w:pPr>
      <w:r>
        <w:rPr>
          <w:rFonts w:ascii="Times New Roman" w:hAnsi="Times New Roman"/>
          <w:sz w:val="24"/>
        </w:rPr>
        <w:t>Mõju sihtrühm</w:t>
      </w:r>
      <w:r w:rsidR="00846035">
        <w:rPr>
          <w:rFonts w:ascii="Times New Roman" w:hAnsi="Times New Roman"/>
          <w:sz w:val="24"/>
        </w:rPr>
        <w:t xml:space="preserve"> 1</w:t>
      </w:r>
      <w:r>
        <w:rPr>
          <w:rFonts w:ascii="Times New Roman" w:hAnsi="Times New Roman"/>
          <w:sz w:val="24"/>
        </w:rPr>
        <w:t xml:space="preserve"> </w:t>
      </w:r>
      <w:r w:rsidR="00AD2ECF">
        <w:rPr>
          <w:rFonts w:ascii="Times New Roman" w:hAnsi="Times New Roman"/>
          <w:sz w:val="24"/>
        </w:rPr>
        <w:t>–</w:t>
      </w:r>
      <w:r>
        <w:rPr>
          <w:rFonts w:ascii="Times New Roman" w:hAnsi="Times New Roman"/>
          <w:sz w:val="24"/>
        </w:rPr>
        <w:t xml:space="preserve"> </w:t>
      </w:r>
      <w:r w:rsidR="00AD2ECF">
        <w:rPr>
          <w:rFonts w:ascii="Times New Roman" w:hAnsi="Times New Roman"/>
          <w:sz w:val="24"/>
        </w:rPr>
        <w:t>SKA</w:t>
      </w:r>
    </w:p>
    <w:p w14:paraId="318E8CD6" w14:textId="0B81F9ED" w:rsidR="00AD2ECF" w:rsidRDefault="00AD2ECF" w:rsidP="008E199B">
      <w:pPr>
        <w:rPr>
          <w:rFonts w:ascii="Times New Roman" w:hAnsi="Times New Roman"/>
          <w:sz w:val="24"/>
        </w:rPr>
      </w:pPr>
    </w:p>
    <w:p w14:paraId="15306F1F" w14:textId="7B8053EB" w:rsidR="00CC0F2F" w:rsidRPr="00EA7A38" w:rsidRDefault="00AD2ECF">
      <w:pPr>
        <w:rPr>
          <w:rFonts w:ascii="Times New Roman" w:hAnsi="Times New Roman"/>
          <w:sz w:val="24"/>
        </w:rPr>
      </w:pPr>
      <w:r w:rsidRPr="0D90AB75">
        <w:rPr>
          <w:rFonts w:ascii="Times New Roman" w:hAnsi="Times New Roman"/>
          <w:sz w:val="24"/>
        </w:rPr>
        <w:t>Muudatus mõjutab S</w:t>
      </w:r>
      <w:r w:rsidR="00C3667E" w:rsidRPr="0D90AB75">
        <w:rPr>
          <w:rFonts w:ascii="Times New Roman" w:hAnsi="Times New Roman"/>
          <w:sz w:val="24"/>
        </w:rPr>
        <w:t>KA-</w:t>
      </w:r>
      <w:r w:rsidR="00B03467" w:rsidRPr="0D90AB75">
        <w:rPr>
          <w:rFonts w:ascii="Times New Roman" w:hAnsi="Times New Roman"/>
          <w:sz w:val="24"/>
        </w:rPr>
        <w:t>d</w:t>
      </w:r>
      <w:r w:rsidR="00C3667E" w:rsidRPr="0D90AB75">
        <w:rPr>
          <w:rFonts w:ascii="Times New Roman" w:hAnsi="Times New Roman"/>
          <w:sz w:val="24"/>
        </w:rPr>
        <w:t>.</w:t>
      </w:r>
      <w:r w:rsidR="00073BAC" w:rsidRPr="0D90AB75">
        <w:rPr>
          <w:rFonts w:ascii="Times New Roman" w:hAnsi="Times New Roman"/>
          <w:sz w:val="24"/>
        </w:rPr>
        <w:t xml:space="preserve"> </w:t>
      </w:r>
    </w:p>
    <w:p w14:paraId="79A8A9EA" w14:textId="2966F5B8" w:rsidR="00D66B77" w:rsidRDefault="00D66B77" w:rsidP="008E199B">
      <w:pPr>
        <w:rPr>
          <w:rFonts w:ascii="Times New Roman" w:hAnsi="Times New Roman"/>
          <w:sz w:val="24"/>
        </w:rPr>
      </w:pPr>
    </w:p>
    <w:p w14:paraId="39505825" w14:textId="6DAA165C" w:rsidR="001918BB" w:rsidRDefault="00D66B77" w:rsidP="001918BB">
      <w:pPr>
        <w:rPr>
          <w:rFonts w:ascii="Times New Roman" w:hAnsi="Times New Roman"/>
          <w:sz w:val="24"/>
        </w:rPr>
      </w:pPr>
      <w:r>
        <w:rPr>
          <w:rFonts w:ascii="Times New Roman" w:hAnsi="Times New Roman"/>
          <w:sz w:val="24"/>
        </w:rPr>
        <w:t>Töökorralduslikus mõttes kaasnevad SKA</w:t>
      </w:r>
      <w:r w:rsidR="004814AF">
        <w:rPr>
          <w:rFonts w:ascii="Times New Roman" w:hAnsi="Times New Roman"/>
          <w:sz w:val="24"/>
        </w:rPr>
        <w:t>-</w:t>
      </w:r>
      <w:r>
        <w:rPr>
          <w:rFonts w:ascii="Times New Roman" w:hAnsi="Times New Roman"/>
          <w:sz w:val="24"/>
        </w:rPr>
        <w:t xml:space="preserve">le minimaalsed mõjud </w:t>
      </w:r>
      <w:r w:rsidR="00976AE9">
        <w:rPr>
          <w:rFonts w:ascii="Times New Roman" w:hAnsi="Times New Roman"/>
          <w:sz w:val="24"/>
        </w:rPr>
        <w:t xml:space="preserve">seoses </w:t>
      </w:r>
      <w:r w:rsidR="00A67901">
        <w:rPr>
          <w:rFonts w:ascii="Times New Roman" w:hAnsi="Times New Roman"/>
          <w:sz w:val="24"/>
        </w:rPr>
        <w:t xml:space="preserve">uute teenusehindade </w:t>
      </w:r>
      <w:r w:rsidR="00AC2F4A">
        <w:rPr>
          <w:rFonts w:ascii="Times New Roman" w:hAnsi="Times New Roman"/>
          <w:sz w:val="24"/>
        </w:rPr>
        <w:t>välja</w:t>
      </w:r>
      <w:r w:rsidR="00A67901">
        <w:rPr>
          <w:rFonts w:ascii="Times New Roman" w:hAnsi="Times New Roman"/>
          <w:sz w:val="24"/>
        </w:rPr>
        <w:t xml:space="preserve">arvutamisega </w:t>
      </w:r>
      <w:r w:rsidR="00BC2B08">
        <w:rPr>
          <w:rFonts w:ascii="Times New Roman" w:hAnsi="Times New Roman"/>
          <w:sz w:val="24"/>
        </w:rPr>
        <w:t>ja</w:t>
      </w:r>
      <w:r w:rsidR="00A67901">
        <w:rPr>
          <w:rFonts w:ascii="Times New Roman" w:hAnsi="Times New Roman"/>
          <w:sz w:val="24"/>
        </w:rPr>
        <w:t xml:space="preserve"> </w:t>
      </w:r>
      <w:r w:rsidR="00610CEF">
        <w:rPr>
          <w:rFonts w:ascii="Times New Roman" w:hAnsi="Times New Roman"/>
          <w:sz w:val="24"/>
        </w:rPr>
        <w:t>nende lisamisega koondaruandesse</w:t>
      </w:r>
      <w:r w:rsidR="00F3260E">
        <w:rPr>
          <w:rFonts w:ascii="Times New Roman" w:hAnsi="Times New Roman"/>
          <w:sz w:val="24"/>
        </w:rPr>
        <w:t>.</w:t>
      </w:r>
      <w:r w:rsidR="00610CEF">
        <w:rPr>
          <w:rFonts w:ascii="Times New Roman" w:hAnsi="Times New Roman"/>
          <w:sz w:val="24"/>
        </w:rPr>
        <w:t xml:space="preserve"> </w:t>
      </w:r>
      <w:r w:rsidR="00504ECC">
        <w:rPr>
          <w:rFonts w:ascii="Times New Roman" w:hAnsi="Times New Roman"/>
          <w:sz w:val="24"/>
        </w:rPr>
        <w:t xml:space="preserve">See on ühekordne tegevus, mis </w:t>
      </w:r>
      <w:r w:rsidR="00272ECA">
        <w:rPr>
          <w:rFonts w:ascii="Times New Roman" w:hAnsi="Times New Roman"/>
          <w:sz w:val="24"/>
        </w:rPr>
        <w:t xml:space="preserve">tähendab hinnanguliselt </w:t>
      </w:r>
      <w:commentRangeStart w:id="10"/>
      <w:r w:rsidR="00272ECA">
        <w:rPr>
          <w:rFonts w:ascii="Times New Roman" w:hAnsi="Times New Roman"/>
          <w:sz w:val="24"/>
        </w:rPr>
        <w:t>umbes</w:t>
      </w:r>
      <w:r w:rsidR="00504ECC">
        <w:rPr>
          <w:rFonts w:ascii="Times New Roman" w:hAnsi="Times New Roman"/>
          <w:sz w:val="24"/>
        </w:rPr>
        <w:t xml:space="preserve"> vii</w:t>
      </w:r>
      <w:r w:rsidR="00272ECA">
        <w:rPr>
          <w:rFonts w:ascii="Times New Roman" w:hAnsi="Times New Roman"/>
          <w:sz w:val="24"/>
        </w:rPr>
        <w:t>e</w:t>
      </w:r>
      <w:r w:rsidR="00504ECC">
        <w:rPr>
          <w:rFonts w:ascii="Times New Roman" w:hAnsi="Times New Roman"/>
          <w:sz w:val="24"/>
        </w:rPr>
        <w:t xml:space="preserve"> </w:t>
      </w:r>
      <w:r w:rsidR="00AC2F4A">
        <w:rPr>
          <w:rFonts w:ascii="Times New Roman" w:hAnsi="Times New Roman"/>
          <w:sz w:val="24"/>
        </w:rPr>
        <w:t>SKA ametniku</w:t>
      </w:r>
      <w:r w:rsidR="00272ECA">
        <w:rPr>
          <w:rFonts w:ascii="Times New Roman" w:hAnsi="Times New Roman"/>
          <w:sz w:val="24"/>
        </w:rPr>
        <w:t xml:space="preserve"> </w:t>
      </w:r>
      <w:commentRangeEnd w:id="10"/>
      <w:r w:rsidR="00847B26">
        <w:rPr>
          <w:rStyle w:val="Kommentaariviide"/>
        </w:rPr>
        <w:commentReference w:id="10"/>
      </w:r>
      <w:r w:rsidR="00272ECA">
        <w:rPr>
          <w:rFonts w:ascii="Times New Roman" w:hAnsi="Times New Roman"/>
          <w:sz w:val="24"/>
        </w:rPr>
        <w:t>töökoormuse mõningast kasvu</w:t>
      </w:r>
      <w:r w:rsidR="00AC2F4A">
        <w:rPr>
          <w:rFonts w:ascii="Times New Roman" w:hAnsi="Times New Roman"/>
          <w:sz w:val="24"/>
        </w:rPr>
        <w:t xml:space="preserve">. </w:t>
      </w:r>
      <w:r w:rsidR="00C80F0D">
        <w:rPr>
          <w:rFonts w:ascii="Times New Roman" w:hAnsi="Times New Roman"/>
          <w:sz w:val="24"/>
        </w:rPr>
        <w:t xml:space="preserve">Muudatuse tulemusel </w:t>
      </w:r>
      <w:r w:rsidR="0030618D" w:rsidRPr="002F139F">
        <w:rPr>
          <w:rFonts w:ascii="Times New Roman" w:hAnsi="Times New Roman"/>
          <w:sz w:val="24"/>
        </w:rPr>
        <w:t>nähakse s</w:t>
      </w:r>
      <w:r w:rsidR="001918BB" w:rsidRPr="002F139F">
        <w:rPr>
          <w:rFonts w:ascii="Times New Roman" w:hAnsi="Times New Roman"/>
          <w:sz w:val="24"/>
        </w:rPr>
        <w:t>eni SKA eelarves ette</w:t>
      </w:r>
      <w:r w:rsidR="00172939">
        <w:rPr>
          <w:rFonts w:ascii="Times New Roman" w:hAnsi="Times New Roman"/>
          <w:sz w:val="24"/>
        </w:rPr>
        <w:t xml:space="preserve"> </w:t>
      </w:r>
      <w:r w:rsidR="001918BB" w:rsidRPr="002F139F">
        <w:rPr>
          <w:rFonts w:ascii="Times New Roman" w:hAnsi="Times New Roman"/>
          <w:sz w:val="24"/>
        </w:rPr>
        <w:t xml:space="preserve">nähtud </w:t>
      </w:r>
      <w:r w:rsidR="0030618D" w:rsidRPr="002F139F">
        <w:rPr>
          <w:rFonts w:ascii="Times New Roman" w:hAnsi="Times New Roman"/>
          <w:sz w:val="24"/>
        </w:rPr>
        <w:t xml:space="preserve">iseseisva </w:t>
      </w:r>
      <w:r w:rsidR="001918BB" w:rsidRPr="002F139F">
        <w:rPr>
          <w:rFonts w:ascii="Times New Roman" w:hAnsi="Times New Roman"/>
          <w:sz w:val="24"/>
        </w:rPr>
        <w:t xml:space="preserve">õendusabi rahastamiseks mõeldud summad riigieelarvega </w:t>
      </w:r>
      <w:r w:rsidR="002F139F" w:rsidRPr="002F139F">
        <w:rPr>
          <w:rFonts w:ascii="Times New Roman" w:hAnsi="Times New Roman"/>
          <w:sz w:val="24"/>
        </w:rPr>
        <w:t xml:space="preserve">ette </w:t>
      </w:r>
      <w:r w:rsidR="001918BB" w:rsidRPr="002F139F">
        <w:rPr>
          <w:rFonts w:ascii="Times New Roman" w:hAnsi="Times New Roman"/>
          <w:sz w:val="24"/>
        </w:rPr>
        <w:t>Ter</w:t>
      </w:r>
      <w:r w:rsidR="00F974B7" w:rsidRPr="002F139F">
        <w:rPr>
          <w:rFonts w:ascii="Times New Roman" w:hAnsi="Times New Roman"/>
          <w:sz w:val="24"/>
        </w:rPr>
        <w:t>K-i</w:t>
      </w:r>
      <w:r w:rsidR="002F139F" w:rsidRPr="002F139F">
        <w:rPr>
          <w:rFonts w:ascii="Times New Roman" w:hAnsi="Times New Roman"/>
          <w:sz w:val="24"/>
        </w:rPr>
        <w:t xml:space="preserve"> eelarves</w:t>
      </w:r>
      <w:r w:rsidR="001918BB" w:rsidRPr="00BE4706">
        <w:rPr>
          <w:rFonts w:ascii="Times New Roman" w:hAnsi="Times New Roman"/>
          <w:sz w:val="24"/>
        </w:rPr>
        <w:t>.</w:t>
      </w:r>
      <w:r w:rsidR="004E7B96">
        <w:rPr>
          <w:rFonts w:ascii="Times New Roman" w:hAnsi="Times New Roman"/>
          <w:sz w:val="24"/>
        </w:rPr>
        <w:t xml:space="preserve"> Edaspidi </w:t>
      </w:r>
      <w:r w:rsidR="00F974B7">
        <w:rPr>
          <w:rFonts w:ascii="Times New Roman" w:hAnsi="Times New Roman"/>
          <w:sz w:val="24"/>
        </w:rPr>
        <w:t>katab</w:t>
      </w:r>
      <w:r w:rsidR="004E7B96">
        <w:rPr>
          <w:rFonts w:ascii="Times New Roman" w:hAnsi="Times New Roman"/>
          <w:sz w:val="24"/>
        </w:rPr>
        <w:t xml:space="preserve"> SKA </w:t>
      </w:r>
      <w:r w:rsidR="00AC35A0" w:rsidRPr="00D73418">
        <w:rPr>
          <w:rFonts w:ascii="Times New Roman" w:hAnsi="Times New Roman"/>
          <w:sz w:val="24"/>
        </w:rPr>
        <w:t xml:space="preserve">tervishoiuga seoses </w:t>
      </w:r>
      <w:r w:rsidR="00761ADB" w:rsidRPr="00D73418">
        <w:rPr>
          <w:rFonts w:ascii="Times New Roman" w:hAnsi="Times New Roman"/>
          <w:sz w:val="24"/>
        </w:rPr>
        <w:t xml:space="preserve">ööpäevaringse erihooldusteenuse </w:t>
      </w:r>
      <w:r w:rsidR="004E7B96" w:rsidRPr="00D73418">
        <w:rPr>
          <w:rFonts w:ascii="Times New Roman" w:hAnsi="Times New Roman"/>
          <w:sz w:val="24"/>
        </w:rPr>
        <w:t>maksimaalse maksumu</w:t>
      </w:r>
      <w:r w:rsidR="00E402DA" w:rsidRPr="00D73418" w:rsidDel="00E402DA">
        <w:rPr>
          <w:rFonts w:ascii="Times New Roman" w:hAnsi="Times New Roman"/>
          <w:sz w:val="24"/>
        </w:rPr>
        <w:t>s</w:t>
      </w:r>
      <w:r w:rsidR="004E7B96" w:rsidRPr="00D73418">
        <w:rPr>
          <w:rFonts w:ascii="Times New Roman" w:hAnsi="Times New Roman"/>
          <w:sz w:val="24"/>
        </w:rPr>
        <w:t xml:space="preserve">e </w:t>
      </w:r>
      <w:r w:rsidR="00F35B53" w:rsidRPr="00D73418">
        <w:rPr>
          <w:rFonts w:ascii="Times New Roman" w:hAnsi="Times New Roman"/>
          <w:sz w:val="24"/>
        </w:rPr>
        <w:t>arvelt</w:t>
      </w:r>
      <w:r w:rsidR="00F974B7">
        <w:rPr>
          <w:rFonts w:ascii="Times New Roman" w:hAnsi="Times New Roman"/>
          <w:sz w:val="24"/>
        </w:rPr>
        <w:t xml:space="preserve"> vaid </w:t>
      </w:r>
      <w:r w:rsidR="004E7B96" w:rsidRPr="004E7B96">
        <w:rPr>
          <w:rFonts w:ascii="Times New Roman" w:hAnsi="Times New Roman"/>
          <w:sz w:val="24"/>
        </w:rPr>
        <w:t>isiku personaalsesse ravi</w:t>
      </w:r>
      <w:r w:rsidR="00341606">
        <w:rPr>
          <w:rFonts w:ascii="Times New Roman" w:hAnsi="Times New Roman"/>
          <w:sz w:val="24"/>
        </w:rPr>
        <w:t>skeemi</w:t>
      </w:r>
      <w:r w:rsidR="004E7B96" w:rsidRPr="004E7B96">
        <w:rPr>
          <w:rFonts w:ascii="Times New Roman" w:hAnsi="Times New Roman"/>
          <w:sz w:val="24"/>
        </w:rPr>
        <w:t xml:space="preserve"> kuuluvate ravimite </w:t>
      </w:r>
      <w:r w:rsidR="00B8423C" w:rsidRPr="00D73418">
        <w:rPr>
          <w:rFonts w:ascii="Times New Roman" w:hAnsi="Times New Roman"/>
          <w:sz w:val="24"/>
        </w:rPr>
        <w:t>manustamiskordadeks jagami</w:t>
      </w:r>
      <w:r w:rsidR="00B065D2" w:rsidRPr="00D73418">
        <w:rPr>
          <w:rFonts w:ascii="Times New Roman" w:hAnsi="Times New Roman"/>
          <w:sz w:val="24"/>
        </w:rPr>
        <w:t xml:space="preserve">se </w:t>
      </w:r>
      <w:r w:rsidR="004E7B96" w:rsidRPr="004E7B96">
        <w:rPr>
          <w:rFonts w:ascii="Times New Roman" w:hAnsi="Times New Roman"/>
          <w:sz w:val="24"/>
        </w:rPr>
        <w:t>kulu</w:t>
      </w:r>
      <w:r w:rsidR="00F974B7">
        <w:rPr>
          <w:rFonts w:ascii="Times New Roman" w:hAnsi="Times New Roman"/>
          <w:sz w:val="24"/>
        </w:rPr>
        <w:t>.</w:t>
      </w:r>
    </w:p>
    <w:p w14:paraId="46AB7384" w14:textId="56EFA70B" w:rsidR="00AB02F7" w:rsidRDefault="00AB02F7" w:rsidP="00AB02F7">
      <w:pPr>
        <w:rPr>
          <w:rFonts w:ascii="Times New Roman" w:hAnsi="Times New Roman"/>
          <w:sz w:val="24"/>
        </w:rPr>
      </w:pPr>
    </w:p>
    <w:p w14:paraId="34C4F144" w14:textId="6343DCEF" w:rsidR="00D66B77" w:rsidRDefault="00D66B77" w:rsidP="001918BB">
      <w:pPr>
        <w:rPr>
          <w:rFonts w:ascii="Times New Roman" w:hAnsi="Times New Roman"/>
          <w:sz w:val="24"/>
        </w:rPr>
      </w:pPr>
      <w:r>
        <w:rPr>
          <w:rFonts w:ascii="Times New Roman" w:hAnsi="Times New Roman"/>
          <w:sz w:val="24"/>
        </w:rPr>
        <w:t>Muudatustega ei kaasne SKA-le IT-arenduste kulu.</w:t>
      </w:r>
    </w:p>
    <w:p w14:paraId="26463FFA" w14:textId="3D7FA4AD" w:rsidR="007F5500" w:rsidRDefault="007F5500" w:rsidP="00AB02F7">
      <w:pPr>
        <w:rPr>
          <w:rFonts w:ascii="Times New Roman" w:hAnsi="Times New Roman"/>
          <w:sz w:val="24"/>
        </w:rPr>
      </w:pPr>
    </w:p>
    <w:p w14:paraId="01B65D9E" w14:textId="2719FE65" w:rsidR="00AB02F7" w:rsidRDefault="00AB02F7" w:rsidP="00AB02F7">
      <w:pPr>
        <w:rPr>
          <w:rFonts w:ascii="Times New Roman" w:hAnsi="Times New Roman"/>
          <w:sz w:val="24"/>
        </w:rPr>
      </w:pPr>
      <w:r w:rsidRPr="00A92C4A">
        <w:rPr>
          <w:rFonts w:ascii="Times New Roman" w:hAnsi="Times New Roman"/>
          <w:sz w:val="24"/>
        </w:rPr>
        <w:t xml:space="preserve">Muudatuse </w:t>
      </w:r>
      <w:r>
        <w:rPr>
          <w:rFonts w:ascii="Times New Roman" w:hAnsi="Times New Roman"/>
          <w:sz w:val="24"/>
        </w:rPr>
        <w:t>riigivalitsemist puudutava</w:t>
      </w:r>
      <w:r w:rsidRPr="00A92C4A">
        <w:rPr>
          <w:rFonts w:ascii="Times New Roman" w:hAnsi="Times New Roman"/>
          <w:sz w:val="24"/>
        </w:rPr>
        <w:t xml:space="preserve"> mõju ulatus sihtrühmale on </w:t>
      </w:r>
      <w:r w:rsidR="00A16FFD">
        <w:rPr>
          <w:rFonts w:ascii="Times New Roman" w:hAnsi="Times New Roman"/>
          <w:sz w:val="24"/>
        </w:rPr>
        <w:t>väike</w:t>
      </w:r>
      <w:r w:rsidR="00A16FFD" w:rsidRPr="00A92C4A">
        <w:rPr>
          <w:rFonts w:ascii="Times New Roman" w:hAnsi="Times New Roman"/>
          <w:sz w:val="24"/>
        </w:rPr>
        <w:t xml:space="preserve">, kuna sihtrühma käitumises </w:t>
      </w:r>
      <w:r w:rsidR="00A16FFD" w:rsidRPr="00C83B95">
        <w:rPr>
          <w:rFonts w:ascii="Times New Roman" w:hAnsi="Times New Roman"/>
          <w:sz w:val="24"/>
        </w:rPr>
        <w:t>erilisi muutusi ei toimu ning tarvidus muu</w:t>
      </w:r>
      <w:r w:rsidR="001305B1">
        <w:rPr>
          <w:rFonts w:ascii="Times New Roman" w:hAnsi="Times New Roman"/>
          <w:sz w:val="24"/>
        </w:rPr>
        <w:t>datusega</w:t>
      </w:r>
      <w:r w:rsidR="00A16FFD" w:rsidRPr="00C83B95">
        <w:rPr>
          <w:rFonts w:ascii="Times New Roman" w:hAnsi="Times New Roman"/>
          <w:sz w:val="24"/>
        </w:rPr>
        <w:t xml:space="preserve"> kohanemiseks mõeldud tegevuste järele</w:t>
      </w:r>
      <w:r w:rsidR="001305B1">
        <w:rPr>
          <w:rFonts w:ascii="Times New Roman" w:hAnsi="Times New Roman"/>
          <w:sz w:val="24"/>
        </w:rPr>
        <w:t xml:space="preserve"> </w:t>
      </w:r>
      <w:r w:rsidR="001305B1" w:rsidRPr="00C83B95">
        <w:rPr>
          <w:rFonts w:ascii="Times New Roman" w:hAnsi="Times New Roman"/>
          <w:sz w:val="24"/>
        </w:rPr>
        <w:t>puudub</w:t>
      </w:r>
      <w:r w:rsidR="001305B1">
        <w:rPr>
          <w:rFonts w:ascii="Times New Roman" w:hAnsi="Times New Roman"/>
          <w:sz w:val="24"/>
        </w:rPr>
        <w:t xml:space="preserve">. </w:t>
      </w:r>
      <w:r w:rsidR="001305B1">
        <w:rPr>
          <w:rFonts w:ascii="Times New Roman" w:hAnsi="Times New Roman"/>
          <w:sz w:val="24"/>
        </w:rPr>
        <w:lastRenderedPageBreak/>
        <w:t>M</w:t>
      </w:r>
      <w:r w:rsidRPr="00A92C4A">
        <w:rPr>
          <w:rFonts w:ascii="Times New Roman" w:hAnsi="Times New Roman"/>
          <w:sz w:val="24"/>
        </w:rPr>
        <w:t xml:space="preserve">õju </w:t>
      </w:r>
      <w:r w:rsidR="00AD4DFD">
        <w:rPr>
          <w:rFonts w:ascii="Times New Roman" w:hAnsi="Times New Roman"/>
          <w:sz w:val="24"/>
        </w:rPr>
        <w:t xml:space="preserve">avaldumise </w:t>
      </w:r>
      <w:r w:rsidRPr="00A92C4A">
        <w:rPr>
          <w:rFonts w:ascii="Times New Roman" w:hAnsi="Times New Roman"/>
          <w:sz w:val="24"/>
        </w:rPr>
        <w:t>sagedus on</w:t>
      </w:r>
      <w:r w:rsidR="009B246D">
        <w:rPr>
          <w:rFonts w:ascii="Times New Roman" w:hAnsi="Times New Roman"/>
          <w:sz w:val="24"/>
        </w:rPr>
        <w:t xml:space="preserve"> väike</w:t>
      </w:r>
      <w:r w:rsidR="00A16FFD">
        <w:rPr>
          <w:rFonts w:ascii="Times New Roman" w:hAnsi="Times New Roman"/>
          <w:sz w:val="24"/>
        </w:rPr>
        <w:t xml:space="preserve">, kuna </w:t>
      </w:r>
      <w:r w:rsidR="00643715">
        <w:rPr>
          <w:rFonts w:ascii="Times New Roman" w:hAnsi="Times New Roman"/>
          <w:sz w:val="24"/>
        </w:rPr>
        <w:t xml:space="preserve">muudatus </w:t>
      </w:r>
      <w:r w:rsidR="00FF4105">
        <w:rPr>
          <w:rFonts w:ascii="Times New Roman" w:hAnsi="Times New Roman"/>
          <w:sz w:val="24"/>
        </w:rPr>
        <w:t>on ühekordne</w:t>
      </w:r>
      <w:r w:rsidRPr="00A92C4A">
        <w:rPr>
          <w:rFonts w:ascii="Times New Roman" w:hAnsi="Times New Roman"/>
          <w:sz w:val="24"/>
        </w:rPr>
        <w:t>. Mõjutatud sihtrühma suurus on</w:t>
      </w:r>
      <w:r>
        <w:rPr>
          <w:rFonts w:ascii="Times New Roman" w:hAnsi="Times New Roman"/>
          <w:sz w:val="24"/>
        </w:rPr>
        <w:t xml:space="preserve"> väike. </w:t>
      </w:r>
      <w:r w:rsidRPr="00A92C4A">
        <w:rPr>
          <w:rFonts w:ascii="Times New Roman" w:hAnsi="Times New Roman"/>
          <w:sz w:val="24"/>
        </w:rPr>
        <w:t>Ebasoovitava</w:t>
      </w:r>
      <w:r>
        <w:rPr>
          <w:rFonts w:ascii="Times New Roman" w:hAnsi="Times New Roman"/>
          <w:sz w:val="24"/>
        </w:rPr>
        <w:t>id mõjusid ei tuvastatud</w:t>
      </w:r>
      <w:r w:rsidRPr="00A92C4A">
        <w:rPr>
          <w:rFonts w:ascii="Times New Roman" w:hAnsi="Times New Roman"/>
          <w:sz w:val="24"/>
        </w:rPr>
        <w:t xml:space="preserve">. Kokkuvõttes on mõju sihtrühmale </w:t>
      </w:r>
      <w:r w:rsidR="00A16FFD">
        <w:rPr>
          <w:rFonts w:ascii="Times New Roman" w:hAnsi="Times New Roman"/>
          <w:sz w:val="24"/>
        </w:rPr>
        <w:t>vähe</w:t>
      </w:r>
      <w:r w:rsidRPr="00A92C4A">
        <w:rPr>
          <w:rFonts w:ascii="Times New Roman" w:hAnsi="Times New Roman"/>
          <w:sz w:val="24"/>
        </w:rPr>
        <w:t>oluline.</w:t>
      </w:r>
    </w:p>
    <w:p w14:paraId="2D17D4CF" w14:textId="28E6186E" w:rsidR="001918BB" w:rsidRDefault="001918BB" w:rsidP="008E199B">
      <w:pPr>
        <w:rPr>
          <w:rFonts w:ascii="Times New Roman" w:hAnsi="Times New Roman"/>
          <w:b/>
          <w:bCs/>
          <w:sz w:val="24"/>
        </w:rPr>
      </w:pPr>
    </w:p>
    <w:p w14:paraId="1DC41F56" w14:textId="41B34AA8" w:rsidR="00AD2ECF" w:rsidRDefault="00AD2ECF" w:rsidP="008E199B">
      <w:pPr>
        <w:rPr>
          <w:rFonts w:ascii="Times New Roman" w:hAnsi="Times New Roman"/>
          <w:sz w:val="24"/>
        </w:rPr>
      </w:pPr>
      <w:r w:rsidRPr="00C3667E">
        <w:rPr>
          <w:rFonts w:ascii="Times New Roman" w:hAnsi="Times New Roman"/>
          <w:sz w:val="24"/>
        </w:rPr>
        <w:t xml:space="preserve">Mõju sihtrühm </w:t>
      </w:r>
      <w:r w:rsidR="00846035" w:rsidRPr="00C3667E">
        <w:rPr>
          <w:rFonts w:ascii="Times New Roman" w:hAnsi="Times New Roman"/>
          <w:sz w:val="24"/>
        </w:rPr>
        <w:t>2</w:t>
      </w:r>
      <w:r w:rsidRPr="00C3667E">
        <w:rPr>
          <w:rFonts w:ascii="Times New Roman" w:hAnsi="Times New Roman"/>
          <w:sz w:val="24"/>
        </w:rPr>
        <w:t xml:space="preserve"> </w:t>
      </w:r>
      <w:r w:rsidR="00C3667E">
        <w:rPr>
          <w:rFonts w:ascii="Times New Roman" w:hAnsi="Times New Roman"/>
          <w:sz w:val="24"/>
        </w:rPr>
        <w:t>–</w:t>
      </w:r>
      <w:r w:rsidRPr="00C3667E">
        <w:rPr>
          <w:rFonts w:ascii="Times New Roman" w:hAnsi="Times New Roman"/>
          <w:sz w:val="24"/>
        </w:rPr>
        <w:t xml:space="preserve"> </w:t>
      </w:r>
      <w:r w:rsidR="00846035" w:rsidRPr="00C3667E">
        <w:rPr>
          <w:rFonts w:ascii="Times New Roman" w:hAnsi="Times New Roman"/>
          <w:sz w:val="24"/>
        </w:rPr>
        <w:t>Te</w:t>
      </w:r>
      <w:r w:rsidR="00C3667E" w:rsidRPr="00C3667E">
        <w:rPr>
          <w:rFonts w:ascii="Times New Roman" w:hAnsi="Times New Roman"/>
          <w:sz w:val="24"/>
        </w:rPr>
        <w:t>rK</w:t>
      </w:r>
      <w:r w:rsidR="00E87627">
        <w:rPr>
          <w:rFonts w:ascii="Times New Roman" w:hAnsi="Times New Roman"/>
          <w:sz w:val="24"/>
        </w:rPr>
        <w:t xml:space="preserve"> ja riigieelarve</w:t>
      </w:r>
    </w:p>
    <w:p w14:paraId="50086B70" w14:textId="22339264" w:rsidR="00C3667E" w:rsidRDefault="00C3667E" w:rsidP="008E199B">
      <w:pPr>
        <w:rPr>
          <w:rFonts w:ascii="Times New Roman" w:hAnsi="Times New Roman"/>
          <w:sz w:val="24"/>
        </w:rPr>
      </w:pPr>
    </w:p>
    <w:p w14:paraId="12AD4A07" w14:textId="02460AC5" w:rsidR="002D07BA" w:rsidRDefault="00C3667E" w:rsidP="00943540">
      <w:pPr>
        <w:rPr>
          <w:rFonts w:ascii="Times New Roman" w:hAnsi="Times New Roman"/>
          <w:sz w:val="24"/>
        </w:rPr>
      </w:pPr>
      <w:r>
        <w:rPr>
          <w:rFonts w:ascii="Times New Roman" w:hAnsi="Times New Roman"/>
          <w:sz w:val="24"/>
        </w:rPr>
        <w:t>Muudatus mõjutab TerK-</w:t>
      </w:r>
      <w:r w:rsidR="00B03467">
        <w:rPr>
          <w:rFonts w:ascii="Times New Roman" w:hAnsi="Times New Roman"/>
          <w:sz w:val="24"/>
        </w:rPr>
        <w:t>i</w:t>
      </w:r>
      <w:r w:rsidR="006D466F">
        <w:rPr>
          <w:rFonts w:ascii="Times New Roman" w:hAnsi="Times New Roman"/>
          <w:sz w:val="24"/>
        </w:rPr>
        <w:t xml:space="preserve">. Iseseisva õendusabi saajate hulka lisanduvad erihoolekandeteenuse saajad, </w:t>
      </w:r>
      <w:r w:rsidR="00BE4706">
        <w:rPr>
          <w:rFonts w:ascii="Times New Roman" w:hAnsi="Times New Roman"/>
          <w:sz w:val="24"/>
        </w:rPr>
        <w:t xml:space="preserve">kelle </w:t>
      </w:r>
      <w:r w:rsidR="00D42105">
        <w:rPr>
          <w:rFonts w:ascii="Times New Roman" w:hAnsi="Times New Roman"/>
          <w:sz w:val="24"/>
        </w:rPr>
        <w:t xml:space="preserve">jaoks </w:t>
      </w:r>
      <w:r w:rsidR="00943540" w:rsidRPr="00380B50">
        <w:rPr>
          <w:rFonts w:ascii="Times New Roman" w:hAnsi="Times New Roman"/>
          <w:sz w:val="24"/>
        </w:rPr>
        <w:t>loob Ter</w:t>
      </w:r>
      <w:r w:rsidR="00D42105">
        <w:rPr>
          <w:rFonts w:ascii="Times New Roman" w:hAnsi="Times New Roman"/>
          <w:sz w:val="24"/>
        </w:rPr>
        <w:t>K</w:t>
      </w:r>
      <w:r w:rsidR="00943540" w:rsidRPr="00380B50">
        <w:rPr>
          <w:rFonts w:ascii="Times New Roman" w:hAnsi="Times New Roman"/>
          <w:sz w:val="24"/>
        </w:rPr>
        <w:t xml:space="preserve"> uue teenus</w:t>
      </w:r>
      <w:r w:rsidR="00F17E5B">
        <w:rPr>
          <w:rFonts w:ascii="Times New Roman" w:hAnsi="Times New Roman"/>
          <w:sz w:val="24"/>
        </w:rPr>
        <w:t>e</w:t>
      </w:r>
      <w:r w:rsidR="00943540" w:rsidRPr="00380B50">
        <w:rPr>
          <w:rFonts w:ascii="Times New Roman" w:hAnsi="Times New Roman"/>
          <w:sz w:val="24"/>
        </w:rPr>
        <w:t>mudeli</w:t>
      </w:r>
      <w:r w:rsidR="002D07BA">
        <w:rPr>
          <w:rFonts w:ascii="Times New Roman" w:hAnsi="Times New Roman"/>
          <w:sz w:val="24"/>
        </w:rPr>
        <w:t>, kuid lähtub juba välja</w:t>
      </w:r>
      <w:r w:rsidR="00F17E5B">
        <w:rPr>
          <w:rFonts w:ascii="Times New Roman" w:hAnsi="Times New Roman"/>
          <w:sz w:val="24"/>
        </w:rPr>
        <w:t xml:space="preserve"> töötatud</w:t>
      </w:r>
      <w:r w:rsidR="002D07BA">
        <w:rPr>
          <w:rFonts w:ascii="Times New Roman" w:hAnsi="Times New Roman"/>
          <w:sz w:val="24"/>
        </w:rPr>
        <w:t xml:space="preserve"> tööprotsessist ja kasutab </w:t>
      </w:r>
      <w:r w:rsidR="00B67578">
        <w:rPr>
          <w:rFonts w:ascii="Times New Roman" w:hAnsi="Times New Roman"/>
          <w:sz w:val="24"/>
        </w:rPr>
        <w:t>olemasolevaid süsteeme</w:t>
      </w:r>
      <w:r w:rsidR="00D42105">
        <w:rPr>
          <w:rFonts w:ascii="Times New Roman" w:hAnsi="Times New Roman"/>
          <w:sz w:val="24"/>
        </w:rPr>
        <w:t>.</w:t>
      </w:r>
      <w:r w:rsidR="00943540" w:rsidRPr="00380B50">
        <w:rPr>
          <w:rFonts w:ascii="Times New Roman" w:hAnsi="Times New Roman"/>
          <w:sz w:val="24"/>
        </w:rPr>
        <w:t xml:space="preserve"> </w:t>
      </w:r>
      <w:r w:rsidR="00D42105">
        <w:rPr>
          <w:rFonts w:ascii="Times New Roman" w:hAnsi="Times New Roman"/>
          <w:sz w:val="24"/>
        </w:rPr>
        <w:t xml:space="preserve">Muudatus tähendab TerK-i jaoks eeldatavasti </w:t>
      </w:r>
      <w:r w:rsidR="00841657">
        <w:rPr>
          <w:rFonts w:ascii="Times New Roman" w:hAnsi="Times New Roman"/>
          <w:sz w:val="24"/>
        </w:rPr>
        <w:t>viie</w:t>
      </w:r>
      <w:r w:rsidR="00F2257F">
        <w:rPr>
          <w:rFonts w:ascii="Times New Roman" w:hAnsi="Times New Roman"/>
          <w:sz w:val="24"/>
        </w:rPr>
        <w:t xml:space="preserve"> inimese </w:t>
      </w:r>
      <w:r w:rsidR="00CF37B5">
        <w:rPr>
          <w:rFonts w:ascii="Times New Roman" w:hAnsi="Times New Roman"/>
          <w:sz w:val="24"/>
        </w:rPr>
        <w:t>(u 2,5% kõigist TerK</w:t>
      </w:r>
      <w:r w:rsidR="00BC2B08">
        <w:rPr>
          <w:rFonts w:ascii="Times New Roman" w:hAnsi="Times New Roman"/>
          <w:sz w:val="24"/>
        </w:rPr>
        <w:t>-</w:t>
      </w:r>
      <w:r w:rsidR="00CF37B5">
        <w:rPr>
          <w:rFonts w:ascii="Times New Roman" w:hAnsi="Times New Roman"/>
          <w:sz w:val="24"/>
        </w:rPr>
        <w:t xml:space="preserve">i töötajatest) </w:t>
      </w:r>
      <w:r w:rsidR="00D42105">
        <w:rPr>
          <w:rFonts w:ascii="Times New Roman" w:hAnsi="Times New Roman"/>
          <w:sz w:val="24"/>
        </w:rPr>
        <w:t>töökoormuse mõningast kasvu</w:t>
      </w:r>
      <w:r w:rsidR="002D07BA" w:rsidRPr="002D07BA">
        <w:rPr>
          <w:rFonts w:ascii="Times New Roman" w:hAnsi="Times New Roman"/>
          <w:sz w:val="24"/>
        </w:rPr>
        <w:t>, mis tuleb uute lepingupartnerite lisandumisega</w:t>
      </w:r>
      <w:r w:rsidR="00C860A3">
        <w:rPr>
          <w:rFonts w:ascii="Times New Roman" w:hAnsi="Times New Roman"/>
          <w:sz w:val="24"/>
        </w:rPr>
        <w:t xml:space="preserve">, kuid kuna lepingute sõlmimine </w:t>
      </w:r>
      <w:r w:rsidR="000B48B0">
        <w:rPr>
          <w:rFonts w:ascii="Times New Roman" w:hAnsi="Times New Roman"/>
          <w:sz w:val="24"/>
        </w:rPr>
        <w:t xml:space="preserve">väljaspool kodu osutatavat üldhooldusteenust pakkuvates asutustes õendusteenuse osutajatega </w:t>
      </w:r>
      <w:r w:rsidR="00C860A3">
        <w:rPr>
          <w:rFonts w:ascii="Times New Roman" w:hAnsi="Times New Roman"/>
          <w:sz w:val="24"/>
        </w:rPr>
        <w:t xml:space="preserve">on </w:t>
      </w:r>
      <w:r w:rsidR="006F50F1">
        <w:rPr>
          <w:rFonts w:ascii="Times New Roman" w:hAnsi="Times New Roman"/>
          <w:sz w:val="24"/>
        </w:rPr>
        <w:t xml:space="preserve">ka </w:t>
      </w:r>
      <w:r w:rsidR="00BC2B08">
        <w:rPr>
          <w:rFonts w:ascii="Times New Roman" w:hAnsi="Times New Roman"/>
          <w:sz w:val="24"/>
        </w:rPr>
        <w:t>praegu</w:t>
      </w:r>
      <w:r w:rsidR="006F50F1">
        <w:rPr>
          <w:rFonts w:ascii="Times New Roman" w:hAnsi="Times New Roman"/>
          <w:sz w:val="24"/>
        </w:rPr>
        <w:t xml:space="preserve"> TerK</w:t>
      </w:r>
      <w:r w:rsidR="00BC2B08">
        <w:rPr>
          <w:rFonts w:ascii="Times New Roman" w:hAnsi="Times New Roman"/>
          <w:sz w:val="24"/>
        </w:rPr>
        <w:t>-</w:t>
      </w:r>
      <w:r w:rsidR="006F50F1">
        <w:rPr>
          <w:rFonts w:ascii="Times New Roman" w:hAnsi="Times New Roman"/>
          <w:sz w:val="24"/>
        </w:rPr>
        <w:t xml:space="preserve">i </w:t>
      </w:r>
      <w:r w:rsidR="00CF37B5">
        <w:rPr>
          <w:rFonts w:ascii="Times New Roman" w:hAnsi="Times New Roman"/>
          <w:sz w:val="24"/>
        </w:rPr>
        <w:t xml:space="preserve">vastavate töötajate </w:t>
      </w:r>
      <w:r w:rsidR="006F50F1">
        <w:rPr>
          <w:rFonts w:ascii="Times New Roman" w:hAnsi="Times New Roman"/>
          <w:sz w:val="24"/>
        </w:rPr>
        <w:t xml:space="preserve">töö osa, </w:t>
      </w:r>
      <w:r w:rsidR="00BC2B08">
        <w:rPr>
          <w:rFonts w:ascii="Times New Roman" w:hAnsi="Times New Roman"/>
          <w:sz w:val="24"/>
        </w:rPr>
        <w:t>ei ole</w:t>
      </w:r>
      <w:r w:rsidR="006F50F1">
        <w:rPr>
          <w:rFonts w:ascii="Times New Roman" w:hAnsi="Times New Roman"/>
          <w:sz w:val="24"/>
        </w:rPr>
        <w:t xml:space="preserve"> eeldatavasti </w:t>
      </w:r>
      <w:r w:rsidR="00E17106">
        <w:rPr>
          <w:rFonts w:ascii="Times New Roman" w:hAnsi="Times New Roman"/>
          <w:sz w:val="24"/>
        </w:rPr>
        <w:t>tegemist täiesti uue olukorraga, mis vajaks kohanemist</w:t>
      </w:r>
      <w:r w:rsidR="002D07BA" w:rsidRPr="002D07BA">
        <w:rPr>
          <w:rFonts w:ascii="Times New Roman" w:hAnsi="Times New Roman"/>
          <w:sz w:val="24"/>
        </w:rPr>
        <w:t>.</w:t>
      </w:r>
    </w:p>
    <w:p w14:paraId="1E0EE10E" w14:textId="13EF8317" w:rsidR="001918BB" w:rsidRDefault="001918BB" w:rsidP="00943540">
      <w:pPr>
        <w:rPr>
          <w:rFonts w:ascii="Times New Roman" w:hAnsi="Times New Roman"/>
          <w:sz w:val="24"/>
        </w:rPr>
      </w:pPr>
    </w:p>
    <w:p w14:paraId="556827F2" w14:textId="0E768DE7" w:rsidR="00943540" w:rsidRDefault="001918BB" w:rsidP="00BE4706">
      <w:pPr>
        <w:rPr>
          <w:rFonts w:ascii="Times New Roman" w:hAnsi="Times New Roman"/>
          <w:sz w:val="24"/>
        </w:rPr>
      </w:pPr>
      <w:r>
        <w:rPr>
          <w:rFonts w:ascii="Times New Roman" w:hAnsi="Times New Roman"/>
          <w:sz w:val="24"/>
        </w:rPr>
        <w:t>Samuti kaasneb muudatusega TerK</w:t>
      </w:r>
      <w:r w:rsidR="00941348">
        <w:rPr>
          <w:rFonts w:ascii="Times New Roman" w:hAnsi="Times New Roman"/>
          <w:sz w:val="24"/>
        </w:rPr>
        <w:t>-</w:t>
      </w:r>
      <w:r>
        <w:rPr>
          <w:rFonts w:ascii="Times New Roman" w:hAnsi="Times New Roman"/>
          <w:sz w:val="24"/>
        </w:rPr>
        <w:t xml:space="preserve">i </w:t>
      </w:r>
      <w:r w:rsidR="00BD7CC4">
        <w:rPr>
          <w:rFonts w:ascii="Times New Roman" w:hAnsi="Times New Roman"/>
          <w:sz w:val="24"/>
        </w:rPr>
        <w:t xml:space="preserve">ja riigieelarve </w:t>
      </w:r>
      <w:r>
        <w:rPr>
          <w:rFonts w:ascii="Times New Roman" w:hAnsi="Times New Roman"/>
          <w:sz w:val="24"/>
        </w:rPr>
        <w:t xml:space="preserve">kulude kasv, mis võttes aluseks </w:t>
      </w:r>
      <w:r w:rsidR="00BE4706" w:rsidRPr="00BE4706">
        <w:rPr>
          <w:rFonts w:ascii="Times New Roman" w:hAnsi="Times New Roman"/>
          <w:sz w:val="24"/>
        </w:rPr>
        <w:t xml:space="preserve">ööpäevaringse erihooldusteenuse </w:t>
      </w:r>
      <w:r w:rsidR="008C6C0E">
        <w:rPr>
          <w:rFonts w:ascii="Times New Roman" w:hAnsi="Times New Roman"/>
          <w:sz w:val="24"/>
        </w:rPr>
        <w:t>saajate</w:t>
      </w:r>
      <w:r w:rsidR="00BE4706" w:rsidRPr="00BE4706">
        <w:rPr>
          <w:rFonts w:ascii="Times New Roman" w:hAnsi="Times New Roman"/>
          <w:sz w:val="24"/>
        </w:rPr>
        <w:t xml:space="preserve"> koguarvu, on TerK</w:t>
      </w:r>
      <w:r>
        <w:rPr>
          <w:rFonts w:ascii="Times New Roman" w:hAnsi="Times New Roman"/>
          <w:sz w:val="24"/>
        </w:rPr>
        <w:t>-i arvestuste kohaselt</w:t>
      </w:r>
      <w:r w:rsidR="00BE4706" w:rsidRPr="00BE4706">
        <w:rPr>
          <w:rFonts w:ascii="Times New Roman" w:hAnsi="Times New Roman"/>
          <w:sz w:val="24"/>
        </w:rPr>
        <w:t xml:space="preserve"> 2 851 922 </w:t>
      </w:r>
      <w:r w:rsidR="00BE4706" w:rsidRPr="00D73418">
        <w:rPr>
          <w:rFonts w:ascii="Times New Roman" w:hAnsi="Times New Roman"/>
          <w:sz w:val="24"/>
        </w:rPr>
        <w:t>eurot.</w:t>
      </w:r>
      <w:r w:rsidR="00BE4706" w:rsidRPr="00BE4706">
        <w:rPr>
          <w:rFonts w:ascii="Times New Roman" w:hAnsi="Times New Roman"/>
          <w:sz w:val="24"/>
        </w:rPr>
        <w:t xml:space="preserve"> Eelnõu kohaselt rahastatakse alates 2025. a</w:t>
      </w:r>
      <w:r w:rsidR="001305B1">
        <w:rPr>
          <w:rFonts w:ascii="Times New Roman" w:hAnsi="Times New Roman"/>
          <w:sz w:val="24"/>
        </w:rPr>
        <w:t xml:space="preserve">asta </w:t>
      </w:r>
      <w:r w:rsidR="001305B1" w:rsidRPr="00BE4706">
        <w:rPr>
          <w:rFonts w:ascii="Times New Roman" w:hAnsi="Times New Roman"/>
          <w:sz w:val="24"/>
        </w:rPr>
        <w:t>1. jaanuarist</w:t>
      </w:r>
      <w:r w:rsidR="00BE4706" w:rsidRPr="00BE4706">
        <w:rPr>
          <w:rFonts w:ascii="Times New Roman" w:hAnsi="Times New Roman"/>
          <w:sz w:val="24"/>
        </w:rPr>
        <w:t xml:space="preserve"> ööpäevaringse erihooldusteenuse osutamise</w:t>
      </w:r>
      <w:r w:rsidR="00D62653">
        <w:rPr>
          <w:rFonts w:ascii="Times New Roman" w:hAnsi="Times New Roman"/>
          <w:sz w:val="24"/>
        </w:rPr>
        <w:t>l pakutavat</w:t>
      </w:r>
      <w:r w:rsidR="00BE4706" w:rsidRPr="00BE4706">
        <w:rPr>
          <w:rFonts w:ascii="Times New Roman" w:hAnsi="Times New Roman"/>
          <w:sz w:val="24"/>
        </w:rPr>
        <w:t xml:space="preserve"> iseseisvat õendusabi riigieelarvest Ter</w:t>
      </w:r>
      <w:r w:rsidR="00D62653">
        <w:rPr>
          <w:rFonts w:ascii="Times New Roman" w:hAnsi="Times New Roman"/>
          <w:sz w:val="24"/>
        </w:rPr>
        <w:t>K-i</w:t>
      </w:r>
      <w:r w:rsidR="00BE4706" w:rsidRPr="00BE4706">
        <w:rPr>
          <w:rFonts w:ascii="Times New Roman" w:hAnsi="Times New Roman"/>
          <w:sz w:val="24"/>
        </w:rPr>
        <w:t xml:space="preserve"> kaudu ja riigieelarves Ter</w:t>
      </w:r>
      <w:r w:rsidR="00D62653">
        <w:rPr>
          <w:rFonts w:ascii="Times New Roman" w:hAnsi="Times New Roman"/>
          <w:sz w:val="24"/>
        </w:rPr>
        <w:t>K-i</w:t>
      </w:r>
      <w:r w:rsidR="00BE4706" w:rsidRPr="00BE4706">
        <w:rPr>
          <w:rFonts w:ascii="Times New Roman" w:hAnsi="Times New Roman"/>
          <w:sz w:val="24"/>
        </w:rPr>
        <w:t xml:space="preserve"> eelarvesse ettenähtud vahenditest. </w:t>
      </w:r>
    </w:p>
    <w:p w14:paraId="2DB65363" w14:textId="77777777" w:rsidR="00943540" w:rsidRDefault="00943540" w:rsidP="00214C1E">
      <w:pPr>
        <w:rPr>
          <w:rFonts w:ascii="Times New Roman" w:hAnsi="Times New Roman"/>
          <w:sz w:val="24"/>
        </w:rPr>
      </w:pPr>
    </w:p>
    <w:p w14:paraId="442F5CE4" w14:textId="1BC409EC" w:rsidR="00E776A0" w:rsidRDefault="00E776A0" w:rsidP="00E776A0">
      <w:pPr>
        <w:rPr>
          <w:rFonts w:ascii="Times New Roman" w:hAnsi="Times New Roman"/>
          <w:sz w:val="24"/>
        </w:rPr>
      </w:pPr>
      <w:r w:rsidRPr="00A92C4A">
        <w:rPr>
          <w:rFonts w:ascii="Times New Roman" w:hAnsi="Times New Roman"/>
          <w:sz w:val="24"/>
        </w:rPr>
        <w:t xml:space="preserve">Muudatuse </w:t>
      </w:r>
      <w:r>
        <w:rPr>
          <w:rFonts w:ascii="Times New Roman" w:hAnsi="Times New Roman"/>
          <w:sz w:val="24"/>
        </w:rPr>
        <w:t>riigivalitsemist puudutava</w:t>
      </w:r>
      <w:r w:rsidRPr="00A92C4A">
        <w:rPr>
          <w:rFonts w:ascii="Times New Roman" w:hAnsi="Times New Roman"/>
          <w:sz w:val="24"/>
        </w:rPr>
        <w:t xml:space="preserve"> mõju ulatus sihtrühmadele on </w:t>
      </w:r>
      <w:r w:rsidR="00BD7D82" w:rsidRPr="00A92C4A">
        <w:rPr>
          <w:rFonts w:ascii="Times New Roman" w:hAnsi="Times New Roman"/>
          <w:sz w:val="24"/>
        </w:rPr>
        <w:t xml:space="preserve">keskmine, kuna sihtrühma käitumises </w:t>
      </w:r>
      <w:r w:rsidR="00BD7D82">
        <w:rPr>
          <w:rFonts w:ascii="Times New Roman" w:hAnsi="Times New Roman"/>
          <w:sz w:val="24"/>
        </w:rPr>
        <w:t>kaasnevad</w:t>
      </w:r>
      <w:r w:rsidR="00BD7D82" w:rsidRPr="00A92C4A">
        <w:rPr>
          <w:rFonts w:ascii="Times New Roman" w:hAnsi="Times New Roman"/>
          <w:sz w:val="24"/>
        </w:rPr>
        <w:t xml:space="preserve"> muudatused, kuid nendega ei kaasne eeldatavalt kohanemisraskusi</w:t>
      </w:r>
      <w:r w:rsidRPr="00A92C4A">
        <w:rPr>
          <w:rFonts w:ascii="Times New Roman" w:hAnsi="Times New Roman"/>
          <w:sz w:val="24"/>
        </w:rPr>
        <w:t xml:space="preserve">, mõju </w:t>
      </w:r>
      <w:r w:rsidR="00AD4DFD">
        <w:rPr>
          <w:rFonts w:ascii="Times New Roman" w:hAnsi="Times New Roman"/>
          <w:sz w:val="24"/>
        </w:rPr>
        <w:t xml:space="preserve">avaldumise </w:t>
      </w:r>
      <w:r w:rsidRPr="00A92C4A">
        <w:rPr>
          <w:rFonts w:ascii="Times New Roman" w:hAnsi="Times New Roman"/>
          <w:sz w:val="24"/>
        </w:rPr>
        <w:t>sagedus on</w:t>
      </w:r>
      <w:r w:rsidR="005702FB">
        <w:rPr>
          <w:rFonts w:ascii="Times New Roman" w:hAnsi="Times New Roman"/>
          <w:sz w:val="24"/>
        </w:rPr>
        <w:t xml:space="preserve"> keskmine</w:t>
      </w:r>
      <w:r>
        <w:rPr>
          <w:rFonts w:ascii="Times New Roman" w:hAnsi="Times New Roman"/>
          <w:sz w:val="24"/>
        </w:rPr>
        <w:t>, kuna kokkupuude</w:t>
      </w:r>
      <w:r w:rsidR="005702FB">
        <w:rPr>
          <w:rFonts w:ascii="Times New Roman" w:hAnsi="Times New Roman"/>
          <w:sz w:val="24"/>
        </w:rPr>
        <w:t xml:space="preserve"> erihoolekandeteenuse osutajatega </w:t>
      </w:r>
      <w:r w:rsidR="00B620F0">
        <w:rPr>
          <w:rFonts w:ascii="Times New Roman" w:hAnsi="Times New Roman"/>
          <w:sz w:val="24"/>
        </w:rPr>
        <w:t>iseseisva õendusab</w:t>
      </w:r>
      <w:r w:rsidR="0030618D">
        <w:rPr>
          <w:rFonts w:ascii="Times New Roman" w:hAnsi="Times New Roman"/>
          <w:sz w:val="24"/>
        </w:rPr>
        <w:t>i</w:t>
      </w:r>
      <w:r w:rsidR="00B620F0">
        <w:rPr>
          <w:rFonts w:ascii="Times New Roman" w:hAnsi="Times New Roman"/>
          <w:sz w:val="24"/>
        </w:rPr>
        <w:t xml:space="preserve"> lepingute sõlmimisega on regulaarne</w:t>
      </w:r>
      <w:r w:rsidRPr="00A92C4A">
        <w:rPr>
          <w:rFonts w:ascii="Times New Roman" w:hAnsi="Times New Roman"/>
          <w:sz w:val="24"/>
        </w:rPr>
        <w:t>. Mõjutatud sihtrühma suurus on</w:t>
      </w:r>
      <w:r>
        <w:rPr>
          <w:rFonts w:ascii="Times New Roman" w:hAnsi="Times New Roman"/>
          <w:sz w:val="24"/>
        </w:rPr>
        <w:t xml:space="preserve"> </w:t>
      </w:r>
      <w:r w:rsidR="00F54D91">
        <w:rPr>
          <w:rFonts w:ascii="Times New Roman" w:hAnsi="Times New Roman"/>
          <w:sz w:val="24"/>
        </w:rPr>
        <w:t xml:space="preserve">väike. </w:t>
      </w:r>
      <w:r w:rsidRPr="00A92C4A">
        <w:rPr>
          <w:rFonts w:ascii="Times New Roman" w:hAnsi="Times New Roman"/>
          <w:sz w:val="24"/>
        </w:rPr>
        <w:t>Ebasoovitava</w:t>
      </w:r>
      <w:r>
        <w:rPr>
          <w:rFonts w:ascii="Times New Roman" w:hAnsi="Times New Roman"/>
          <w:sz w:val="24"/>
        </w:rPr>
        <w:t>id mõjusid ei tuvastatud</w:t>
      </w:r>
      <w:r w:rsidRPr="00A92C4A">
        <w:rPr>
          <w:rFonts w:ascii="Times New Roman" w:hAnsi="Times New Roman"/>
          <w:sz w:val="24"/>
        </w:rPr>
        <w:t>. Kokkuvõttes on mõju sihtrühmale oluline.</w:t>
      </w:r>
    </w:p>
    <w:p w14:paraId="1E88F7D2" w14:textId="77777777" w:rsidR="00E54969" w:rsidRPr="00F406C8" w:rsidRDefault="00E54969" w:rsidP="008E199B">
      <w:pPr>
        <w:rPr>
          <w:rFonts w:ascii="Times New Roman" w:hAnsi="Times New Roman"/>
          <w:sz w:val="24"/>
        </w:rPr>
      </w:pPr>
    </w:p>
    <w:p w14:paraId="0797F4C8" w14:textId="227F67DD" w:rsidR="009B6817" w:rsidRPr="00F406C8" w:rsidRDefault="009B6817" w:rsidP="00846494">
      <w:pPr>
        <w:rPr>
          <w:rFonts w:ascii="Times New Roman" w:hAnsi="Times New Roman"/>
          <w:b/>
          <w:sz w:val="24"/>
        </w:rPr>
      </w:pPr>
      <w:r w:rsidRPr="00F406C8">
        <w:rPr>
          <w:rFonts w:ascii="Times New Roman" w:hAnsi="Times New Roman"/>
          <w:b/>
          <w:sz w:val="24"/>
        </w:rPr>
        <w:t>Andmekaitsealane mõjuhinnang</w:t>
      </w:r>
    </w:p>
    <w:p w14:paraId="759BD9A0" w14:textId="77777777" w:rsidR="00E54969" w:rsidRDefault="00E54969" w:rsidP="008E199B">
      <w:pPr>
        <w:rPr>
          <w:rFonts w:ascii="Times New Roman" w:hAnsi="Times New Roman"/>
          <w:sz w:val="24"/>
        </w:rPr>
      </w:pPr>
    </w:p>
    <w:p w14:paraId="7F22CA51" w14:textId="77777777" w:rsidR="00FB06B9" w:rsidRPr="00F406C8" w:rsidRDefault="00FB06B9" w:rsidP="008E199B">
      <w:pPr>
        <w:rPr>
          <w:rFonts w:ascii="Times New Roman" w:hAnsi="Times New Roman"/>
          <w:sz w:val="24"/>
        </w:rPr>
        <w:sectPr w:rsidR="00FB06B9" w:rsidRPr="00F406C8" w:rsidSect="00E276E8">
          <w:type w:val="continuous"/>
          <w:pgSz w:w="11906" w:h="16838"/>
          <w:pgMar w:top="1418" w:right="680" w:bottom="1418" w:left="1701" w:header="680" w:footer="680" w:gutter="0"/>
          <w:cols w:space="708"/>
          <w:formProt w:val="0"/>
          <w:docGrid w:linePitch="360"/>
        </w:sectPr>
      </w:pPr>
    </w:p>
    <w:p w14:paraId="23E1BBFD" w14:textId="5B44DCA8" w:rsidR="003A60CA" w:rsidRDefault="00E83EB3" w:rsidP="008E199B">
      <w:pPr>
        <w:rPr>
          <w:rFonts w:ascii="Times New Roman" w:hAnsi="Times New Roman"/>
          <w:sz w:val="24"/>
        </w:rPr>
      </w:pPr>
      <w:r>
        <w:rPr>
          <w:rFonts w:ascii="Times New Roman" w:hAnsi="Times New Roman"/>
          <w:sz w:val="24"/>
        </w:rPr>
        <w:t>TTKS</w:t>
      </w:r>
      <w:r w:rsidR="0063746B">
        <w:rPr>
          <w:rFonts w:ascii="Times New Roman" w:hAnsi="Times New Roman"/>
          <w:sz w:val="24"/>
        </w:rPr>
        <w:t>-i</w:t>
      </w:r>
      <w:r w:rsidR="00FB06B9">
        <w:rPr>
          <w:rFonts w:ascii="Times New Roman" w:hAnsi="Times New Roman"/>
          <w:sz w:val="24"/>
        </w:rPr>
        <w:t xml:space="preserve"> muudatuse </w:t>
      </w:r>
      <w:r w:rsidR="00CB6E0D">
        <w:rPr>
          <w:rFonts w:ascii="Times New Roman" w:hAnsi="Times New Roman"/>
          <w:sz w:val="24"/>
        </w:rPr>
        <w:t>kohaselt</w:t>
      </w:r>
      <w:r w:rsidR="00FB06B9">
        <w:rPr>
          <w:rFonts w:ascii="Times New Roman" w:hAnsi="Times New Roman"/>
          <w:sz w:val="24"/>
        </w:rPr>
        <w:t xml:space="preserve"> hakkab ööpäevaringse erihooldusteenuse</w:t>
      </w:r>
      <w:r w:rsidR="00F17E5B">
        <w:rPr>
          <w:rFonts w:ascii="Times New Roman" w:hAnsi="Times New Roman"/>
          <w:sz w:val="24"/>
        </w:rPr>
        <w:t xml:space="preserve"> osutamise</w:t>
      </w:r>
      <w:r w:rsidR="00CB6E0D">
        <w:rPr>
          <w:rFonts w:ascii="Times New Roman" w:hAnsi="Times New Roman"/>
          <w:sz w:val="24"/>
        </w:rPr>
        <w:t>l teenusesaajatele pakutavat õendusabi</w:t>
      </w:r>
      <w:r w:rsidR="00FB06B9">
        <w:rPr>
          <w:rFonts w:ascii="Times New Roman" w:hAnsi="Times New Roman"/>
          <w:sz w:val="24"/>
        </w:rPr>
        <w:t xml:space="preserve"> rahastama </w:t>
      </w:r>
      <w:r w:rsidR="00FB06B9" w:rsidRPr="00D73418">
        <w:rPr>
          <w:rFonts w:ascii="Times New Roman" w:hAnsi="Times New Roman"/>
          <w:sz w:val="24"/>
        </w:rPr>
        <w:t>Ter</w:t>
      </w:r>
      <w:r w:rsidR="002C4E60">
        <w:rPr>
          <w:rFonts w:ascii="Times New Roman" w:hAnsi="Times New Roman"/>
          <w:sz w:val="24"/>
        </w:rPr>
        <w:t>K</w:t>
      </w:r>
      <w:r w:rsidR="00FB06B9" w:rsidRPr="00D73418">
        <w:rPr>
          <w:rFonts w:ascii="Times New Roman" w:hAnsi="Times New Roman"/>
          <w:sz w:val="24"/>
        </w:rPr>
        <w:t>.</w:t>
      </w:r>
      <w:r w:rsidR="00FB06B9">
        <w:rPr>
          <w:rFonts w:ascii="Times New Roman" w:hAnsi="Times New Roman"/>
          <w:sz w:val="24"/>
        </w:rPr>
        <w:t xml:space="preserve"> Selleks töötatakse välja </w:t>
      </w:r>
      <w:r w:rsidR="00FB06B9" w:rsidRPr="001305B1">
        <w:rPr>
          <w:rFonts w:ascii="Times New Roman" w:hAnsi="Times New Roman"/>
          <w:sz w:val="24"/>
        </w:rPr>
        <w:t>pearahapõhisel rahastusel</w:t>
      </w:r>
      <w:r w:rsidR="001305B1">
        <w:rPr>
          <w:rFonts w:ascii="Times New Roman" w:hAnsi="Times New Roman"/>
          <w:sz w:val="24"/>
        </w:rPr>
        <w:t xml:space="preserve"> põhinev rahastusmudel</w:t>
      </w:r>
      <w:r w:rsidR="00FB06B9">
        <w:rPr>
          <w:rFonts w:ascii="Times New Roman" w:hAnsi="Times New Roman"/>
          <w:sz w:val="24"/>
        </w:rPr>
        <w:t>. Tervishoiuteenuse osutajaga sõlmitavas lepingus lepitakse kokku konkreetsed õendusteenused, mida teenuse</w:t>
      </w:r>
      <w:r w:rsidR="00BD42AF">
        <w:rPr>
          <w:rFonts w:ascii="Times New Roman" w:hAnsi="Times New Roman"/>
          <w:sz w:val="24"/>
        </w:rPr>
        <w:t>osutaja peab</w:t>
      </w:r>
      <w:r w:rsidR="00FB06B9">
        <w:rPr>
          <w:rFonts w:ascii="Times New Roman" w:hAnsi="Times New Roman"/>
          <w:sz w:val="24"/>
        </w:rPr>
        <w:t xml:space="preserve"> isiku kohta makstava piirhinna raames osuta</w:t>
      </w:r>
      <w:r w:rsidR="00BD42AF">
        <w:rPr>
          <w:rFonts w:ascii="Times New Roman" w:hAnsi="Times New Roman"/>
          <w:sz w:val="24"/>
        </w:rPr>
        <w:t>ma.</w:t>
      </w:r>
      <w:r w:rsidR="00FB06B9">
        <w:rPr>
          <w:rFonts w:ascii="Times New Roman" w:hAnsi="Times New Roman"/>
          <w:sz w:val="24"/>
        </w:rPr>
        <w:t xml:space="preserve"> Teenuse</w:t>
      </w:r>
      <w:r w:rsidR="00BD42AF">
        <w:rPr>
          <w:rFonts w:ascii="Times New Roman" w:hAnsi="Times New Roman"/>
          <w:sz w:val="24"/>
        </w:rPr>
        <w:t>osutaja</w:t>
      </w:r>
      <w:r w:rsidR="00FB06B9">
        <w:rPr>
          <w:rFonts w:ascii="Times New Roman" w:hAnsi="Times New Roman"/>
          <w:sz w:val="24"/>
        </w:rPr>
        <w:t xml:space="preserve"> hakkab </w:t>
      </w:r>
      <w:r w:rsidR="00FB06B9" w:rsidRPr="00D73418">
        <w:rPr>
          <w:rFonts w:ascii="Times New Roman" w:hAnsi="Times New Roman"/>
          <w:sz w:val="24"/>
        </w:rPr>
        <w:t>Ter</w:t>
      </w:r>
      <w:r w:rsidR="002C4E60">
        <w:rPr>
          <w:rFonts w:ascii="Times New Roman" w:hAnsi="Times New Roman"/>
          <w:sz w:val="24"/>
        </w:rPr>
        <w:t>K-i</w:t>
      </w:r>
      <w:r w:rsidR="00FB06B9" w:rsidRPr="00D73418">
        <w:rPr>
          <w:rFonts w:ascii="Times New Roman" w:hAnsi="Times New Roman"/>
          <w:sz w:val="24"/>
        </w:rPr>
        <w:t>le</w:t>
      </w:r>
      <w:r w:rsidR="00FB06B9">
        <w:rPr>
          <w:rFonts w:ascii="Times New Roman" w:hAnsi="Times New Roman"/>
          <w:sz w:val="24"/>
        </w:rPr>
        <w:t xml:space="preserve"> esitama igakuiseid isikupõhiseid raviarveid, millel kajastuvad konkreetsel perioodil inimesele osutatud õendusteenused. </w:t>
      </w:r>
      <w:r w:rsidR="003A60CA">
        <w:rPr>
          <w:rFonts w:ascii="Times New Roman" w:hAnsi="Times New Roman"/>
          <w:sz w:val="24"/>
        </w:rPr>
        <w:t>Ööpäevaringse erihooldusteenuse</w:t>
      </w:r>
      <w:r w:rsidR="00CB6E0D">
        <w:rPr>
          <w:rFonts w:ascii="Times New Roman" w:hAnsi="Times New Roman"/>
          <w:sz w:val="24"/>
        </w:rPr>
        <w:t xml:space="preserve"> osutamise</w:t>
      </w:r>
      <w:r w:rsidR="003A60CA">
        <w:rPr>
          <w:rFonts w:ascii="Times New Roman" w:hAnsi="Times New Roman"/>
          <w:sz w:val="24"/>
        </w:rPr>
        <w:t xml:space="preserve">l </w:t>
      </w:r>
      <w:r w:rsidR="00CB6E0D">
        <w:rPr>
          <w:rFonts w:ascii="Times New Roman" w:hAnsi="Times New Roman"/>
          <w:sz w:val="24"/>
        </w:rPr>
        <w:t>isikutele pakutava õendusabi</w:t>
      </w:r>
      <w:r w:rsidR="003A60CA">
        <w:rPr>
          <w:rFonts w:ascii="Times New Roman" w:hAnsi="Times New Roman"/>
          <w:sz w:val="24"/>
        </w:rPr>
        <w:t xml:space="preserve"> andmed on aluseks tervishoiuteenuste loetelus oleva teenuse sisu ja hinna edasisele kujundamisele.</w:t>
      </w:r>
    </w:p>
    <w:p w14:paraId="44E6B73C" w14:textId="25F5960E" w:rsidR="00FB06B9" w:rsidRDefault="00FB06B9" w:rsidP="008E199B">
      <w:pPr>
        <w:rPr>
          <w:rFonts w:ascii="Times New Roman" w:hAnsi="Times New Roman"/>
          <w:sz w:val="24"/>
        </w:rPr>
      </w:pPr>
    </w:p>
    <w:p w14:paraId="27110AF5" w14:textId="009E9211" w:rsidR="00FB06B9" w:rsidRDefault="00E70DD3" w:rsidP="008E199B">
      <w:pPr>
        <w:rPr>
          <w:rFonts w:ascii="Times New Roman" w:hAnsi="Times New Roman"/>
          <w:sz w:val="24"/>
        </w:rPr>
      </w:pPr>
      <w:r w:rsidRPr="00D73418">
        <w:rPr>
          <w:rFonts w:ascii="Times New Roman" w:hAnsi="Times New Roman"/>
          <w:sz w:val="24"/>
        </w:rPr>
        <w:t>Ter</w:t>
      </w:r>
      <w:r w:rsidR="00853A8E">
        <w:rPr>
          <w:rFonts w:ascii="Times New Roman" w:hAnsi="Times New Roman"/>
          <w:sz w:val="24"/>
        </w:rPr>
        <w:t>K</w:t>
      </w:r>
      <w:r>
        <w:rPr>
          <w:rFonts w:ascii="Times New Roman" w:hAnsi="Times New Roman"/>
          <w:sz w:val="24"/>
        </w:rPr>
        <w:t xml:space="preserve"> lähtub oma tegevuses Tervisekassa seadusest ning se</w:t>
      </w:r>
      <w:r w:rsidR="002A1551">
        <w:rPr>
          <w:rFonts w:ascii="Times New Roman" w:hAnsi="Times New Roman"/>
          <w:sz w:val="24"/>
        </w:rPr>
        <w:t>lles</w:t>
      </w:r>
      <w:r>
        <w:rPr>
          <w:rFonts w:ascii="Times New Roman" w:hAnsi="Times New Roman"/>
          <w:sz w:val="24"/>
        </w:rPr>
        <w:t xml:space="preserve"> sätestatud eesmärkidest ja ülesannetest. </w:t>
      </w:r>
      <w:r w:rsidR="00FB06B9" w:rsidRPr="00D73418">
        <w:rPr>
          <w:rFonts w:ascii="Times New Roman" w:hAnsi="Times New Roman"/>
          <w:sz w:val="24"/>
        </w:rPr>
        <w:t>Ter</w:t>
      </w:r>
      <w:r w:rsidR="00853A8E">
        <w:rPr>
          <w:rFonts w:ascii="Times New Roman" w:hAnsi="Times New Roman"/>
          <w:sz w:val="24"/>
        </w:rPr>
        <w:t>K-ile</w:t>
      </w:r>
      <w:r w:rsidR="00FB06B9" w:rsidRPr="2BF3A3C3">
        <w:rPr>
          <w:rFonts w:ascii="Times New Roman" w:hAnsi="Times New Roman"/>
          <w:sz w:val="24"/>
        </w:rPr>
        <w:t xml:space="preserve"> esitatud raviarvetel olev info kantakse </w:t>
      </w:r>
      <w:r w:rsidR="00FB06B9" w:rsidRPr="00D73418">
        <w:rPr>
          <w:rFonts w:ascii="Times New Roman" w:hAnsi="Times New Roman"/>
          <w:sz w:val="24"/>
        </w:rPr>
        <w:t>Ter</w:t>
      </w:r>
      <w:r w:rsidR="00853A8E">
        <w:rPr>
          <w:rFonts w:ascii="Times New Roman" w:hAnsi="Times New Roman"/>
          <w:sz w:val="24"/>
        </w:rPr>
        <w:t>K-i</w:t>
      </w:r>
      <w:r w:rsidR="00FB06B9" w:rsidRPr="2BF3A3C3">
        <w:rPr>
          <w:rFonts w:ascii="Times New Roman" w:hAnsi="Times New Roman"/>
          <w:sz w:val="24"/>
        </w:rPr>
        <w:t xml:space="preserve"> andmekogusse vastavalt </w:t>
      </w:r>
      <w:r w:rsidR="00CF5B3B">
        <w:rPr>
          <w:rFonts w:ascii="Times New Roman" w:hAnsi="Times New Roman"/>
          <w:sz w:val="24"/>
        </w:rPr>
        <w:t>selle</w:t>
      </w:r>
      <w:r w:rsidR="00FB06B9" w:rsidRPr="2BF3A3C3">
        <w:rPr>
          <w:rFonts w:ascii="Times New Roman" w:hAnsi="Times New Roman"/>
          <w:sz w:val="24"/>
        </w:rPr>
        <w:t xml:space="preserve"> andmekoosseisudele</w:t>
      </w:r>
      <w:r w:rsidR="00D62653">
        <w:rPr>
          <w:rFonts w:ascii="Times New Roman" w:hAnsi="Times New Roman"/>
          <w:sz w:val="24"/>
        </w:rPr>
        <w:t xml:space="preserve"> selliselt,</w:t>
      </w:r>
      <w:r w:rsidR="007A06E1">
        <w:rPr>
          <w:rFonts w:ascii="Times New Roman" w:hAnsi="Times New Roman"/>
          <w:sz w:val="24"/>
        </w:rPr>
        <w:t xml:space="preserve"> </w:t>
      </w:r>
      <w:r w:rsidR="00FB06B9" w:rsidRPr="2BF3A3C3">
        <w:rPr>
          <w:rFonts w:ascii="Times New Roman" w:hAnsi="Times New Roman"/>
          <w:sz w:val="24"/>
        </w:rPr>
        <w:t xml:space="preserve">nagu </w:t>
      </w:r>
      <w:r w:rsidR="001305B1">
        <w:rPr>
          <w:rFonts w:ascii="Times New Roman" w:hAnsi="Times New Roman"/>
          <w:sz w:val="24"/>
        </w:rPr>
        <w:t>praegu</w:t>
      </w:r>
      <w:r w:rsidR="00FB06B9" w:rsidRPr="2BF3A3C3">
        <w:rPr>
          <w:rFonts w:ascii="Times New Roman" w:hAnsi="Times New Roman"/>
          <w:sz w:val="24"/>
        </w:rPr>
        <w:t xml:space="preserve"> tehakse teiste raviarvetega. Täpsem isikuandmete koosseis on </w:t>
      </w:r>
      <w:r w:rsidR="00D62653">
        <w:rPr>
          <w:rFonts w:ascii="Times New Roman" w:hAnsi="Times New Roman"/>
          <w:sz w:val="24"/>
        </w:rPr>
        <w:t>sätestatud</w:t>
      </w:r>
      <w:r w:rsidR="00FB06B9" w:rsidRPr="2BF3A3C3">
        <w:rPr>
          <w:rFonts w:ascii="Times New Roman" w:hAnsi="Times New Roman"/>
          <w:sz w:val="24"/>
        </w:rPr>
        <w:t xml:space="preserve"> tervise- ja tööministri </w:t>
      </w:r>
      <w:r w:rsidR="00D62653">
        <w:rPr>
          <w:rFonts w:ascii="Times New Roman" w:hAnsi="Times New Roman"/>
          <w:sz w:val="24"/>
        </w:rPr>
        <w:t>6. märtsi 2019. a</w:t>
      </w:r>
      <w:r w:rsidR="00FB06B9" w:rsidRPr="2BF3A3C3">
        <w:rPr>
          <w:rFonts w:ascii="Times New Roman" w:hAnsi="Times New Roman"/>
          <w:sz w:val="24"/>
        </w:rPr>
        <w:t xml:space="preserve"> </w:t>
      </w:r>
      <w:r w:rsidR="00FB06B9" w:rsidRPr="00D73418">
        <w:rPr>
          <w:rFonts w:ascii="Times New Roman" w:hAnsi="Times New Roman"/>
          <w:sz w:val="24"/>
        </w:rPr>
        <w:t>määruse</w:t>
      </w:r>
      <w:r w:rsidR="00FB06B9" w:rsidRPr="2BF3A3C3">
        <w:rPr>
          <w:rFonts w:ascii="Times New Roman" w:hAnsi="Times New Roman"/>
          <w:sz w:val="24"/>
        </w:rPr>
        <w:t xml:space="preserve"> nr 14 „Tervisekassa andmekogu pidamise põhimäärus</w:t>
      </w:r>
      <w:r w:rsidR="00FB06B9" w:rsidRPr="00D73418">
        <w:rPr>
          <w:rFonts w:ascii="Times New Roman" w:hAnsi="Times New Roman"/>
          <w:sz w:val="24"/>
        </w:rPr>
        <w:t>“</w:t>
      </w:r>
      <w:r w:rsidR="008C0192" w:rsidRPr="00D73418">
        <w:rPr>
          <w:rFonts w:ascii="Times New Roman" w:hAnsi="Times New Roman"/>
          <w:sz w:val="24"/>
        </w:rPr>
        <w:t xml:space="preserve"> </w:t>
      </w:r>
      <w:r w:rsidR="008C0192" w:rsidRPr="00F85912">
        <w:rPr>
          <w:rFonts w:ascii="Times New Roman" w:hAnsi="Times New Roman"/>
          <w:sz w:val="24"/>
        </w:rPr>
        <w:t>§ 7 lõikes 4</w:t>
      </w:r>
      <w:r w:rsidR="00FB06B9" w:rsidRPr="00F85912">
        <w:rPr>
          <w:rFonts w:ascii="Times New Roman" w:hAnsi="Times New Roman"/>
          <w:sz w:val="24"/>
        </w:rPr>
        <w:t>.</w:t>
      </w:r>
    </w:p>
    <w:p w14:paraId="53DE279A" w14:textId="77777777" w:rsidR="00FB06B9" w:rsidRDefault="00FB06B9" w:rsidP="008E199B">
      <w:pPr>
        <w:rPr>
          <w:rFonts w:ascii="Times New Roman" w:hAnsi="Times New Roman"/>
          <w:sz w:val="24"/>
        </w:rPr>
      </w:pPr>
    </w:p>
    <w:p w14:paraId="0CA22D8B" w14:textId="016C0C32" w:rsidR="00FB06B9" w:rsidRDefault="00FB06B9" w:rsidP="008E199B">
      <w:pPr>
        <w:rPr>
          <w:rFonts w:ascii="Times New Roman" w:hAnsi="Times New Roman"/>
          <w:sz w:val="24"/>
        </w:rPr>
      </w:pPr>
      <w:r w:rsidRPr="2BF3A3C3">
        <w:rPr>
          <w:rFonts w:ascii="Times New Roman" w:hAnsi="Times New Roman"/>
          <w:sz w:val="24"/>
        </w:rPr>
        <w:t>Raviarvele kantav andmekoosseis on sätestatud sotsiaalministri 19.</w:t>
      </w:r>
      <w:r w:rsidR="00D62653">
        <w:rPr>
          <w:rFonts w:ascii="Times New Roman" w:hAnsi="Times New Roman"/>
          <w:sz w:val="24"/>
        </w:rPr>
        <w:t> jaanuari 2007. a</w:t>
      </w:r>
      <w:r w:rsidRPr="2BF3A3C3">
        <w:rPr>
          <w:rFonts w:ascii="Times New Roman" w:hAnsi="Times New Roman"/>
          <w:sz w:val="24"/>
        </w:rPr>
        <w:t xml:space="preserve"> </w:t>
      </w:r>
      <w:r w:rsidRPr="00D73418">
        <w:rPr>
          <w:rFonts w:ascii="Times New Roman" w:hAnsi="Times New Roman"/>
          <w:sz w:val="24"/>
        </w:rPr>
        <w:t>määruse</w:t>
      </w:r>
      <w:r w:rsidRPr="2BF3A3C3">
        <w:rPr>
          <w:rFonts w:ascii="Times New Roman" w:hAnsi="Times New Roman"/>
          <w:sz w:val="24"/>
        </w:rPr>
        <w:t xml:space="preserve"> nr 9 „Kindlustatud isikult tasu maksmise kohustuse Tervisekassa poolt ülevõtmise kord ja tervishoiuteenuse osutajatele makstava tasu arvutamise metoodika“ </w:t>
      </w:r>
      <w:r w:rsidR="0043690E" w:rsidRPr="00D73418">
        <w:rPr>
          <w:rFonts w:ascii="Times New Roman" w:hAnsi="Times New Roman"/>
          <w:sz w:val="24"/>
        </w:rPr>
        <w:t xml:space="preserve">8. peatükis </w:t>
      </w:r>
      <w:r w:rsidRPr="2BF3A3C3">
        <w:rPr>
          <w:rFonts w:ascii="Times New Roman" w:hAnsi="Times New Roman"/>
          <w:sz w:val="24"/>
        </w:rPr>
        <w:t xml:space="preserve">ja tervishoiuteenuse osutajaga sõlmitavas lepingus. </w:t>
      </w:r>
      <w:r w:rsidRPr="005A4B48">
        <w:rPr>
          <w:rFonts w:ascii="Times New Roman" w:hAnsi="Times New Roman"/>
          <w:sz w:val="24"/>
        </w:rPr>
        <w:t>Eelnõu</w:t>
      </w:r>
      <w:r w:rsidR="006E5F6E">
        <w:rPr>
          <w:rFonts w:ascii="Times New Roman" w:hAnsi="Times New Roman"/>
          <w:sz w:val="24"/>
        </w:rPr>
        <w:t xml:space="preserve"> vastuvõtmine seadusena</w:t>
      </w:r>
      <w:r w:rsidRPr="2BF3A3C3">
        <w:rPr>
          <w:rFonts w:ascii="Times New Roman" w:hAnsi="Times New Roman"/>
          <w:sz w:val="24"/>
        </w:rPr>
        <w:t xml:space="preserve"> uut regulatsiooni andmete kogumisel ega töötlemisel kaasa ei too. Isikuandmete töötlemine </w:t>
      </w:r>
      <w:r w:rsidRPr="00D73418">
        <w:rPr>
          <w:rFonts w:ascii="Times New Roman" w:hAnsi="Times New Roman"/>
          <w:sz w:val="24"/>
        </w:rPr>
        <w:t>Ter</w:t>
      </w:r>
      <w:r w:rsidR="00C57F7A">
        <w:rPr>
          <w:rFonts w:ascii="Times New Roman" w:hAnsi="Times New Roman"/>
          <w:sz w:val="24"/>
        </w:rPr>
        <w:t>K-is</w:t>
      </w:r>
      <w:r w:rsidRPr="2BF3A3C3">
        <w:rPr>
          <w:rFonts w:ascii="Times New Roman" w:hAnsi="Times New Roman"/>
          <w:sz w:val="24"/>
        </w:rPr>
        <w:t xml:space="preserve"> toimub </w:t>
      </w:r>
      <w:r w:rsidRPr="00F85912">
        <w:rPr>
          <w:rFonts w:ascii="Times New Roman" w:hAnsi="Times New Roman"/>
          <w:sz w:val="24"/>
        </w:rPr>
        <w:t>sa</w:t>
      </w:r>
      <w:r w:rsidR="00F85912">
        <w:rPr>
          <w:rFonts w:ascii="Times New Roman" w:hAnsi="Times New Roman"/>
          <w:sz w:val="24"/>
        </w:rPr>
        <w:t>rnaselt</w:t>
      </w:r>
      <w:r w:rsidRPr="2BF3A3C3">
        <w:rPr>
          <w:rFonts w:ascii="Times New Roman" w:hAnsi="Times New Roman"/>
          <w:sz w:val="24"/>
        </w:rPr>
        <w:t xml:space="preserve"> kõigi teiste tervishoiuteenusega, mille eest </w:t>
      </w:r>
      <w:r w:rsidRPr="00D73418">
        <w:rPr>
          <w:rFonts w:ascii="Times New Roman" w:hAnsi="Times New Roman"/>
          <w:sz w:val="24"/>
        </w:rPr>
        <w:t>Ter</w:t>
      </w:r>
      <w:r w:rsidR="00C57F7A">
        <w:rPr>
          <w:rFonts w:ascii="Times New Roman" w:hAnsi="Times New Roman"/>
          <w:sz w:val="24"/>
        </w:rPr>
        <w:t>K</w:t>
      </w:r>
      <w:r w:rsidRPr="2BF3A3C3">
        <w:rPr>
          <w:rFonts w:ascii="Times New Roman" w:hAnsi="Times New Roman"/>
          <w:sz w:val="24"/>
        </w:rPr>
        <w:t xml:space="preserve"> ravikindlustuse seaduse alusel tasu maksmise kohustuse üle võtab või </w:t>
      </w:r>
      <w:r w:rsidRPr="00D73418">
        <w:rPr>
          <w:rFonts w:ascii="Times New Roman" w:hAnsi="Times New Roman"/>
          <w:sz w:val="24"/>
        </w:rPr>
        <w:t>mi</w:t>
      </w:r>
      <w:r w:rsidR="00012997" w:rsidRPr="00D73418">
        <w:rPr>
          <w:rFonts w:ascii="Times New Roman" w:hAnsi="Times New Roman"/>
          <w:sz w:val="24"/>
        </w:rPr>
        <w:t>ll</w:t>
      </w:r>
      <w:r w:rsidRPr="00D73418">
        <w:rPr>
          <w:rFonts w:ascii="Times New Roman" w:hAnsi="Times New Roman"/>
          <w:sz w:val="24"/>
        </w:rPr>
        <w:t>e</w:t>
      </w:r>
      <w:r w:rsidRPr="2BF3A3C3">
        <w:rPr>
          <w:rFonts w:ascii="Times New Roman" w:hAnsi="Times New Roman"/>
          <w:sz w:val="24"/>
        </w:rPr>
        <w:t xml:space="preserve"> eest </w:t>
      </w:r>
      <w:r w:rsidR="001305B1">
        <w:rPr>
          <w:rFonts w:ascii="Times New Roman" w:hAnsi="Times New Roman"/>
          <w:sz w:val="24"/>
        </w:rPr>
        <w:t xml:space="preserve">ta </w:t>
      </w:r>
      <w:r w:rsidRPr="2BF3A3C3">
        <w:rPr>
          <w:rFonts w:ascii="Times New Roman" w:hAnsi="Times New Roman"/>
          <w:sz w:val="24"/>
        </w:rPr>
        <w:t xml:space="preserve">muu seaduse alusel tasub. </w:t>
      </w:r>
    </w:p>
    <w:p w14:paraId="10A9375E" w14:textId="6B5095B7" w:rsidR="0099494A" w:rsidRDefault="0099494A" w:rsidP="008E199B">
      <w:pPr>
        <w:rPr>
          <w:rFonts w:ascii="Times New Roman" w:hAnsi="Times New Roman"/>
          <w:sz w:val="24"/>
        </w:rPr>
      </w:pPr>
    </w:p>
    <w:p w14:paraId="36585898" w14:textId="516049E7" w:rsidR="00FB06B9" w:rsidRDefault="00FB06B9" w:rsidP="008E199B">
      <w:pPr>
        <w:rPr>
          <w:rFonts w:ascii="Times New Roman" w:hAnsi="Times New Roman"/>
          <w:sz w:val="24"/>
        </w:rPr>
      </w:pPr>
      <w:r w:rsidRPr="2BF3A3C3">
        <w:rPr>
          <w:rFonts w:ascii="Times New Roman" w:hAnsi="Times New Roman"/>
          <w:sz w:val="24"/>
        </w:rPr>
        <w:lastRenderedPageBreak/>
        <w:t xml:space="preserve">Andmekaitsealane </w:t>
      </w:r>
      <w:r w:rsidR="00A610FE">
        <w:rPr>
          <w:rFonts w:ascii="Times New Roman" w:hAnsi="Times New Roman"/>
          <w:sz w:val="24"/>
        </w:rPr>
        <w:t>mõju</w:t>
      </w:r>
      <w:r w:rsidR="00A610FE" w:rsidRPr="005A4B48">
        <w:rPr>
          <w:rFonts w:ascii="Times New Roman" w:hAnsi="Times New Roman"/>
          <w:sz w:val="24"/>
        </w:rPr>
        <w:t xml:space="preserve"> </w:t>
      </w:r>
      <w:r w:rsidRPr="2BF3A3C3">
        <w:rPr>
          <w:rFonts w:ascii="Times New Roman" w:hAnsi="Times New Roman"/>
          <w:sz w:val="24"/>
        </w:rPr>
        <w:t xml:space="preserve">on minimaalne. Andmetöötlus toimub tervishoiuteenuse osutaja ja </w:t>
      </w:r>
      <w:r w:rsidRPr="00D73418">
        <w:rPr>
          <w:rFonts w:ascii="Times New Roman" w:hAnsi="Times New Roman"/>
          <w:sz w:val="24"/>
        </w:rPr>
        <w:t>Ter</w:t>
      </w:r>
      <w:r w:rsidR="00B57C66">
        <w:rPr>
          <w:rFonts w:ascii="Times New Roman" w:hAnsi="Times New Roman"/>
          <w:sz w:val="24"/>
        </w:rPr>
        <w:t>K-i</w:t>
      </w:r>
      <w:r w:rsidRPr="2BF3A3C3">
        <w:rPr>
          <w:rFonts w:ascii="Times New Roman" w:hAnsi="Times New Roman"/>
          <w:sz w:val="24"/>
        </w:rPr>
        <w:t xml:space="preserve"> andmekogu vahel. Andmekaitsealane mõju on </w:t>
      </w:r>
      <w:r w:rsidR="00A11886">
        <w:rPr>
          <w:rFonts w:ascii="Times New Roman" w:hAnsi="Times New Roman"/>
          <w:sz w:val="24"/>
        </w:rPr>
        <w:t>väike</w:t>
      </w:r>
      <w:r w:rsidRPr="2BF3A3C3">
        <w:rPr>
          <w:rFonts w:ascii="Times New Roman" w:hAnsi="Times New Roman"/>
          <w:sz w:val="24"/>
        </w:rPr>
        <w:t xml:space="preserve">, kuna andmetöötlusele rakenduvad kõik senised tingimused (juurdepääsude haldus, andmekogu auditeerimine vastavalt turvaklassile jne), mistõttu on tagatud nii organisatoorsed kui tehnilised meetmed. Seega rakendatakse ka andmekaitse üldmääruse artikli 25 nõudeid (ehk lõimitud ja vaikimisi andmekaitse põhimõtete rakendamine) – vastavalt vajadusele on andmestik teatud juhul avaram või piiratum </w:t>
      </w:r>
      <w:r w:rsidR="000F5AEF">
        <w:rPr>
          <w:rFonts w:ascii="Times New Roman" w:hAnsi="Times New Roman"/>
          <w:sz w:val="24"/>
        </w:rPr>
        <w:t>ja</w:t>
      </w:r>
      <w:r w:rsidRPr="2BF3A3C3">
        <w:rPr>
          <w:rFonts w:ascii="Times New Roman" w:hAnsi="Times New Roman"/>
          <w:sz w:val="24"/>
        </w:rPr>
        <w:t xml:space="preserve"> töötlustoimingud </w:t>
      </w:r>
      <w:r w:rsidR="000F5AEF">
        <w:rPr>
          <w:rFonts w:ascii="Times New Roman" w:hAnsi="Times New Roman"/>
          <w:sz w:val="24"/>
        </w:rPr>
        <w:t xml:space="preserve">on </w:t>
      </w:r>
      <w:r w:rsidRPr="2BF3A3C3">
        <w:rPr>
          <w:rFonts w:ascii="Times New Roman" w:hAnsi="Times New Roman"/>
          <w:sz w:val="24"/>
        </w:rPr>
        <w:t>kontrollitud.</w:t>
      </w:r>
    </w:p>
    <w:p w14:paraId="48FD0024" w14:textId="77777777" w:rsidR="00601273" w:rsidRDefault="00601273" w:rsidP="008E199B">
      <w:pPr>
        <w:rPr>
          <w:rFonts w:ascii="Times New Roman" w:hAnsi="Times New Roman"/>
          <w:sz w:val="24"/>
        </w:rPr>
      </w:pPr>
    </w:p>
    <w:p w14:paraId="3CBF8C39" w14:textId="108E11EB" w:rsidR="00601273" w:rsidRDefault="00601273" w:rsidP="008E199B">
      <w:pPr>
        <w:rPr>
          <w:rFonts w:ascii="Times New Roman" w:hAnsi="Times New Roman"/>
          <w:sz w:val="24"/>
        </w:rPr>
      </w:pPr>
      <w:r w:rsidRPr="00D73418">
        <w:rPr>
          <w:rFonts w:ascii="Times New Roman" w:hAnsi="Times New Roman"/>
          <w:sz w:val="24"/>
        </w:rPr>
        <w:t>Tervishoiuteenuse</w:t>
      </w:r>
      <w:r>
        <w:rPr>
          <w:rFonts w:ascii="Times New Roman" w:hAnsi="Times New Roman"/>
          <w:sz w:val="24"/>
        </w:rPr>
        <w:t xml:space="preserve"> osutaja kohustuses dokumenteerida tervishoiuteenuse osutamine ja saata õigusaktides sätestatud kujul andmed tervise infosüsteemi eelnõu muudatusi kaasa ei too</w:t>
      </w:r>
      <w:r w:rsidR="00846494">
        <w:rPr>
          <w:rFonts w:ascii="Times New Roman" w:hAnsi="Times New Roman"/>
          <w:sz w:val="24"/>
        </w:rPr>
        <w:t>.</w:t>
      </w:r>
    </w:p>
    <w:p w14:paraId="74B87358" w14:textId="77777777" w:rsidR="001B0C66" w:rsidRPr="00846494" w:rsidRDefault="001B0C66" w:rsidP="008E199B">
      <w:pPr>
        <w:rPr>
          <w:rFonts w:ascii="Times New Roman" w:hAnsi="Times New Roman"/>
          <w:sz w:val="24"/>
        </w:rPr>
      </w:pPr>
    </w:p>
    <w:p w14:paraId="632DE2CA" w14:textId="77777777" w:rsidR="001339A9" w:rsidRPr="00846494" w:rsidRDefault="00BC618B" w:rsidP="008E199B">
      <w:pPr>
        <w:pStyle w:val="Loendilik"/>
        <w:numPr>
          <w:ilvl w:val="0"/>
          <w:numId w:val="5"/>
        </w:numPr>
        <w:rPr>
          <w:rFonts w:ascii="Times New Roman" w:hAnsi="Times New Roman"/>
          <w:b/>
          <w:sz w:val="24"/>
        </w:rPr>
      </w:pPr>
      <w:r w:rsidRPr="00846494">
        <w:rPr>
          <w:rFonts w:ascii="Times New Roman" w:hAnsi="Times New Roman"/>
          <w:b/>
          <w:sz w:val="24"/>
        </w:rPr>
        <w:t>Seaduse rakendamisega seotud riigi ja kohaliku omavalitsuse tegevused, eeldatavad kulud ja tulud</w:t>
      </w:r>
    </w:p>
    <w:p w14:paraId="726247E8" w14:textId="77777777" w:rsidR="001B0C66" w:rsidRPr="00846494" w:rsidRDefault="001B0C66" w:rsidP="008E199B">
      <w:pPr>
        <w:rPr>
          <w:rFonts w:ascii="Times New Roman" w:hAnsi="Times New Roman"/>
          <w:b/>
          <w:sz w:val="24"/>
        </w:rPr>
      </w:pPr>
    </w:p>
    <w:p w14:paraId="3F6D7808" w14:textId="77777777" w:rsidR="00DF4EF9" w:rsidRPr="00846494" w:rsidRDefault="00DF4EF9" w:rsidP="008E199B">
      <w:pPr>
        <w:rPr>
          <w:rFonts w:ascii="Times New Roman" w:hAnsi="Times New Roman"/>
          <w:bCs/>
          <w:sz w:val="24"/>
        </w:rPr>
        <w:sectPr w:rsidR="00DF4EF9" w:rsidRPr="00846494" w:rsidSect="00E276E8">
          <w:type w:val="continuous"/>
          <w:pgSz w:w="11906" w:h="16838"/>
          <w:pgMar w:top="1418" w:right="680" w:bottom="1418" w:left="1701" w:header="680" w:footer="680" w:gutter="0"/>
          <w:cols w:space="708"/>
          <w:docGrid w:linePitch="360"/>
        </w:sectPr>
      </w:pPr>
    </w:p>
    <w:p w14:paraId="55B6771F" w14:textId="35523119" w:rsidR="00E572C1" w:rsidRPr="00D73418" w:rsidRDefault="004C7BC9" w:rsidP="008E199B">
      <w:pPr>
        <w:rPr>
          <w:rFonts w:ascii="Times New Roman" w:hAnsi="Times New Roman"/>
          <w:color w:val="000000"/>
          <w:sz w:val="24"/>
        </w:rPr>
      </w:pPr>
      <w:r w:rsidRPr="00D73418">
        <w:rPr>
          <w:rFonts w:ascii="Times New Roman" w:hAnsi="Times New Roman"/>
          <w:color w:val="000000"/>
          <w:sz w:val="24"/>
        </w:rPr>
        <w:t>Eelnõu kohaselt rahastatakse alates 1. jaanuarist 2025. a ööpäevaringse erihooldusteenuse osutamise</w:t>
      </w:r>
      <w:r w:rsidR="00CB6E0D">
        <w:rPr>
          <w:rFonts w:ascii="Times New Roman" w:hAnsi="Times New Roman"/>
          <w:color w:val="000000"/>
          <w:sz w:val="24"/>
        </w:rPr>
        <w:t>l pakutavat</w:t>
      </w:r>
      <w:r w:rsidRPr="00D73418">
        <w:rPr>
          <w:rFonts w:ascii="Times New Roman" w:hAnsi="Times New Roman"/>
          <w:color w:val="000000"/>
          <w:sz w:val="24"/>
        </w:rPr>
        <w:t xml:space="preserve"> iseseisvat õendusabi riigieelarvest TerK-i kaudu ja riigieelarves TerK-i eelarvesse ettenähtud vahenditest. </w:t>
      </w:r>
    </w:p>
    <w:p w14:paraId="1264091F" w14:textId="77777777" w:rsidR="00F859B6" w:rsidRPr="00D73418" w:rsidRDefault="00F859B6" w:rsidP="008E199B">
      <w:pPr>
        <w:rPr>
          <w:rFonts w:ascii="Times New Roman" w:hAnsi="Times New Roman"/>
          <w:color w:val="000000"/>
          <w:sz w:val="24"/>
        </w:rPr>
      </w:pPr>
    </w:p>
    <w:p w14:paraId="65A2A258" w14:textId="25C4F806" w:rsidR="00DF4EF9" w:rsidRPr="00846494" w:rsidRDefault="004C7BC9" w:rsidP="008E199B">
      <w:pPr>
        <w:rPr>
          <w:rFonts w:ascii="Times New Roman" w:hAnsi="Times New Roman"/>
          <w:bCs/>
          <w:sz w:val="24"/>
        </w:rPr>
        <w:sectPr w:rsidR="00DF4EF9" w:rsidRPr="00846494" w:rsidSect="00E276E8">
          <w:type w:val="continuous"/>
          <w:pgSz w:w="11906" w:h="16838"/>
          <w:pgMar w:top="1418" w:right="680" w:bottom="1418" w:left="1701" w:header="680" w:footer="680" w:gutter="0"/>
          <w:cols w:space="708"/>
          <w:formProt w:val="0"/>
          <w:docGrid w:linePitch="360"/>
        </w:sectPr>
      </w:pPr>
      <w:r w:rsidRPr="00D73418">
        <w:rPr>
          <w:rFonts w:ascii="Times New Roman" w:hAnsi="Times New Roman"/>
          <w:color w:val="000000"/>
          <w:sz w:val="24"/>
        </w:rPr>
        <w:t xml:space="preserve">See tähendab, et seni SKA </w:t>
      </w:r>
      <w:r w:rsidR="00E579C3" w:rsidRPr="00D73418">
        <w:rPr>
          <w:rFonts w:ascii="Times New Roman" w:hAnsi="Times New Roman"/>
          <w:color w:val="000000"/>
          <w:sz w:val="24"/>
        </w:rPr>
        <w:t xml:space="preserve">ööpäevaringsete </w:t>
      </w:r>
      <w:r w:rsidR="00C54B2D" w:rsidRPr="00D73418">
        <w:rPr>
          <w:rFonts w:ascii="Times New Roman" w:hAnsi="Times New Roman"/>
          <w:color w:val="000000"/>
          <w:sz w:val="24"/>
        </w:rPr>
        <w:t>erihoo</w:t>
      </w:r>
      <w:r w:rsidR="00172939">
        <w:rPr>
          <w:rFonts w:ascii="Times New Roman" w:hAnsi="Times New Roman"/>
          <w:color w:val="000000"/>
          <w:sz w:val="24"/>
        </w:rPr>
        <w:t>l</w:t>
      </w:r>
      <w:r w:rsidR="00CB6E0D">
        <w:rPr>
          <w:rFonts w:ascii="Times New Roman" w:hAnsi="Times New Roman"/>
          <w:color w:val="000000"/>
          <w:sz w:val="24"/>
        </w:rPr>
        <w:t>dusteenuste</w:t>
      </w:r>
      <w:r w:rsidR="00F859B6" w:rsidRPr="00D73418">
        <w:rPr>
          <w:rFonts w:ascii="Times New Roman" w:hAnsi="Times New Roman"/>
          <w:color w:val="000000"/>
          <w:sz w:val="24"/>
        </w:rPr>
        <w:t xml:space="preserve"> korraldamiseks </w:t>
      </w:r>
      <w:r w:rsidRPr="00D73418">
        <w:rPr>
          <w:rFonts w:ascii="Times New Roman" w:hAnsi="Times New Roman"/>
          <w:color w:val="000000"/>
          <w:sz w:val="24"/>
        </w:rPr>
        <w:t xml:space="preserve">ettenähtud </w:t>
      </w:r>
      <w:r w:rsidR="00E579C3" w:rsidRPr="00D73418">
        <w:rPr>
          <w:rFonts w:ascii="Times New Roman" w:hAnsi="Times New Roman"/>
          <w:color w:val="000000"/>
          <w:sz w:val="24"/>
        </w:rPr>
        <w:t xml:space="preserve">maksimaalseid maksumusi vähendatakse </w:t>
      </w:r>
      <w:r w:rsidRPr="00D73418">
        <w:rPr>
          <w:rFonts w:ascii="Times New Roman" w:hAnsi="Times New Roman"/>
          <w:color w:val="000000"/>
          <w:sz w:val="24"/>
        </w:rPr>
        <w:t xml:space="preserve">õendusabi rahastamiseks </w:t>
      </w:r>
      <w:r w:rsidR="00252198" w:rsidRPr="00D73418">
        <w:rPr>
          <w:rFonts w:ascii="Times New Roman" w:hAnsi="Times New Roman"/>
          <w:color w:val="000000"/>
          <w:sz w:val="24"/>
        </w:rPr>
        <w:t xml:space="preserve">ettenähtud </w:t>
      </w:r>
      <w:r w:rsidRPr="00D73418">
        <w:rPr>
          <w:rFonts w:ascii="Times New Roman" w:hAnsi="Times New Roman"/>
          <w:color w:val="000000"/>
          <w:sz w:val="24"/>
        </w:rPr>
        <w:t>summad</w:t>
      </w:r>
      <w:r w:rsidR="006E43C0" w:rsidRPr="00D73418">
        <w:rPr>
          <w:rFonts w:ascii="Times New Roman" w:hAnsi="Times New Roman"/>
          <w:color w:val="000000"/>
          <w:sz w:val="24"/>
        </w:rPr>
        <w:t>e võrra, misjärel</w:t>
      </w:r>
      <w:r w:rsidRPr="00D73418">
        <w:rPr>
          <w:rFonts w:ascii="Times New Roman" w:hAnsi="Times New Roman"/>
          <w:color w:val="000000"/>
          <w:sz w:val="24"/>
        </w:rPr>
        <w:t xml:space="preserve"> nähakse </w:t>
      </w:r>
      <w:r w:rsidR="00E572C1" w:rsidRPr="00D73418">
        <w:rPr>
          <w:rFonts w:ascii="Times New Roman" w:hAnsi="Times New Roman"/>
          <w:color w:val="000000"/>
          <w:sz w:val="24"/>
        </w:rPr>
        <w:t xml:space="preserve">2025. aasta </w:t>
      </w:r>
      <w:r w:rsidRPr="00D73418">
        <w:rPr>
          <w:rFonts w:ascii="Times New Roman" w:hAnsi="Times New Roman"/>
          <w:color w:val="000000"/>
          <w:sz w:val="24"/>
        </w:rPr>
        <w:t>riigieelarvega Ter</w:t>
      </w:r>
      <w:r w:rsidR="00F859B6" w:rsidRPr="00D73418">
        <w:rPr>
          <w:rFonts w:ascii="Times New Roman" w:hAnsi="Times New Roman"/>
          <w:color w:val="000000"/>
          <w:sz w:val="24"/>
        </w:rPr>
        <w:t>K-</w:t>
      </w:r>
      <w:r w:rsidR="008C6C0E">
        <w:rPr>
          <w:rFonts w:ascii="Times New Roman" w:hAnsi="Times New Roman"/>
          <w:color w:val="000000"/>
          <w:sz w:val="24"/>
        </w:rPr>
        <w:t>i</w:t>
      </w:r>
      <w:r w:rsidR="00F859B6" w:rsidRPr="00D73418">
        <w:rPr>
          <w:rFonts w:ascii="Times New Roman" w:hAnsi="Times New Roman"/>
          <w:color w:val="000000"/>
          <w:sz w:val="24"/>
        </w:rPr>
        <w:t xml:space="preserve">le </w:t>
      </w:r>
      <w:r w:rsidRPr="00D73418">
        <w:rPr>
          <w:rFonts w:ascii="Times New Roman" w:hAnsi="Times New Roman"/>
          <w:color w:val="000000"/>
          <w:sz w:val="24"/>
        </w:rPr>
        <w:t xml:space="preserve">ööpäevaringse erihooldusteenuse </w:t>
      </w:r>
      <w:r w:rsidR="00CB6E0D">
        <w:rPr>
          <w:rFonts w:ascii="Times New Roman" w:hAnsi="Times New Roman"/>
          <w:color w:val="000000"/>
          <w:sz w:val="24"/>
        </w:rPr>
        <w:t xml:space="preserve">osutamisel pakutava </w:t>
      </w:r>
      <w:r w:rsidRPr="00D73418">
        <w:rPr>
          <w:rFonts w:ascii="Times New Roman" w:hAnsi="Times New Roman"/>
          <w:color w:val="000000"/>
          <w:sz w:val="24"/>
        </w:rPr>
        <w:t xml:space="preserve">õendusabi rahastamiseks </w:t>
      </w:r>
      <w:r w:rsidR="00252198" w:rsidRPr="00D73418">
        <w:rPr>
          <w:rFonts w:ascii="Times New Roman" w:hAnsi="Times New Roman"/>
          <w:color w:val="000000"/>
          <w:sz w:val="24"/>
        </w:rPr>
        <w:t xml:space="preserve">otse riigieelarvest </w:t>
      </w:r>
      <w:r w:rsidR="000F5AEF">
        <w:rPr>
          <w:rFonts w:ascii="Times New Roman" w:hAnsi="Times New Roman"/>
          <w:color w:val="000000"/>
          <w:sz w:val="24"/>
        </w:rPr>
        <w:t xml:space="preserve">ette </w:t>
      </w:r>
      <w:r w:rsidRPr="00D73418">
        <w:rPr>
          <w:rFonts w:ascii="Times New Roman" w:hAnsi="Times New Roman"/>
          <w:color w:val="000000"/>
          <w:sz w:val="24"/>
        </w:rPr>
        <w:t>1 198 166 eurot. Lisaks rahastab TerK viidatud teenuse osutamist riigieelarves Ter</w:t>
      </w:r>
      <w:r w:rsidR="008C6C0E">
        <w:rPr>
          <w:rFonts w:ascii="Times New Roman" w:hAnsi="Times New Roman"/>
          <w:color w:val="000000"/>
          <w:sz w:val="24"/>
        </w:rPr>
        <w:t>K-i</w:t>
      </w:r>
      <w:r w:rsidRPr="00D73418">
        <w:rPr>
          <w:rFonts w:ascii="Times New Roman" w:hAnsi="Times New Roman"/>
          <w:color w:val="000000"/>
          <w:sz w:val="24"/>
        </w:rPr>
        <w:t xml:space="preserve"> eelarvesse ettenähtud vahendite arvelt. 2025. aastal planeeritakse selleks 1 653 756 eurot.</w:t>
      </w:r>
    </w:p>
    <w:p w14:paraId="2B3B0933" w14:textId="77777777" w:rsidR="001B0C66" w:rsidRPr="00846494" w:rsidRDefault="001B0C66" w:rsidP="008E199B">
      <w:pPr>
        <w:rPr>
          <w:rFonts w:ascii="Times New Roman" w:hAnsi="Times New Roman"/>
          <w:bCs/>
          <w:sz w:val="24"/>
        </w:rPr>
      </w:pPr>
    </w:p>
    <w:p w14:paraId="12DCAD57" w14:textId="77777777" w:rsidR="001339A9" w:rsidRPr="00846494" w:rsidRDefault="001339A9" w:rsidP="008E199B">
      <w:pPr>
        <w:pStyle w:val="Loendilik"/>
        <w:numPr>
          <w:ilvl w:val="0"/>
          <w:numId w:val="5"/>
        </w:numPr>
        <w:rPr>
          <w:rFonts w:ascii="Times New Roman" w:hAnsi="Times New Roman"/>
          <w:b/>
          <w:sz w:val="24"/>
        </w:rPr>
      </w:pPr>
      <w:r w:rsidRPr="00846494">
        <w:rPr>
          <w:rFonts w:ascii="Times New Roman" w:hAnsi="Times New Roman"/>
          <w:b/>
          <w:sz w:val="24"/>
        </w:rPr>
        <w:t>Rakendusaktid</w:t>
      </w:r>
    </w:p>
    <w:p w14:paraId="4F01041E" w14:textId="77777777" w:rsidR="00C90864" w:rsidRPr="00D73418" w:rsidRDefault="00C90864" w:rsidP="00CB1B3A">
      <w:pPr>
        <w:rPr>
          <w:rFonts w:ascii="Times New Roman" w:hAnsi="Times New Roman"/>
          <w:sz w:val="24"/>
        </w:rPr>
      </w:pPr>
    </w:p>
    <w:p w14:paraId="492C00AF" w14:textId="2B633A83" w:rsidR="00CB1B3A" w:rsidRPr="008A3248" w:rsidRDefault="00CB1B3A" w:rsidP="00CB1B3A">
      <w:pPr>
        <w:rPr>
          <w:rFonts w:ascii="Times New Roman" w:hAnsi="Times New Roman"/>
          <w:sz w:val="24"/>
        </w:rPr>
      </w:pPr>
      <w:r>
        <w:rPr>
          <w:rFonts w:ascii="Times New Roman" w:hAnsi="Times New Roman"/>
          <w:sz w:val="24"/>
        </w:rPr>
        <w:t>E</w:t>
      </w:r>
      <w:r w:rsidRPr="00490C10">
        <w:rPr>
          <w:rFonts w:ascii="Times New Roman" w:hAnsi="Times New Roman"/>
          <w:sz w:val="24"/>
        </w:rPr>
        <w:t xml:space="preserve">elnõuga seoses ei ole vaja kehtetuks tunnistada kehtivaid ega kehtestada uusi rakendusakte, </w:t>
      </w:r>
      <w:r>
        <w:rPr>
          <w:rFonts w:ascii="Times New Roman" w:hAnsi="Times New Roman"/>
          <w:sz w:val="24"/>
        </w:rPr>
        <w:t>kuid s</w:t>
      </w:r>
      <w:r w:rsidRPr="00E819B4">
        <w:rPr>
          <w:rFonts w:ascii="Times New Roman" w:hAnsi="Times New Roman"/>
          <w:sz w:val="24"/>
        </w:rPr>
        <w:t xml:space="preserve">eaduse vastuvõtmisel on vaja muuta järgmisi </w:t>
      </w:r>
      <w:r w:rsidRPr="00F85912">
        <w:rPr>
          <w:rFonts w:ascii="Times New Roman" w:hAnsi="Times New Roman"/>
          <w:sz w:val="24"/>
        </w:rPr>
        <w:t>määrus</w:t>
      </w:r>
      <w:r w:rsidR="000F5AEF" w:rsidRPr="00F85912">
        <w:rPr>
          <w:rFonts w:ascii="Times New Roman" w:hAnsi="Times New Roman"/>
          <w:sz w:val="24"/>
        </w:rPr>
        <w:t>i</w:t>
      </w:r>
      <w:r w:rsidR="000F5AEF">
        <w:rPr>
          <w:rFonts w:ascii="Times New Roman" w:hAnsi="Times New Roman"/>
          <w:sz w:val="24"/>
        </w:rPr>
        <w:t>:</w:t>
      </w:r>
    </w:p>
    <w:p w14:paraId="382304A7" w14:textId="15C7CCEA" w:rsidR="00CB1B3A" w:rsidRDefault="00CB1B3A" w:rsidP="00CB1B3A">
      <w:pPr>
        <w:rPr>
          <w:rFonts w:ascii="Times New Roman" w:hAnsi="Times New Roman"/>
          <w:sz w:val="24"/>
          <w:lang w:eastAsia="et-EE"/>
        </w:rPr>
      </w:pPr>
      <w:r>
        <w:rPr>
          <w:rFonts w:ascii="Times New Roman" w:hAnsi="Times New Roman"/>
          <w:sz w:val="24"/>
          <w:lang w:eastAsia="et-EE"/>
        </w:rPr>
        <w:t>1</w:t>
      </w:r>
      <w:r w:rsidRPr="07B47148">
        <w:rPr>
          <w:rFonts w:ascii="Times New Roman" w:hAnsi="Times New Roman"/>
          <w:sz w:val="24"/>
          <w:lang w:eastAsia="et-EE"/>
        </w:rPr>
        <w:t>) sotsiaalkaitseministri 21. detsembri 2015. a määrus nr 65 „Erihoolekandeteenuste rahastamine“;</w:t>
      </w:r>
    </w:p>
    <w:p w14:paraId="07A47544" w14:textId="18C87501" w:rsidR="00545768" w:rsidRDefault="00CB1B3A" w:rsidP="00CB1B3A">
      <w:pPr>
        <w:rPr>
          <w:rFonts w:ascii="Times New Roman" w:hAnsi="Times New Roman"/>
          <w:sz w:val="24"/>
          <w:lang w:eastAsia="et-EE"/>
        </w:rPr>
      </w:pPr>
      <w:r>
        <w:rPr>
          <w:rFonts w:ascii="Times New Roman" w:hAnsi="Times New Roman"/>
          <w:sz w:val="24"/>
          <w:lang w:eastAsia="et-EE"/>
        </w:rPr>
        <w:t xml:space="preserve">2) </w:t>
      </w:r>
      <w:r w:rsidR="00545768">
        <w:rPr>
          <w:rFonts w:ascii="Times New Roman" w:hAnsi="Times New Roman"/>
          <w:sz w:val="24"/>
          <w:lang w:eastAsia="et-EE"/>
        </w:rPr>
        <w:t>s</w:t>
      </w:r>
      <w:r w:rsidRPr="005A4B48">
        <w:rPr>
          <w:rFonts w:ascii="Times New Roman" w:hAnsi="Times New Roman"/>
          <w:sz w:val="24"/>
          <w:lang w:eastAsia="et-EE"/>
        </w:rPr>
        <w:t>otsiaalministri</w:t>
      </w:r>
      <w:r w:rsidR="00545768">
        <w:rPr>
          <w:rFonts w:ascii="Times New Roman" w:hAnsi="Times New Roman"/>
          <w:sz w:val="24"/>
          <w:lang w:eastAsia="et-EE"/>
        </w:rPr>
        <w:t xml:space="preserve"> 19. jaanuari 2007. a</w:t>
      </w:r>
      <w:r w:rsidRPr="005A4B48">
        <w:rPr>
          <w:rFonts w:ascii="Times New Roman" w:hAnsi="Times New Roman"/>
          <w:sz w:val="24"/>
          <w:lang w:eastAsia="et-EE"/>
        </w:rPr>
        <w:t xml:space="preserve"> määrus nr 9 „Kindlustatud isikult tasu maksmise kohustuse Tervisekassa poolt ülevõtmise kord ja tervishoiuteenuse osutajatele makstava tasu arvutamise metoodika“ </w:t>
      </w:r>
      <w:r w:rsidR="00F85912">
        <w:rPr>
          <w:rFonts w:ascii="Times New Roman" w:hAnsi="Times New Roman"/>
          <w:sz w:val="24"/>
          <w:lang w:eastAsia="et-EE"/>
        </w:rPr>
        <w:t>(</w:t>
      </w:r>
      <w:r w:rsidRPr="00F85912">
        <w:rPr>
          <w:rFonts w:ascii="Times New Roman" w:hAnsi="Times New Roman"/>
          <w:sz w:val="24"/>
          <w:lang w:eastAsia="et-EE"/>
        </w:rPr>
        <w:t>kajastatakse</w:t>
      </w:r>
      <w:r w:rsidRPr="005A4B48">
        <w:rPr>
          <w:rFonts w:ascii="Times New Roman" w:hAnsi="Times New Roman"/>
          <w:sz w:val="24"/>
          <w:lang w:eastAsia="et-EE"/>
        </w:rPr>
        <w:t xml:space="preserve"> teenuse piirhinna kujunemise </w:t>
      </w:r>
      <w:r w:rsidRPr="00F85912">
        <w:rPr>
          <w:rFonts w:ascii="Times New Roman" w:hAnsi="Times New Roman"/>
          <w:sz w:val="24"/>
          <w:lang w:eastAsia="et-EE"/>
        </w:rPr>
        <w:t>metoodika</w:t>
      </w:r>
      <w:r w:rsidR="00F85912">
        <w:rPr>
          <w:rFonts w:ascii="Times New Roman" w:hAnsi="Times New Roman"/>
          <w:sz w:val="24"/>
          <w:lang w:eastAsia="et-EE"/>
        </w:rPr>
        <w:t>t)</w:t>
      </w:r>
      <w:r w:rsidR="00545768">
        <w:rPr>
          <w:rFonts w:ascii="Times New Roman" w:hAnsi="Times New Roman"/>
          <w:sz w:val="24"/>
          <w:lang w:eastAsia="et-EE"/>
        </w:rPr>
        <w:t xml:space="preserve">; </w:t>
      </w:r>
    </w:p>
    <w:p w14:paraId="4CB1A170" w14:textId="191CF5E3" w:rsidR="00F571C5" w:rsidRPr="005A4B48" w:rsidRDefault="00545768" w:rsidP="00F571C5">
      <w:pPr>
        <w:rPr>
          <w:rFonts w:ascii="Times New Roman" w:hAnsi="Times New Roman"/>
          <w:sz w:val="24"/>
          <w:lang w:eastAsia="et-EE"/>
        </w:rPr>
      </w:pPr>
      <w:r>
        <w:rPr>
          <w:rFonts w:ascii="Times New Roman" w:hAnsi="Times New Roman"/>
          <w:sz w:val="24"/>
          <w:lang w:eastAsia="et-EE"/>
        </w:rPr>
        <w:t xml:space="preserve">3) </w:t>
      </w:r>
      <w:r w:rsidR="00F571C5">
        <w:rPr>
          <w:rFonts w:ascii="Times New Roman" w:hAnsi="Times New Roman"/>
          <w:sz w:val="24"/>
          <w:lang w:eastAsia="et-EE"/>
        </w:rPr>
        <w:t>Vabariigi Valitsuse määrus „</w:t>
      </w:r>
      <w:r w:rsidR="00F571C5" w:rsidRPr="005A4B48">
        <w:rPr>
          <w:rFonts w:ascii="Times New Roman" w:hAnsi="Times New Roman"/>
          <w:sz w:val="24"/>
          <w:lang w:eastAsia="et-EE"/>
        </w:rPr>
        <w:t>Tervisekassa tervishoiuteenuste loetelu</w:t>
      </w:r>
      <w:r w:rsidR="00F571C5">
        <w:rPr>
          <w:rFonts w:ascii="Times New Roman" w:hAnsi="Times New Roman"/>
          <w:sz w:val="24"/>
          <w:lang w:eastAsia="et-EE"/>
        </w:rPr>
        <w:t>“</w:t>
      </w:r>
      <w:r w:rsidR="00F571C5" w:rsidRPr="005A4B48">
        <w:rPr>
          <w:rFonts w:ascii="Times New Roman" w:hAnsi="Times New Roman"/>
          <w:sz w:val="24"/>
          <w:lang w:eastAsia="et-EE"/>
        </w:rPr>
        <w:t xml:space="preserve"> </w:t>
      </w:r>
      <w:r w:rsidR="00F85912">
        <w:rPr>
          <w:rFonts w:ascii="Times New Roman" w:hAnsi="Times New Roman"/>
          <w:sz w:val="24"/>
          <w:lang w:eastAsia="et-EE"/>
        </w:rPr>
        <w:t>(</w:t>
      </w:r>
      <w:r w:rsidR="00F571C5" w:rsidRPr="005A4B48">
        <w:rPr>
          <w:rFonts w:ascii="Times New Roman" w:hAnsi="Times New Roman"/>
          <w:sz w:val="24"/>
          <w:lang w:eastAsia="et-EE"/>
        </w:rPr>
        <w:t>täienda</w:t>
      </w:r>
      <w:r w:rsidR="00F85912">
        <w:rPr>
          <w:rFonts w:ascii="Times New Roman" w:hAnsi="Times New Roman"/>
          <w:sz w:val="24"/>
          <w:lang w:eastAsia="et-EE"/>
        </w:rPr>
        <w:t>takse</w:t>
      </w:r>
      <w:r w:rsidR="00F571C5" w:rsidRPr="005A4B48">
        <w:rPr>
          <w:rFonts w:ascii="Times New Roman" w:hAnsi="Times New Roman"/>
          <w:sz w:val="24"/>
          <w:lang w:eastAsia="et-EE"/>
        </w:rPr>
        <w:t xml:space="preserve"> uue teenusega</w:t>
      </w:r>
      <w:r w:rsidR="00F85912">
        <w:rPr>
          <w:rFonts w:ascii="Times New Roman" w:hAnsi="Times New Roman"/>
          <w:sz w:val="24"/>
          <w:lang w:eastAsia="et-EE"/>
        </w:rPr>
        <w:t>)</w:t>
      </w:r>
      <w:r w:rsidR="00F571C5" w:rsidRPr="005A4B48">
        <w:rPr>
          <w:rFonts w:ascii="Times New Roman" w:hAnsi="Times New Roman"/>
          <w:sz w:val="24"/>
          <w:lang w:eastAsia="et-EE"/>
        </w:rPr>
        <w:t>.</w:t>
      </w:r>
    </w:p>
    <w:p w14:paraId="15AABBD4" w14:textId="77777777" w:rsidR="00DF4EF9" w:rsidRPr="00846494" w:rsidRDefault="00DF4EF9" w:rsidP="008E199B">
      <w:pPr>
        <w:rPr>
          <w:rFonts w:ascii="Times New Roman" w:hAnsi="Times New Roman"/>
          <w:sz w:val="24"/>
          <w:lang w:eastAsia="et-EE"/>
        </w:rPr>
        <w:sectPr w:rsidR="00DF4EF9" w:rsidRPr="00846494" w:rsidSect="00E276E8">
          <w:type w:val="continuous"/>
          <w:pgSz w:w="11906" w:h="16838"/>
          <w:pgMar w:top="1418" w:right="680" w:bottom="1418" w:left="1701" w:header="680" w:footer="680" w:gutter="0"/>
          <w:cols w:space="708"/>
          <w:docGrid w:linePitch="360"/>
        </w:sectPr>
      </w:pPr>
    </w:p>
    <w:p w14:paraId="478E2332" w14:textId="77777777" w:rsidR="00CD0DC9" w:rsidRDefault="00CD0DC9" w:rsidP="008E199B">
      <w:pPr>
        <w:rPr>
          <w:rFonts w:ascii="Times New Roman" w:hAnsi="Times New Roman"/>
          <w:sz w:val="24"/>
          <w:lang w:eastAsia="et-EE"/>
        </w:rPr>
      </w:pPr>
    </w:p>
    <w:p w14:paraId="0CFF9E60" w14:textId="6173C149" w:rsidR="002C4D58" w:rsidRPr="00FD75CE" w:rsidRDefault="00B62FD6" w:rsidP="002C4D58">
      <w:pPr>
        <w:rPr>
          <w:rFonts w:ascii="Times New Roman" w:hAnsi="Times New Roman"/>
          <w:sz w:val="24"/>
          <w:lang w:eastAsia="et-EE"/>
        </w:rPr>
      </w:pPr>
      <w:r w:rsidRPr="00D73418">
        <w:rPr>
          <w:rFonts w:ascii="Times New Roman" w:hAnsi="Times New Roman"/>
          <w:sz w:val="24"/>
          <w:lang w:eastAsia="et-EE"/>
        </w:rPr>
        <w:t xml:space="preserve">Sotsiaalkaitseministri 21. detsembri 2015. a määruse nr 65 „Erihoolekandeteenuste rahastamine“ muutmise </w:t>
      </w:r>
      <w:r w:rsidR="002C4D58" w:rsidRPr="00D73418">
        <w:rPr>
          <w:rFonts w:ascii="Times New Roman" w:hAnsi="Times New Roman"/>
          <w:sz w:val="24"/>
          <w:lang w:eastAsia="et-EE"/>
        </w:rPr>
        <w:t>kavan</w:t>
      </w:r>
      <w:r w:rsidRPr="00D73418">
        <w:rPr>
          <w:rFonts w:ascii="Times New Roman" w:hAnsi="Times New Roman"/>
          <w:sz w:val="24"/>
          <w:lang w:eastAsia="et-EE"/>
        </w:rPr>
        <w:t>d</w:t>
      </w:r>
      <w:r w:rsidR="002C4D58" w:rsidRPr="00D73418">
        <w:rPr>
          <w:rFonts w:ascii="Times New Roman" w:hAnsi="Times New Roman"/>
          <w:sz w:val="24"/>
          <w:lang w:eastAsia="et-EE"/>
        </w:rPr>
        <w:t xml:space="preserve"> on esitatud seletuskirja lisas</w:t>
      </w:r>
      <w:r w:rsidR="00D34DA3">
        <w:rPr>
          <w:rFonts w:ascii="Times New Roman" w:hAnsi="Times New Roman"/>
          <w:sz w:val="24"/>
          <w:lang w:eastAsia="et-EE"/>
        </w:rPr>
        <w:t xml:space="preserve"> 1</w:t>
      </w:r>
      <w:r w:rsidR="002C4D58" w:rsidRPr="00D73418">
        <w:rPr>
          <w:rFonts w:ascii="Times New Roman" w:hAnsi="Times New Roman"/>
          <w:sz w:val="24"/>
          <w:lang w:eastAsia="et-EE"/>
        </w:rPr>
        <w:t>.</w:t>
      </w:r>
      <w:r w:rsidRPr="00D73418">
        <w:rPr>
          <w:rFonts w:ascii="Times New Roman" w:hAnsi="Times New Roman"/>
          <w:sz w:val="24"/>
          <w:lang w:eastAsia="et-EE"/>
        </w:rPr>
        <w:t xml:space="preserve"> Teiste määruste kavandid valmistab TerK ette </w:t>
      </w:r>
      <w:r w:rsidR="00327B7A" w:rsidRPr="00D73418">
        <w:rPr>
          <w:rFonts w:ascii="Times New Roman" w:hAnsi="Times New Roman"/>
          <w:sz w:val="24"/>
          <w:lang w:eastAsia="et-EE"/>
        </w:rPr>
        <w:t>hiljem, need peab heaks kiitma TerK</w:t>
      </w:r>
      <w:r w:rsidR="000F5AEF">
        <w:rPr>
          <w:rFonts w:ascii="Times New Roman" w:hAnsi="Times New Roman"/>
          <w:sz w:val="24"/>
          <w:lang w:eastAsia="et-EE"/>
        </w:rPr>
        <w:t>-i</w:t>
      </w:r>
      <w:r w:rsidR="00327B7A" w:rsidRPr="00D73418">
        <w:rPr>
          <w:rFonts w:ascii="Times New Roman" w:hAnsi="Times New Roman"/>
          <w:sz w:val="24"/>
          <w:lang w:eastAsia="et-EE"/>
        </w:rPr>
        <w:t xml:space="preserve"> nõukogu </w:t>
      </w:r>
      <w:r w:rsidR="00E4739D" w:rsidRPr="00D73418">
        <w:rPr>
          <w:rFonts w:ascii="Times New Roman" w:hAnsi="Times New Roman"/>
          <w:sz w:val="24"/>
          <w:lang w:eastAsia="et-EE"/>
        </w:rPr>
        <w:t xml:space="preserve">ja seejärel saadetakse need eelnõude infosüsteemi kaudu kooskõlastamiseks. </w:t>
      </w:r>
    </w:p>
    <w:p w14:paraId="75A90488" w14:textId="77777777" w:rsidR="00C5774B" w:rsidRPr="00846494" w:rsidRDefault="00C5774B" w:rsidP="008E199B">
      <w:pPr>
        <w:rPr>
          <w:rFonts w:ascii="Times New Roman" w:hAnsi="Times New Roman"/>
          <w:b/>
          <w:sz w:val="24"/>
        </w:rPr>
      </w:pPr>
    </w:p>
    <w:p w14:paraId="701FCF03" w14:textId="77777777" w:rsidR="001B0C66" w:rsidRPr="00846494" w:rsidRDefault="001339A9" w:rsidP="008E199B">
      <w:pPr>
        <w:pStyle w:val="Loendilik"/>
        <w:numPr>
          <w:ilvl w:val="0"/>
          <w:numId w:val="5"/>
        </w:numPr>
        <w:rPr>
          <w:rFonts w:ascii="Times New Roman" w:hAnsi="Times New Roman"/>
          <w:b/>
          <w:sz w:val="24"/>
        </w:rPr>
      </w:pPr>
      <w:r w:rsidRPr="00846494">
        <w:rPr>
          <w:rFonts w:ascii="Times New Roman" w:hAnsi="Times New Roman"/>
          <w:b/>
          <w:sz w:val="24"/>
        </w:rPr>
        <w:t>Seaduse jõustumine</w:t>
      </w:r>
    </w:p>
    <w:p w14:paraId="0F559ECD" w14:textId="77777777" w:rsidR="001D6AFC" w:rsidRPr="00846494" w:rsidRDefault="001D6AFC" w:rsidP="008E199B">
      <w:pPr>
        <w:rPr>
          <w:rFonts w:ascii="Times New Roman" w:hAnsi="Times New Roman"/>
          <w:sz w:val="24"/>
          <w:lang w:eastAsia="et-EE"/>
        </w:rPr>
      </w:pPr>
    </w:p>
    <w:p w14:paraId="62B9E9EC" w14:textId="77777777" w:rsidR="001D6AFC" w:rsidRPr="00846494" w:rsidRDefault="001D6AFC" w:rsidP="008E199B">
      <w:pPr>
        <w:rPr>
          <w:rFonts w:ascii="Times New Roman" w:hAnsi="Times New Roman"/>
          <w:sz w:val="24"/>
          <w:lang w:eastAsia="et-EE"/>
        </w:rPr>
        <w:sectPr w:rsidR="001D6AFC" w:rsidRPr="00846494" w:rsidSect="00E276E8">
          <w:type w:val="continuous"/>
          <w:pgSz w:w="11906" w:h="16838"/>
          <w:pgMar w:top="1418" w:right="680" w:bottom="1418" w:left="1701" w:header="680" w:footer="680" w:gutter="0"/>
          <w:cols w:space="708"/>
          <w:docGrid w:linePitch="360"/>
        </w:sectPr>
      </w:pPr>
    </w:p>
    <w:p w14:paraId="114FFF91" w14:textId="700B85A2" w:rsidR="00DF4EF9" w:rsidRPr="00846494" w:rsidRDefault="005D359E" w:rsidP="008E199B">
      <w:pPr>
        <w:rPr>
          <w:rFonts w:ascii="Times New Roman" w:hAnsi="Times New Roman"/>
          <w:sz w:val="24"/>
          <w:lang w:eastAsia="et-EE"/>
        </w:rPr>
        <w:sectPr w:rsidR="00DF4EF9" w:rsidRPr="00846494" w:rsidSect="00E276E8">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Seadus jõustub 1. jaanuaril 202</w:t>
      </w:r>
      <w:r w:rsidR="0053527C">
        <w:rPr>
          <w:rFonts w:ascii="Times New Roman" w:hAnsi="Times New Roman"/>
          <w:sz w:val="24"/>
          <w:lang w:eastAsia="et-EE"/>
        </w:rPr>
        <w:t>5</w:t>
      </w:r>
      <w:r>
        <w:rPr>
          <w:rFonts w:ascii="Times New Roman" w:hAnsi="Times New Roman"/>
          <w:sz w:val="24"/>
          <w:lang w:eastAsia="et-EE"/>
        </w:rPr>
        <w:t>.</w:t>
      </w:r>
      <w:r w:rsidDel="0053527C">
        <w:rPr>
          <w:rFonts w:ascii="Times New Roman" w:hAnsi="Times New Roman"/>
          <w:sz w:val="24"/>
          <w:lang w:eastAsia="et-EE"/>
        </w:rPr>
        <w:t xml:space="preserve"> </w:t>
      </w:r>
      <w:r>
        <w:rPr>
          <w:rFonts w:ascii="Times New Roman" w:hAnsi="Times New Roman"/>
          <w:sz w:val="24"/>
          <w:lang w:eastAsia="et-EE"/>
        </w:rPr>
        <w:t xml:space="preserve">a. Võttes arvesse, et </w:t>
      </w:r>
      <w:r w:rsidR="00675679">
        <w:rPr>
          <w:rFonts w:ascii="Times New Roman" w:hAnsi="Times New Roman"/>
          <w:sz w:val="24"/>
          <w:lang w:eastAsia="et-EE"/>
        </w:rPr>
        <w:t>ööpäevarin</w:t>
      </w:r>
      <w:r w:rsidR="00B620FC">
        <w:rPr>
          <w:rFonts w:ascii="Times New Roman" w:hAnsi="Times New Roman"/>
          <w:sz w:val="24"/>
          <w:lang w:eastAsia="et-EE"/>
        </w:rPr>
        <w:t>gse erihooldusteenuse</w:t>
      </w:r>
      <w:r w:rsidR="008C6C0E">
        <w:rPr>
          <w:rFonts w:ascii="Times New Roman" w:hAnsi="Times New Roman"/>
          <w:sz w:val="24"/>
          <w:lang w:eastAsia="et-EE"/>
        </w:rPr>
        <w:t xml:space="preserve"> osutamisel </w:t>
      </w:r>
      <w:r w:rsidR="002A1551">
        <w:rPr>
          <w:rFonts w:ascii="Times New Roman" w:hAnsi="Times New Roman"/>
          <w:sz w:val="24"/>
          <w:lang w:eastAsia="et-EE"/>
        </w:rPr>
        <w:t>pakutava</w:t>
      </w:r>
      <w:r>
        <w:rPr>
          <w:rFonts w:ascii="Times New Roman" w:hAnsi="Times New Roman"/>
          <w:sz w:val="24"/>
          <w:lang w:eastAsia="et-EE"/>
        </w:rPr>
        <w:t xml:space="preserve"> </w:t>
      </w:r>
      <w:r w:rsidRPr="00D73418">
        <w:rPr>
          <w:rFonts w:ascii="Times New Roman" w:hAnsi="Times New Roman"/>
          <w:sz w:val="24"/>
          <w:lang w:eastAsia="et-EE"/>
        </w:rPr>
        <w:t>õend</w:t>
      </w:r>
      <w:r w:rsidR="00CB052E" w:rsidRPr="00D73418">
        <w:rPr>
          <w:rFonts w:ascii="Times New Roman" w:hAnsi="Times New Roman"/>
          <w:sz w:val="24"/>
          <w:lang w:eastAsia="et-EE"/>
        </w:rPr>
        <w:t>u</w:t>
      </w:r>
      <w:r w:rsidRPr="00D73418">
        <w:rPr>
          <w:rFonts w:ascii="Times New Roman" w:hAnsi="Times New Roman"/>
          <w:sz w:val="24"/>
          <w:lang w:eastAsia="et-EE"/>
        </w:rPr>
        <w:t>sabi</w:t>
      </w:r>
      <w:r>
        <w:rPr>
          <w:rFonts w:ascii="Times New Roman" w:hAnsi="Times New Roman"/>
          <w:sz w:val="24"/>
          <w:lang w:eastAsia="et-EE"/>
        </w:rPr>
        <w:t xml:space="preserve"> </w:t>
      </w:r>
      <w:r w:rsidR="00675679">
        <w:rPr>
          <w:rFonts w:ascii="Times New Roman" w:hAnsi="Times New Roman"/>
          <w:sz w:val="24"/>
          <w:lang w:eastAsia="et-EE"/>
        </w:rPr>
        <w:t xml:space="preserve">korraldus ja rahastamine muutub, on seda kohane teha uue eelarveaasta algusest. </w:t>
      </w:r>
    </w:p>
    <w:p w14:paraId="450C28AE" w14:textId="77777777" w:rsidR="001B0C66" w:rsidRPr="00846494" w:rsidRDefault="001B0C66" w:rsidP="008E199B">
      <w:pPr>
        <w:rPr>
          <w:rFonts w:ascii="Times New Roman" w:hAnsi="Times New Roman"/>
          <w:sz w:val="24"/>
          <w:lang w:eastAsia="et-EE"/>
        </w:rPr>
      </w:pPr>
    </w:p>
    <w:p w14:paraId="7E816E3A" w14:textId="77777777" w:rsidR="0097276E" w:rsidRPr="00846494" w:rsidRDefault="005A0CB3" w:rsidP="008E199B">
      <w:pPr>
        <w:pStyle w:val="Loendilik"/>
        <w:numPr>
          <w:ilvl w:val="0"/>
          <w:numId w:val="5"/>
        </w:numPr>
        <w:rPr>
          <w:rFonts w:ascii="Times New Roman" w:hAnsi="Times New Roman"/>
          <w:b/>
          <w:sz w:val="24"/>
        </w:rPr>
      </w:pPr>
      <w:r w:rsidRPr="00846494">
        <w:rPr>
          <w:rFonts w:ascii="Times New Roman" w:hAnsi="Times New Roman"/>
          <w:b/>
          <w:sz w:val="24"/>
        </w:rPr>
        <w:t>E</w:t>
      </w:r>
      <w:r w:rsidR="001339A9" w:rsidRPr="00846494">
        <w:rPr>
          <w:rFonts w:ascii="Times New Roman" w:hAnsi="Times New Roman"/>
          <w:b/>
          <w:sz w:val="24"/>
        </w:rPr>
        <w:t xml:space="preserve">elnõu </w:t>
      </w:r>
      <w:r w:rsidR="00BC618B" w:rsidRPr="00846494">
        <w:rPr>
          <w:rFonts w:ascii="Times New Roman" w:hAnsi="Times New Roman"/>
          <w:b/>
          <w:sz w:val="24"/>
        </w:rPr>
        <w:t>kooskõlastamine, huvirühmade kaasamine ja avalik konsultatsioon</w:t>
      </w:r>
    </w:p>
    <w:p w14:paraId="1F8F691C" w14:textId="77777777" w:rsidR="00DF4EF9" w:rsidRPr="00846494" w:rsidRDefault="00DF4EF9" w:rsidP="008E199B">
      <w:pPr>
        <w:rPr>
          <w:rFonts w:ascii="Times New Roman" w:hAnsi="Times New Roman"/>
          <w:sz w:val="24"/>
          <w:lang w:eastAsia="et-EE"/>
        </w:rPr>
        <w:sectPr w:rsidR="00DF4EF9" w:rsidRPr="00846494" w:rsidSect="00E276E8">
          <w:type w:val="continuous"/>
          <w:pgSz w:w="11906" w:h="16838"/>
          <w:pgMar w:top="1418" w:right="680" w:bottom="1418" w:left="1701" w:header="680" w:footer="680" w:gutter="0"/>
          <w:cols w:space="708"/>
          <w:docGrid w:linePitch="360"/>
        </w:sectPr>
      </w:pPr>
    </w:p>
    <w:p w14:paraId="3351B650" w14:textId="77777777" w:rsidR="00444E2E" w:rsidRDefault="00444E2E" w:rsidP="008E199B">
      <w:pPr>
        <w:rPr>
          <w:rFonts w:ascii="Times New Roman" w:hAnsi="Times New Roman"/>
          <w:sz w:val="24"/>
          <w:lang w:eastAsia="et-EE"/>
        </w:rPr>
      </w:pPr>
    </w:p>
    <w:p w14:paraId="21ED433A" w14:textId="41FC087E" w:rsidR="005F76E3" w:rsidRDefault="005F76E3" w:rsidP="008E199B">
      <w:pPr>
        <w:rPr>
          <w:rFonts w:ascii="Times New Roman" w:hAnsi="Times New Roman"/>
          <w:sz w:val="24"/>
          <w:lang w:eastAsia="et-EE"/>
        </w:rPr>
      </w:pPr>
      <w:r w:rsidRPr="00D73418">
        <w:rPr>
          <w:rFonts w:ascii="Times New Roman" w:hAnsi="Times New Roman"/>
          <w:sz w:val="24"/>
          <w:lang w:eastAsia="et-EE"/>
        </w:rPr>
        <w:t>Eelnõu esitat</w:t>
      </w:r>
      <w:r w:rsidR="00E17004">
        <w:rPr>
          <w:rFonts w:ascii="Times New Roman" w:hAnsi="Times New Roman"/>
          <w:sz w:val="24"/>
          <w:lang w:eastAsia="et-EE"/>
        </w:rPr>
        <w:t>i</w:t>
      </w:r>
      <w:r w:rsidRPr="00D73418">
        <w:rPr>
          <w:rFonts w:ascii="Times New Roman" w:hAnsi="Times New Roman"/>
          <w:sz w:val="24"/>
          <w:lang w:eastAsia="et-EE"/>
        </w:rPr>
        <w:t xml:space="preserve"> eelnõude infosüsteemi EIS kaudu kooskõlastamiseks </w:t>
      </w:r>
      <w:r w:rsidR="00AA41A2" w:rsidRPr="00D73418">
        <w:rPr>
          <w:rFonts w:ascii="Times New Roman" w:hAnsi="Times New Roman"/>
          <w:sz w:val="24"/>
          <w:lang w:eastAsia="et-EE"/>
        </w:rPr>
        <w:t>Justiitsministeeriumile</w:t>
      </w:r>
      <w:r w:rsidR="001A62C3">
        <w:rPr>
          <w:rFonts w:ascii="Times New Roman" w:hAnsi="Times New Roman"/>
          <w:sz w:val="24"/>
          <w:lang w:eastAsia="et-EE"/>
        </w:rPr>
        <w:t xml:space="preserve"> ja</w:t>
      </w:r>
      <w:r w:rsidR="00A27928" w:rsidRPr="00D73418">
        <w:rPr>
          <w:rFonts w:ascii="Times New Roman" w:hAnsi="Times New Roman"/>
          <w:sz w:val="24"/>
          <w:lang w:eastAsia="et-EE"/>
        </w:rPr>
        <w:t xml:space="preserve"> Rahandusministeeriumile</w:t>
      </w:r>
      <w:r w:rsidR="00896E05" w:rsidRPr="00D73418">
        <w:rPr>
          <w:rFonts w:ascii="Times New Roman" w:hAnsi="Times New Roman"/>
          <w:sz w:val="24"/>
          <w:lang w:eastAsia="et-EE"/>
        </w:rPr>
        <w:t xml:space="preserve"> </w:t>
      </w:r>
      <w:r w:rsidR="001A62C3">
        <w:rPr>
          <w:rFonts w:ascii="Times New Roman" w:hAnsi="Times New Roman"/>
          <w:sz w:val="24"/>
          <w:lang w:eastAsia="et-EE"/>
        </w:rPr>
        <w:t>ning</w:t>
      </w:r>
      <w:r w:rsidR="00896E05" w:rsidRPr="00D73418">
        <w:rPr>
          <w:rFonts w:ascii="Times New Roman" w:hAnsi="Times New Roman"/>
          <w:sz w:val="24"/>
          <w:lang w:eastAsia="et-EE"/>
        </w:rPr>
        <w:t xml:space="preserve"> arvamuse avaldamiseks Tervisekassale, </w:t>
      </w:r>
      <w:r w:rsidR="0085779C">
        <w:rPr>
          <w:rFonts w:ascii="Times New Roman" w:hAnsi="Times New Roman"/>
          <w:sz w:val="24"/>
          <w:lang w:eastAsia="et-EE"/>
        </w:rPr>
        <w:t xml:space="preserve">Ravimiametile, </w:t>
      </w:r>
      <w:r w:rsidR="00842866">
        <w:rPr>
          <w:rFonts w:ascii="Times New Roman" w:hAnsi="Times New Roman"/>
          <w:sz w:val="24"/>
          <w:lang w:eastAsia="et-EE"/>
        </w:rPr>
        <w:lastRenderedPageBreak/>
        <w:t>Terviseametile,</w:t>
      </w:r>
      <w:r w:rsidR="00896E05" w:rsidRPr="00D73418">
        <w:rPr>
          <w:rFonts w:ascii="Times New Roman" w:hAnsi="Times New Roman"/>
          <w:sz w:val="24"/>
          <w:lang w:eastAsia="et-EE"/>
        </w:rPr>
        <w:t xml:space="preserve"> Eesti Õdede Liidule</w:t>
      </w:r>
      <w:r w:rsidR="00C550F4" w:rsidRPr="00D73418">
        <w:rPr>
          <w:rFonts w:ascii="Times New Roman" w:hAnsi="Times New Roman"/>
          <w:sz w:val="24"/>
          <w:lang w:eastAsia="et-EE"/>
        </w:rPr>
        <w:t xml:space="preserve">, </w:t>
      </w:r>
      <w:r w:rsidR="0058622A" w:rsidRPr="00D73418">
        <w:rPr>
          <w:rFonts w:ascii="Times New Roman" w:hAnsi="Times New Roman"/>
          <w:sz w:val="24"/>
          <w:lang w:eastAsia="et-EE"/>
        </w:rPr>
        <w:t xml:space="preserve">Eesti Puuetega Inimeste Kojale, </w:t>
      </w:r>
      <w:r w:rsidR="00D66134" w:rsidRPr="00D73418">
        <w:rPr>
          <w:rFonts w:ascii="Times New Roman" w:hAnsi="Times New Roman"/>
          <w:sz w:val="24"/>
          <w:lang w:eastAsia="et-EE"/>
        </w:rPr>
        <w:t xml:space="preserve">Erihoolekandeteenuste Pakkujate Liidule, </w:t>
      </w:r>
      <w:r w:rsidR="00397A95" w:rsidRPr="00D73418">
        <w:rPr>
          <w:rFonts w:ascii="Times New Roman" w:hAnsi="Times New Roman"/>
          <w:sz w:val="24"/>
          <w:lang w:eastAsia="et-EE"/>
        </w:rPr>
        <w:t>Eesti Linnade ja Valdade Liidule, Eesti Sotsiaalasutuste Juhtide Nõukojale,</w:t>
      </w:r>
      <w:r w:rsidR="00925C0B" w:rsidRPr="00D73418">
        <w:rPr>
          <w:rFonts w:ascii="Times New Roman" w:hAnsi="Times New Roman"/>
          <w:sz w:val="24"/>
          <w:lang w:eastAsia="et-EE"/>
        </w:rPr>
        <w:t xml:space="preserve"> </w:t>
      </w:r>
      <w:r w:rsidR="00FB5209">
        <w:rPr>
          <w:rFonts w:ascii="Times New Roman" w:hAnsi="Times New Roman"/>
          <w:sz w:val="24"/>
          <w:lang w:eastAsia="et-EE"/>
        </w:rPr>
        <w:t xml:space="preserve">Õiguskantslerile, </w:t>
      </w:r>
      <w:r w:rsidR="00925C0B" w:rsidRPr="00D73418">
        <w:rPr>
          <w:rFonts w:ascii="Times New Roman" w:hAnsi="Times New Roman"/>
          <w:sz w:val="24"/>
          <w:lang w:eastAsia="et-EE"/>
        </w:rPr>
        <w:t>Eesti Tegevusjuhendajate Liidule</w:t>
      </w:r>
      <w:r w:rsidR="00A27928" w:rsidRPr="00D73418">
        <w:rPr>
          <w:rFonts w:ascii="Times New Roman" w:hAnsi="Times New Roman"/>
          <w:sz w:val="24"/>
          <w:lang w:eastAsia="et-EE"/>
        </w:rPr>
        <w:t>, Eesti Psüühikahäiretega Inimeste ja Lähedaste Liidule</w:t>
      </w:r>
      <w:r w:rsidR="0058622A" w:rsidRPr="00D73418">
        <w:rPr>
          <w:rFonts w:ascii="Times New Roman" w:hAnsi="Times New Roman"/>
          <w:sz w:val="24"/>
          <w:lang w:eastAsia="et-EE"/>
        </w:rPr>
        <w:t>.</w:t>
      </w:r>
      <w:r w:rsidR="00AA41A2" w:rsidRPr="00D73418">
        <w:rPr>
          <w:rFonts w:ascii="Times New Roman" w:hAnsi="Times New Roman"/>
          <w:sz w:val="24"/>
          <w:lang w:eastAsia="et-EE"/>
        </w:rPr>
        <w:t xml:space="preserve"> </w:t>
      </w:r>
    </w:p>
    <w:p w14:paraId="4C2DEACC" w14:textId="77777777" w:rsidR="00E17004" w:rsidRDefault="00E17004" w:rsidP="008E199B">
      <w:pPr>
        <w:rPr>
          <w:rFonts w:ascii="Times New Roman" w:hAnsi="Times New Roman"/>
          <w:sz w:val="24"/>
          <w:lang w:eastAsia="et-EE"/>
        </w:rPr>
      </w:pPr>
    </w:p>
    <w:p w14:paraId="65DC8C81" w14:textId="01A67AE8" w:rsidR="00E17004" w:rsidRDefault="00E17004" w:rsidP="008E199B">
      <w:pPr>
        <w:rPr>
          <w:rFonts w:ascii="Times New Roman" w:hAnsi="Times New Roman"/>
          <w:sz w:val="24"/>
          <w:lang w:eastAsia="et-EE"/>
        </w:rPr>
      </w:pPr>
      <w:r>
        <w:rPr>
          <w:rFonts w:ascii="Times New Roman" w:hAnsi="Times New Roman"/>
          <w:sz w:val="24"/>
          <w:lang w:eastAsia="et-EE"/>
        </w:rPr>
        <w:t xml:space="preserve">Justiitsministeerium esitas märkused, Rahandusministeerium kooskõlastas eelnõu märkusteta. Oma arvamuse esitasid </w:t>
      </w:r>
      <w:r w:rsidRPr="00D73418">
        <w:rPr>
          <w:rFonts w:ascii="Times New Roman" w:hAnsi="Times New Roman"/>
          <w:sz w:val="24"/>
          <w:lang w:eastAsia="et-EE"/>
        </w:rPr>
        <w:t>Eesti Õdede Lii</w:t>
      </w:r>
      <w:r>
        <w:rPr>
          <w:rFonts w:ascii="Times New Roman" w:hAnsi="Times New Roman"/>
          <w:sz w:val="24"/>
          <w:lang w:eastAsia="et-EE"/>
        </w:rPr>
        <w:t xml:space="preserve">t, Tervisekassa, Ravimiamet, Sotsiaalkindlustusamet, </w:t>
      </w:r>
      <w:r w:rsidRPr="00D73418">
        <w:rPr>
          <w:rFonts w:ascii="Times New Roman" w:hAnsi="Times New Roman"/>
          <w:sz w:val="24"/>
          <w:lang w:eastAsia="et-EE"/>
        </w:rPr>
        <w:t>Erihoolekandeteenuste Pakkujate Li</w:t>
      </w:r>
      <w:r>
        <w:rPr>
          <w:rFonts w:ascii="Times New Roman" w:hAnsi="Times New Roman"/>
          <w:sz w:val="24"/>
          <w:lang w:eastAsia="et-EE"/>
        </w:rPr>
        <w:t>it</w:t>
      </w:r>
      <w:r w:rsidR="006207DE">
        <w:rPr>
          <w:rFonts w:ascii="Times New Roman" w:hAnsi="Times New Roman"/>
          <w:sz w:val="24"/>
          <w:lang w:eastAsia="et-EE"/>
        </w:rPr>
        <w:t xml:space="preserve">, </w:t>
      </w:r>
      <w:r w:rsidRPr="00D73418">
        <w:rPr>
          <w:rFonts w:ascii="Times New Roman" w:hAnsi="Times New Roman"/>
          <w:sz w:val="24"/>
          <w:lang w:eastAsia="et-EE"/>
        </w:rPr>
        <w:t>Eesti Puuetega Inimeste Ko</w:t>
      </w:r>
      <w:r>
        <w:rPr>
          <w:rFonts w:ascii="Times New Roman" w:hAnsi="Times New Roman"/>
          <w:sz w:val="24"/>
          <w:lang w:eastAsia="et-EE"/>
        </w:rPr>
        <w:t>da</w:t>
      </w:r>
      <w:r w:rsidR="006207DE">
        <w:rPr>
          <w:rFonts w:ascii="Times New Roman" w:hAnsi="Times New Roman"/>
          <w:sz w:val="24"/>
          <w:lang w:eastAsia="et-EE"/>
        </w:rPr>
        <w:t xml:space="preserve"> ja Mustamäe Apteek OÜ</w:t>
      </w:r>
      <w:r>
        <w:rPr>
          <w:rFonts w:ascii="Times New Roman" w:hAnsi="Times New Roman"/>
          <w:sz w:val="24"/>
          <w:lang w:eastAsia="et-EE"/>
        </w:rPr>
        <w:t xml:space="preserve">. </w:t>
      </w:r>
    </w:p>
    <w:p w14:paraId="79EA338F" w14:textId="77777777" w:rsidR="00E17004" w:rsidRDefault="00E17004" w:rsidP="008E199B">
      <w:pPr>
        <w:rPr>
          <w:rFonts w:ascii="Times New Roman" w:hAnsi="Times New Roman"/>
          <w:sz w:val="24"/>
          <w:lang w:eastAsia="et-EE"/>
        </w:rPr>
      </w:pPr>
    </w:p>
    <w:p w14:paraId="0BA15397" w14:textId="00A8CB78" w:rsidR="00E17004" w:rsidRPr="00D73418" w:rsidRDefault="00E17004" w:rsidP="008E199B">
      <w:pPr>
        <w:rPr>
          <w:rFonts w:ascii="Times New Roman" w:hAnsi="Times New Roman"/>
          <w:sz w:val="24"/>
          <w:lang w:eastAsia="et-EE"/>
        </w:rPr>
      </w:pPr>
      <w:r>
        <w:rPr>
          <w:rFonts w:ascii="Times New Roman" w:hAnsi="Times New Roman"/>
          <w:sz w:val="24"/>
          <w:lang w:eastAsia="et-EE"/>
        </w:rPr>
        <w:t xml:space="preserve">Esitatud märkustega arvestamise/mittearvestamise tabel on seletuskirja lisas 2. </w:t>
      </w:r>
    </w:p>
    <w:p w14:paraId="19472281" w14:textId="77777777" w:rsidR="005F361E" w:rsidRDefault="005F361E" w:rsidP="00AA373C">
      <w:pPr>
        <w:rPr>
          <w:rFonts w:ascii="Times New Roman" w:hAnsi="Times New Roman"/>
          <w:sz w:val="24"/>
          <w:lang w:eastAsia="et-EE"/>
        </w:rPr>
      </w:pPr>
    </w:p>
    <w:p w14:paraId="5E79117C" w14:textId="77777777" w:rsidR="005F361E" w:rsidRPr="00D73418" w:rsidRDefault="005F361E" w:rsidP="00AA373C">
      <w:pPr>
        <w:rPr>
          <w:rFonts w:ascii="Times New Roman" w:hAnsi="Times New Roman"/>
          <w:sz w:val="24"/>
          <w:lang w:eastAsia="et-EE"/>
        </w:rPr>
      </w:pPr>
    </w:p>
    <w:p w14:paraId="0AACB22C" w14:textId="77777777" w:rsidR="001A62C3" w:rsidRPr="00D73418" w:rsidRDefault="001A62C3" w:rsidP="00AA373C">
      <w:pPr>
        <w:rPr>
          <w:rFonts w:ascii="Times New Roman" w:hAnsi="Times New Roman"/>
          <w:sz w:val="24"/>
          <w:lang w:eastAsia="et-EE"/>
        </w:rPr>
      </w:pPr>
    </w:p>
    <w:p w14:paraId="7156F49F" w14:textId="77777777" w:rsidR="00F05D39" w:rsidRPr="00846494" w:rsidRDefault="00F05D39" w:rsidP="008E199B">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2FF365C2" w14:textId="7EDECFF6" w:rsidR="006E76B7" w:rsidRPr="00D73418" w:rsidRDefault="006E76B7" w:rsidP="008E199B">
      <w:pPr>
        <w:rPr>
          <w:rFonts w:ascii="Times New Roman" w:hAnsi="Times New Roman"/>
          <w:sz w:val="24"/>
        </w:rPr>
      </w:pPr>
      <w:r w:rsidRPr="00D73418">
        <w:rPr>
          <w:rFonts w:ascii="Times New Roman" w:hAnsi="Times New Roman"/>
          <w:sz w:val="24"/>
        </w:rPr>
        <w:t>Algatab Vabariigi Valitsus „…“ „…………</w:t>
      </w:r>
      <w:r w:rsidR="00F05D39" w:rsidRPr="00D73418">
        <w:rPr>
          <w:rFonts w:ascii="Times New Roman" w:hAnsi="Times New Roman"/>
          <w:sz w:val="24"/>
        </w:rPr>
        <w:t>………“ 20</w:t>
      </w:r>
      <w:r w:rsidR="00194BD8" w:rsidRPr="00D73418">
        <w:rPr>
          <w:rFonts w:ascii="Times New Roman" w:hAnsi="Times New Roman"/>
          <w:sz w:val="24"/>
        </w:rPr>
        <w:t>24</w:t>
      </w:r>
      <w:r w:rsidRPr="00D73418">
        <w:rPr>
          <w:rFonts w:ascii="Times New Roman" w:hAnsi="Times New Roman"/>
          <w:sz w:val="24"/>
        </w:rPr>
        <w:t>. a.</w:t>
      </w:r>
    </w:p>
    <w:p w14:paraId="27938FD5" w14:textId="77777777" w:rsidR="006E76B7" w:rsidRPr="00D73418" w:rsidRDefault="006E76B7" w:rsidP="008E199B">
      <w:pPr>
        <w:rPr>
          <w:rFonts w:ascii="Times New Roman" w:hAnsi="Times New Roman"/>
          <w:sz w:val="24"/>
          <w:lang w:eastAsia="et-EE"/>
        </w:rPr>
      </w:pPr>
    </w:p>
    <w:sectPr w:rsidR="006E76B7" w:rsidRPr="00D73418" w:rsidSect="005E7837">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us Ühtigi" w:date="2024-08-02T16:01:00Z" w:initials="MÜ">
    <w:p w14:paraId="322BA100" w14:textId="77777777" w:rsidR="004A00D6" w:rsidRDefault="004A00D6" w:rsidP="004A00D6">
      <w:pPr>
        <w:pStyle w:val="Kommentaaritekst"/>
        <w:jc w:val="left"/>
      </w:pPr>
      <w:r>
        <w:rPr>
          <w:rStyle w:val="Kommentaariviide"/>
        </w:rPr>
        <w:annotationRef/>
      </w:r>
      <w:r>
        <w:t>Riigikogu juhatuse 2014. aasta 10. aprilli otsusega nr 70 kehtestatud eelnõu ja seletuskirja vormistamise juhendi kohaselt peaksid seletuskirja veerised olema vasakul 3 cm ja ülal, all, paremal 2 cm. Hetkel nii ei ole, samas on eelnõu juures nõuet järgitud.</w:t>
      </w:r>
    </w:p>
  </w:comment>
  <w:comment w:id="1" w:author="Markus Ühtigi" w:date="2024-08-02T16:02:00Z" w:initials="MÜ">
    <w:p w14:paraId="4B639506" w14:textId="77777777" w:rsidR="004A00D6" w:rsidRDefault="004A00D6" w:rsidP="004A00D6">
      <w:pPr>
        <w:pStyle w:val="Kommentaaritekst"/>
        <w:jc w:val="left"/>
      </w:pPr>
      <w:r>
        <w:rPr>
          <w:rStyle w:val="Kommentaariviide"/>
        </w:rPr>
        <w:annotationRef/>
      </w:r>
      <w:r>
        <w:t>Sama juhendi (lk 2) järgi peaks pealkiri asuma lehekülje kolmandal real, antud juhul asub see neljandal real.</w:t>
      </w:r>
    </w:p>
  </w:comment>
  <w:comment w:id="2" w:author="Markus Ühtigi" w:date="2024-08-04T16:38:00Z" w:initials="MÜ">
    <w:p w14:paraId="56542284" w14:textId="77777777" w:rsidR="00D862FC" w:rsidRDefault="00D862FC" w:rsidP="00D862FC">
      <w:pPr>
        <w:pStyle w:val="Kommentaaritekst"/>
        <w:jc w:val="left"/>
      </w:pPr>
      <w:r>
        <w:rPr>
          <w:rStyle w:val="Kommentaariviide"/>
        </w:rPr>
        <w:annotationRef/>
      </w:r>
      <w:r>
        <w:t>Sama juhendi (lk 2) kohaselt peaks tekst algama pealkirja järel ülejärgmiselt realt. Hetkel on pealkirja ja teksti vahel kaks tühja rida.</w:t>
      </w:r>
    </w:p>
  </w:comment>
  <w:comment w:id="3" w:author="Markus Ühtigi" w:date="2024-08-04T17:29:00Z" w:initials="MÜ">
    <w:p w14:paraId="3363840A" w14:textId="77777777" w:rsidR="00F56055" w:rsidRDefault="006D1F5D" w:rsidP="00F56055">
      <w:pPr>
        <w:pStyle w:val="Kommentaaritekst"/>
        <w:jc w:val="left"/>
      </w:pPr>
      <w:r>
        <w:rPr>
          <w:rStyle w:val="Kommentaariviide"/>
        </w:rPr>
        <w:annotationRef/>
      </w:r>
      <w:r w:rsidR="00F56055">
        <w:t xml:space="preserve">Palume enne VV-le esitamist avaldamismärked üle kontrollida ja ajakohastada arvestades eelnõu eeldatavat jõustumisaega. </w:t>
      </w:r>
    </w:p>
  </w:comment>
  <w:comment w:id="5" w:author="Joel Kook" w:date="2024-08-01T22:00:00Z" w:initials="JK">
    <w:p w14:paraId="5B26AB3F" w14:textId="39A63F26" w:rsidR="00817C51" w:rsidRDefault="00A306DB" w:rsidP="00817C51">
      <w:pPr>
        <w:pStyle w:val="Kommentaaritekst"/>
        <w:jc w:val="left"/>
      </w:pPr>
      <w:r>
        <w:rPr>
          <w:rStyle w:val="Kommentaariviide"/>
        </w:rPr>
        <w:annotationRef/>
      </w:r>
      <w:r w:rsidR="00817C51">
        <w:t xml:space="preserve">Palume hinnata sellega seoses ka muudatusega kaasneda võivaid ebasoovitava mõju riske, mida tuleks sel juhul kajastada seletuskirja mõjuanalüüsi </w:t>
      </w:r>
      <w:r w:rsidR="00817C51">
        <w:rPr>
          <w:i/>
          <w:iCs/>
        </w:rPr>
        <w:t xml:space="preserve">sotsiaalsete mõjude </w:t>
      </w:r>
      <w:r w:rsidR="00817C51">
        <w:t xml:space="preserve">all, kus sihtrühmaks märgitud </w:t>
      </w:r>
      <w:r w:rsidR="00817C51">
        <w:rPr>
          <w:i/>
          <w:iCs/>
        </w:rPr>
        <w:t>erihoolekandeteenuse saajad.</w:t>
      </w:r>
      <w:r w:rsidR="00817C51">
        <w:t xml:space="preserve"> </w:t>
      </w:r>
    </w:p>
    <w:p w14:paraId="75846C32" w14:textId="77777777" w:rsidR="00817C51" w:rsidRDefault="00817C51" w:rsidP="00817C51">
      <w:pPr>
        <w:pStyle w:val="Kommentaaritekst"/>
        <w:jc w:val="left"/>
      </w:pPr>
    </w:p>
    <w:p w14:paraId="5F695376" w14:textId="77777777" w:rsidR="00817C51" w:rsidRDefault="00817C51" w:rsidP="00817C51">
      <w:pPr>
        <w:pStyle w:val="Kommentaaritekst"/>
        <w:jc w:val="left"/>
      </w:pPr>
      <w:r>
        <w:t>Eelkõige palume hinnata, kas muudatus võib mingil määral suurendada meditsiinihariduseta erihoolekandeasutuste personali kaasamise juhte isikute raviskeemidesse ning kas see võiks omakorda suurendada terviseriske teenuse saajatele? Sel juhul, milliste meetoditega on plaanis riske maandada?</w:t>
      </w:r>
    </w:p>
  </w:comment>
  <w:comment w:id="6" w:author="Joel Kook" w:date="2024-08-01T22:02:00Z" w:initials="JK">
    <w:p w14:paraId="0CF831DC" w14:textId="77777777" w:rsidR="00817C51" w:rsidRDefault="00A306DB" w:rsidP="00817C51">
      <w:pPr>
        <w:pStyle w:val="Kommentaaritekst"/>
        <w:jc w:val="left"/>
      </w:pPr>
      <w:r>
        <w:rPr>
          <w:rStyle w:val="Kommentaariviide"/>
        </w:rPr>
        <w:annotationRef/>
      </w:r>
      <w:r w:rsidR="00817C51">
        <w:t>Täpsustada ka, milles seisneb ühekordne halduskoormus sihtrühmale - kas mõeldud on nö täiendava lepingu sõlmimist TerK-iga?</w:t>
      </w:r>
    </w:p>
  </w:comment>
  <w:comment w:id="7" w:author="Joel Kook" w:date="2024-08-01T22:06:00Z" w:initials="JK">
    <w:p w14:paraId="0B920E2A" w14:textId="77777777" w:rsidR="00817C51" w:rsidRDefault="00A306DB" w:rsidP="00817C51">
      <w:pPr>
        <w:pStyle w:val="Kommentaaritekst"/>
        <w:jc w:val="left"/>
      </w:pPr>
      <w:r>
        <w:rPr>
          <w:rStyle w:val="Kommentaariviide"/>
        </w:rPr>
        <w:annotationRef/>
      </w:r>
      <w:r w:rsidR="00817C51">
        <w:t>Selgitada ja põhjendada, millest lähtuvalt on mõju sihtrühmale oluliseks loetud - kas selleks on teenuse kvaliteedi paranemine, paindlikkuse suurenemine teenuse osutamisel vms asjaolu. Juhime tähelepanu, et vastavalt toodud kirjeldustele ei ole analüüsitav sihtrühm homogeenne ning mõju sihtrühma eri liikmetele seetõttu erinev, lähtuvalt nt sellest, kas ollakse juba praegu paralleelselt tervishoiuteenuste osutaja või ostetakse seda teenusena sisse.</w:t>
      </w:r>
    </w:p>
  </w:comment>
  <w:comment w:id="8" w:author="Joel Kook" w:date="2024-08-01T20:52:00Z" w:initials="JK">
    <w:p w14:paraId="69A1A3D5" w14:textId="6B269419" w:rsidR="009B29AF" w:rsidRDefault="009B29AF" w:rsidP="009B29AF">
      <w:pPr>
        <w:pStyle w:val="Kommentaaritekst"/>
        <w:jc w:val="left"/>
      </w:pPr>
      <w:r>
        <w:rPr>
          <w:rStyle w:val="Kommentaariviide"/>
        </w:rPr>
        <w:annotationRef/>
      </w:r>
      <w:r>
        <w:t xml:space="preserve">Joonealuse märkusena lisatud otseviide ei ole avalik dokument. Ilmselt võiks selle asemel viidata Riigi Teatajas avaldatud TerK-i majandusaasta aruandele: </w:t>
      </w:r>
      <w:hyperlink r:id="rId1" w:history="1">
        <w:r w:rsidRPr="00EE49DD">
          <w:rPr>
            <w:rStyle w:val="Hperlink"/>
          </w:rPr>
          <w:t>https://www.riigiteataja.ee/aktilisa/3300/4202/4002/Aastaaruanne_2023.pdf</w:t>
        </w:r>
      </w:hyperlink>
    </w:p>
  </w:comment>
  <w:comment w:id="9" w:author="Joel Kook" w:date="2024-08-01T22:13:00Z" w:initials="JK">
    <w:p w14:paraId="320859F9" w14:textId="77777777" w:rsidR="00817C51" w:rsidRDefault="0009742A" w:rsidP="00817C51">
      <w:pPr>
        <w:pStyle w:val="Kommentaaritekst"/>
        <w:jc w:val="left"/>
      </w:pPr>
      <w:r>
        <w:rPr>
          <w:rStyle w:val="Kommentaariviide"/>
        </w:rPr>
        <w:annotationRef/>
      </w:r>
      <w:r w:rsidR="00817C51">
        <w:t>Põhjendada, milles eelkõige seisneb mõju olulisus sihtrühmale - kas see eeldab nt olulisi pingutusi osutatavate teenuste vastavusse viimiseks TerK-i nõuetega? Hetkel on üksnes märgitud, et tegemist võib olla osale sihtrühmast vähese halduskoormuse kasvuga ning kohanemisraskusi  eeldavalt ei kaasne. Seega, milles seisneb mõju olulisus sihtrühmale või mingile osale sellest sihtrühmast?</w:t>
      </w:r>
    </w:p>
  </w:comment>
  <w:comment w:id="10" w:author="Markus Ühtigi" w:date="2024-08-02T14:43:00Z" w:initials="MÜ">
    <w:p w14:paraId="51EF2799" w14:textId="77777777" w:rsidR="00847B26" w:rsidRDefault="00847B26" w:rsidP="00847B26">
      <w:pPr>
        <w:pStyle w:val="Kommentaaritekst"/>
        <w:jc w:val="left"/>
      </w:pPr>
      <w:r>
        <w:rPr>
          <w:rStyle w:val="Kommentaariviide"/>
        </w:rPr>
        <w:annotationRef/>
      </w:r>
      <w:r>
        <w:t>Tuua siinkohal ka välja, kui suure osa moodustavad umbes viis ametnikku tervest SKA koosseisust. Eesmärk illustreerida mõju ulatust.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2BA100" w15:done="0"/>
  <w15:commentEx w15:paraId="4B639506" w15:done="0"/>
  <w15:commentEx w15:paraId="56542284" w15:done="0"/>
  <w15:commentEx w15:paraId="3363840A" w15:done="0"/>
  <w15:commentEx w15:paraId="5F695376" w15:done="0"/>
  <w15:commentEx w15:paraId="0CF831DC" w15:done="0"/>
  <w15:commentEx w15:paraId="0B920E2A" w15:done="0"/>
  <w15:commentEx w15:paraId="69A1A3D5" w15:done="0"/>
  <w15:commentEx w15:paraId="320859F9" w15:done="0"/>
  <w15:commentEx w15:paraId="51EF27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7815A" w16cex:dateUtc="2024-08-02T13:01:00Z"/>
  <w16cex:commentExtensible w16cex:durableId="2A57819D" w16cex:dateUtc="2024-08-02T13:02:00Z"/>
  <w16cex:commentExtensible w16cex:durableId="2A5A2D0A" w16cex:dateUtc="2024-08-04T13:38:00Z"/>
  <w16cex:commentExtensible w16cex:durableId="2A5A3915" w16cex:dateUtc="2024-08-04T14:29:00Z"/>
  <w16cex:commentExtensible w16cex:durableId="2A568402" w16cex:dateUtc="2024-08-01T19:00:00Z"/>
  <w16cex:commentExtensible w16cex:durableId="2A56845F" w16cex:dateUtc="2024-08-01T19:02:00Z"/>
  <w16cex:commentExtensible w16cex:durableId="2A568551" w16cex:dateUtc="2024-08-01T19:06:00Z"/>
  <w16cex:commentExtensible w16cex:durableId="2A56740A" w16cex:dateUtc="2024-08-01T17:52:00Z"/>
  <w16cex:commentExtensible w16cex:durableId="2A56870F" w16cex:dateUtc="2024-08-01T19:13:00Z"/>
  <w16cex:commentExtensible w16cex:durableId="2A576EFF" w16cex:dateUtc="2024-08-02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2BA100" w16cid:durableId="2A57815A"/>
  <w16cid:commentId w16cid:paraId="4B639506" w16cid:durableId="2A57819D"/>
  <w16cid:commentId w16cid:paraId="56542284" w16cid:durableId="2A5A2D0A"/>
  <w16cid:commentId w16cid:paraId="3363840A" w16cid:durableId="2A5A3915"/>
  <w16cid:commentId w16cid:paraId="5F695376" w16cid:durableId="2A568402"/>
  <w16cid:commentId w16cid:paraId="0CF831DC" w16cid:durableId="2A56845F"/>
  <w16cid:commentId w16cid:paraId="0B920E2A" w16cid:durableId="2A568551"/>
  <w16cid:commentId w16cid:paraId="69A1A3D5" w16cid:durableId="2A56740A"/>
  <w16cid:commentId w16cid:paraId="320859F9" w16cid:durableId="2A56870F"/>
  <w16cid:commentId w16cid:paraId="51EF2799" w16cid:durableId="2A576E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2D36" w14:textId="77777777" w:rsidR="00B42BA1" w:rsidRDefault="00B42BA1">
      <w:r>
        <w:separator/>
      </w:r>
    </w:p>
  </w:endnote>
  <w:endnote w:type="continuationSeparator" w:id="0">
    <w:p w14:paraId="40CC5B37" w14:textId="77777777" w:rsidR="00B42BA1" w:rsidRDefault="00B42BA1">
      <w:r>
        <w:continuationSeparator/>
      </w:r>
    </w:p>
  </w:endnote>
  <w:endnote w:type="continuationNotice" w:id="1">
    <w:p w14:paraId="368EE739" w14:textId="77777777" w:rsidR="00B42BA1" w:rsidRDefault="00B42B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4437D" w14:textId="77777777" w:rsidR="00B42BA1" w:rsidRDefault="00B42BA1">
      <w:r>
        <w:separator/>
      </w:r>
    </w:p>
  </w:footnote>
  <w:footnote w:type="continuationSeparator" w:id="0">
    <w:p w14:paraId="76BCCFCC" w14:textId="77777777" w:rsidR="00B42BA1" w:rsidRDefault="00B42BA1">
      <w:r>
        <w:continuationSeparator/>
      </w:r>
    </w:p>
  </w:footnote>
  <w:footnote w:type="continuationNotice" w:id="1">
    <w:p w14:paraId="02BB739A" w14:textId="77777777" w:rsidR="00B42BA1" w:rsidRDefault="00B42BA1"/>
  </w:footnote>
  <w:footnote w:id="2">
    <w:p w14:paraId="3F73E7C9" w14:textId="77777777" w:rsidR="00C46D3F" w:rsidRPr="00072255" w:rsidRDefault="00C46D3F" w:rsidP="00C46D3F">
      <w:pPr>
        <w:pStyle w:val="Allmrkusetekst"/>
        <w:rPr>
          <w:rFonts w:ascii="Times New Roman" w:hAnsi="Times New Roman"/>
        </w:rPr>
      </w:pPr>
      <w:r w:rsidRPr="009F616F">
        <w:rPr>
          <w:rStyle w:val="Allmrkuseviide"/>
          <w:rFonts w:ascii="Times New Roman" w:hAnsi="Times New Roman"/>
          <w:sz w:val="18"/>
          <w:szCs w:val="18"/>
        </w:rPr>
        <w:footnoteRef/>
      </w:r>
      <w:r w:rsidRPr="009F616F">
        <w:rPr>
          <w:rFonts w:ascii="Times New Roman" w:hAnsi="Times New Roman"/>
          <w:sz w:val="18"/>
          <w:szCs w:val="18"/>
        </w:rPr>
        <w:t xml:space="preserve"> </w:t>
      </w:r>
      <w:r w:rsidRPr="00072255">
        <w:rPr>
          <w:rFonts w:ascii="Times New Roman" w:hAnsi="Times New Roman"/>
        </w:rPr>
        <w:t xml:space="preserve">Väljatöötamiskavatsus on kättesaadav: </w:t>
      </w:r>
      <w:hyperlink r:id="rId1" w:history="1">
        <w:r w:rsidRPr="00072255">
          <w:rPr>
            <w:rStyle w:val="cf01"/>
            <w:rFonts w:ascii="Times New Roman" w:hAnsi="Times New Roman"/>
            <w:color w:val="0000FF"/>
            <w:u w:val="single"/>
          </w:rPr>
          <w:t>https://eelnoud.valitsus.ee/main/mount/docList/488639f8-4fbe-4cc7-b34b-514c40f2b292</w:t>
        </w:r>
      </w:hyperlink>
      <w:r w:rsidRPr="00072255">
        <w:rPr>
          <w:rStyle w:val="Hperlink"/>
          <w:rFonts w:ascii="Times New Roman" w:hAnsi="Times New Roman"/>
        </w:rPr>
        <w:t>.</w:t>
      </w:r>
      <w:r w:rsidRPr="00072255">
        <w:rPr>
          <w:rFonts w:ascii="Times New Roman" w:hAnsi="Times New Roman"/>
        </w:rPr>
        <w:t xml:space="preserve"> </w:t>
      </w:r>
    </w:p>
  </w:footnote>
  <w:footnote w:id="3">
    <w:p w14:paraId="276DAA2A" w14:textId="77777777" w:rsidR="0086060B" w:rsidRPr="001D57E3" w:rsidRDefault="0086060B" w:rsidP="0086060B">
      <w:pPr>
        <w:pStyle w:val="Allmrkusetekst"/>
        <w:rPr>
          <w:rFonts w:ascii="Times New Roman" w:hAnsi="Times New Roman"/>
        </w:rPr>
      </w:pPr>
      <w:r w:rsidRPr="001D57E3">
        <w:rPr>
          <w:rStyle w:val="Allmrkuseviide"/>
          <w:rFonts w:ascii="Times New Roman" w:hAnsi="Times New Roman"/>
        </w:rPr>
        <w:footnoteRef/>
      </w:r>
      <w:r w:rsidRPr="001D57E3">
        <w:rPr>
          <w:rFonts w:ascii="Times New Roman" w:hAnsi="Times New Roman"/>
        </w:rPr>
        <w:t xml:space="preserve"> V</w:t>
      </w:r>
      <w:r>
        <w:rPr>
          <w:rFonts w:ascii="Times New Roman" w:hAnsi="Times New Roman"/>
        </w:rPr>
        <w:t>aata</w:t>
      </w:r>
      <w:r w:rsidRPr="001D57E3">
        <w:rPr>
          <w:rFonts w:ascii="Times New Roman" w:hAnsi="Times New Roman"/>
        </w:rPr>
        <w:t xml:space="preserve"> </w:t>
      </w:r>
      <w:r w:rsidRPr="001D57E3">
        <w:rPr>
          <w:rFonts w:ascii="Times New Roman" w:hAnsi="Times New Roman"/>
          <w:color w:val="000000" w:themeColor="text1"/>
        </w:rPr>
        <w:t xml:space="preserve">tervise- ja tööministri </w:t>
      </w:r>
      <w:r>
        <w:rPr>
          <w:rFonts w:ascii="Times New Roman" w:hAnsi="Times New Roman"/>
          <w:color w:val="000000" w:themeColor="text1"/>
        </w:rPr>
        <w:t xml:space="preserve">3. detsembri </w:t>
      </w:r>
      <w:r w:rsidRPr="001D57E3">
        <w:rPr>
          <w:rFonts w:ascii="Times New Roman" w:hAnsi="Times New Roman"/>
          <w:color w:val="000000" w:themeColor="text1"/>
        </w:rPr>
        <w:t>2014</w:t>
      </w:r>
      <w:r>
        <w:rPr>
          <w:rFonts w:ascii="Times New Roman" w:hAnsi="Times New Roman"/>
          <w:color w:val="000000" w:themeColor="text1"/>
        </w:rPr>
        <w:t>. a</w:t>
      </w:r>
      <w:r w:rsidRPr="001D57E3">
        <w:rPr>
          <w:rFonts w:ascii="Times New Roman" w:hAnsi="Times New Roman"/>
          <w:color w:val="000000" w:themeColor="text1"/>
        </w:rPr>
        <w:t xml:space="preserve"> määrus nr 69 „</w:t>
      </w:r>
      <w:hyperlink r:id="rId2" w:history="1">
        <w:r w:rsidRPr="00502E92">
          <w:rPr>
            <w:rStyle w:val="Hperlink"/>
            <w:rFonts w:ascii="Times New Roman" w:hAnsi="Times New Roman"/>
          </w:rPr>
          <w:t>Ravimite apteegis valmistamise, jaendamise ja kontrollimise tingimused ja kord ning apteegis seeriaviisiliselt valmistatavate ravimite loetelu</w:t>
        </w:r>
      </w:hyperlink>
      <w:r w:rsidRPr="001D57E3">
        <w:rPr>
          <w:rFonts w:ascii="Times New Roman" w:hAnsi="Times New Roman"/>
          <w:bCs/>
          <w:color w:val="000000" w:themeColor="text1"/>
        </w:rPr>
        <w:t xml:space="preserve">“. </w:t>
      </w:r>
    </w:p>
  </w:footnote>
  <w:footnote w:id="4">
    <w:p w14:paraId="7F8FF4A0" w14:textId="77777777" w:rsidR="00F05DE2" w:rsidRPr="00DC166E" w:rsidRDefault="00F05DE2" w:rsidP="00F05DE2">
      <w:pPr>
        <w:pStyle w:val="Allmrkusetekst"/>
        <w:rPr>
          <w:rFonts w:ascii="Times New Roman" w:hAnsi="Times New Roman"/>
        </w:rPr>
      </w:pPr>
      <w:r w:rsidRPr="00DC166E">
        <w:rPr>
          <w:rStyle w:val="Allmrkuseviide"/>
          <w:rFonts w:ascii="Times New Roman" w:hAnsi="Times New Roman"/>
        </w:rPr>
        <w:footnoteRef/>
      </w:r>
      <w:r w:rsidRPr="00DC166E">
        <w:rPr>
          <w:rFonts w:ascii="Times New Roman" w:hAnsi="Times New Roman"/>
        </w:rPr>
        <w:t xml:space="preserve"> Statistikaamet, 2024. Rahvastik soo ja vanuserühma järgi, 1. jaanuar. Kättesaadav: </w:t>
      </w:r>
      <w:hyperlink r:id="rId3" w:history="1">
        <w:r w:rsidRPr="00DC166E">
          <w:rPr>
            <w:rStyle w:val="Hperlink"/>
            <w:rFonts w:ascii="Times New Roman" w:hAnsi="Times New Roman"/>
          </w:rPr>
          <w:t>https://andmed.stat.ee/et/stat/rahvastik__rahvastikunaitajad-ja-koosseis__rahvaarv-ja-rahvastiku-koosseis/RV021</w:t>
        </w:r>
      </w:hyperlink>
      <w:r w:rsidRPr="00DC166E">
        <w:rPr>
          <w:rFonts w:ascii="Times New Roman" w:hAnsi="Times New Roman"/>
        </w:rPr>
        <w:t xml:space="preserve"> (08.05.2024). Arvestatud on 1. jaanuari rahvaarvu, kuna aastakeskmist rahvastikku ei ole 2023. aasta kohta veel avaldatud.</w:t>
      </w:r>
    </w:p>
  </w:footnote>
  <w:footnote w:id="5">
    <w:p w14:paraId="464F34D2" w14:textId="13B44D37" w:rsidR="0079010E" w:rsidRPr="00DC166E" w:rsidRDefault="0079010E">
      <w:pPr>
        <w:pStyle w:val="Allmrkusetekst"/>
        <w:rPr>
          <w:rFonts w:ascii="Times New Roman" w:hAnsi="Times New Roman"/>
        </w:rPr>
      </w:pPr>
      <w:r w:rsidRPr="00DC166E">
        <w:rPr>
          <w:rStyle w:val="Allmrkuseviide"/>
          <w:rFonts w:ascii="Times New Roman" w:hAnsi="Times New Roman"/>
        </w:rPr>
        <w:footnoteRef/>
      </w:r>
      <w:r w:rsidRPr="00DC166E">
        <w:rPr>
          <w:rFonts w:ascii="Times New Roman" w:hAnsi="Times New Roman"/>
        </w:rPr>
        <w:t xml:space="preserve"> Statistikaamet, 2024. ER021: Statistilisse profiili kuuluvad ettevõtted tegevusala järgi. Kättesaadav:</w:t>
      </w:r>
      <w:r w:rsidR="00445CF6" w:rsidRPr="00DC166E">
        <w:rPr>
          <w:rFonts w:ascii="Times New Roman" w:hAnsi="Times New Roman"/>
        </w:rPr>
        <w:t xml:space="preserve"> </w:t>
      </w:r>
      <w:hyperlink r:id="rId4" w:history="1">
        <w:r w:rsidR="00445CF6">
          <w:rPr>
            <w:rFonts w:ascii="Times New Roman" w:hAnsi="Times New Roman"/>
            <w:color w:val="0000FF"/>
            <w:u w:val="single"/>
          </w:rPr>
          <w:t>ER</w:t>
        </w:r>
        <w:r w:rsidR="00445CF6" w:rsidRPr="00DC166E">
          <w:rPr>
            <w:rFonts w:ascii="Times New Roman" w:hAnsi="Times New Roman"/>
            <w:color w:val="0000FF"/>
            <w:u w:val="single"/>
          </w:rPr>
          <w:t>021: statistilisse profiili kuuluvad ettevõtted tegevusala (emtak 2008) järgi. statistika andmebaas</w:t>
        </w:r>
      </w:hyperlink>
      <w:r w:rsidRPr="00DC166E">
        <w:rPr>
          <w:rFonts w:ascii="Times New Roman" w:hAnsi="Times New Roman"/>
        </w:rPr>
        <w:t xml:space="preserve"> (08.05.2024).</w:t>
      </w:r>
    </w:p>
  </w:footnote>
  <w:footnote w:id="6">
    <w:p w14:paraId="0B6F3C87" w14:textId="6C91838E" w:rsidR="004445FD" w:rsidRPr="00382D0B" w:rsidRDefault="004445FD" w:rsidP="004445FD">
      <w:pPr>
        <w:pStyle w:val="Allmrkusetekst"/>
        <w:rPr>
          <w:rFonts w:ascii="Times New Roman" w:hAnsi="Times New Roman"/>
        </w:rPr>
      </w:pPr>
      <w:r w:rsidRPr="00382D0B">
        <w:rPr>
          <w:rStyle w:val="Allmrkuseviide"/>
          <w:rFonts w:ascii="Times New Roman" w:hAnsi="Times New Roman"/>
        </w:rPr>
        <w:footnoteRef/>
      </w:r>
      <w:r w:rsidRPr="00382D0B">
        <w:rPr>
          <w:rFonts w:ascii="Times New Roman" w:hAnsi="Times New Roman"/>
        </w:rPr>
        <w:t xml:space="preserve"> Tervisekassa, 2024. Tervisekassa 2023. aasta majandusaasta aruanne. Kättesaadav: </w:t>
      </w:r>
      <w:hyperlink r:id="rId5" w:history="1">
        <w:r w:rsidR="00382D0B" w:rsidRPr="00382D0B">
          <w:rPr>
            <w:rStyle w:val="Hperlink"/>
            <w:rFonts w:ascii="Times New Roman" w:hAnsi="Times New Roman"/>
          </w:rPr>
          <w:t>file:///C:/Users/marion.rummo/Downloads/tervisekassa_aastaaruanne_2023_02.04.2024%20(3).pdf</w:t>
        </w:r>
      </w:hyperlink>
      <w:r w:rsidR="00382D0B" w:rsidRPr="00382D0B">
        <w:rPr>
          <w:rFonts w:ascii="Times New Roman" w:hAnsi="Times New Roman"/>
        </w:rPr>
        <w:t xml:space="preserve"> (03.07.2024)</w:t>
      </w:r>
    </w:p>
  </w:footnote>
  <w:footnote w:id="7">
    <w:p w14:paraId="44FA4F31" w14:textId="13A4A339" w:rsidR="000F022E" w:rsidRPr="00DC166E" w:rsidRDefault="000F022E">
      <w:pPr>
        <w:pStyle w:val="Allmrkusetekst"/>
        <w:rPr>
          <w:rFonts w:ascii="Times New Roman" w:hAnsi="Times New Roman"/>
        </w:rPr>
      </w:pPr>
      <w:r w:rsidRPr="00DC166E">
        <w:rPr>
          <w:rStyle w:val="Allmrkuseviide"/>
          <w:rFonts w:ascii="Times New Roman" w:hAnsi="Times New Roman"/>
        </w:rPr>
        <w:footnoteRef/>
      </w:r>
      <w:r w:rsidRPr="00DC166E">
        <w:rPr>
          <w:rFonts w:ascii="Times New Roman" w:hAnsi="Times New Roman"/>
        </w:rPr>
        <w:t xml:space="preserve"> Tervise Arengu Instituut, 2024. Iseseisvad tervishoiuteenuse osutajad omaniku liigi, tervishoiutöötajate arvu ja maakonna järgi. Kättesaadav: TTO15: Iseseisvad tervishoiuteenuse osutajad omaniku liigi, tervishoiutöötajate arvu ja maakonna järgi. PxWeb (tai.ee) (16.05.2024)</w:t>
      </w:r>
      <w:r w:rsidR="00B22AA7" w:rsidRPr="00DC166E">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F7086F"/>
    <w:multiLevelType w:val="hybridMultilevel"/>
    <w:tmpl w:val="A21C7962"/>
    <w:lvl w:ilvl="0" w:tplc="1F0E9B9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60605FD"/>
    <w:multiLevelType w:val="hybridMultilevel"/>
    <w:tmpl w:val="8AB6F022"/>
    <w:lvl w:ilvl="0" w:tplc="EC7627EA">
      <w:start w:val="127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B4E24DD"/>
    <w:multiLevelType w:val="hybridMultilevel"/>
    <w:tmpl w:val="F3CC8E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A455A7"/>
    <w:multiLevelType w:val="hybridMultilevel"/>
    <w:tmpl w:val="39F4CD4A"/>
    <w:lvl w:ilvl="0" w:tplc="1F542712">
      <w:start w:val="127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533196"/>
    <w:multiLevelType w:val="hybridMultilevel"/>
    <w:tmpl w:val="50BA69E0"/>
    <w:lvl w:ilvl="0" w:tplc="2870AC58">
      <w:start w:val="127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A9B1F2F"/>
    <w:multiLevelType w:val="hybridMultilevel"/>
    <w:tmpl w:val="C700FA10"/>
    <w:lvl w:ilvl="0" w:tplc="C75830E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ED24950"/>
    <w:multiLevelType w:val="hybridMultilevel"/>
    <w:tmpl w:val="E3445CE6"/>
    <w:lvl w:ilvl="0" w:tplc="37F62014">
      <w:start w:val="127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8C502C"/>
    <w:multiLevelType w:val="hybridMultilevel"/>
    <w:tmpl w:val="CACCA238"/>
    <w:lvl w:ilvl="0" w:tplc="D384169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E5E10AE"/>
    <w:multiLevelType w:val="hybridMultilevel"/>
    <w:tmpl w:val="6A92C324"/>
    <w:lvl w:ilvl="0" w:tplc="7AC0B982">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0805CBD"/>
    <w:multiLevelType w:val="hybridMultilevel"/>
    <w:tmpl w:val="A7BED7D8"/>
    <w:lvl w:ilvl="0" w:tplc="8018BD60">
      <w:start w:val="127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6CE3D57"/>
    <w:multiLevelType w:val="multilevel"/>
    <w:tmpl w:val="F8FC5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25713D"/>
    <w:multiLevelType w:val="hybridMultilevel"/>
    <w:tmpl w:val="69DEC1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2353648"/>
    <w:multiLevelType w:val="hybridMultilevel"/>
    <w:tmpl w:val="9BCC5F20"/>
    <w:lvl w:ilvl="0" w:tplc="6E48477A">
      <w:start w:val="552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5145EC2"/>
    <w:multiLevelType w:val="hybridMultilevel"/>
    <w:tmpl w:val="3A3EE32C"/>
    <w:lvl w:ilvl="0" w:tplc="201C5CD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F164B5D"/>
    <w:multiLevelType w:val="hybridMultilevel"/>
    <w:tmpl w:val="025C0360"/>
    <w:lvl w:ilvl="0" w:tplc="25CEA98C">
      <w:start w:val="127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86809574">
    <w:abstractNumId w:val="10"/>
  </w:num>
  <w:num w:numId="2" w16cid:durableId="1206024189">
    <w:abstractNumId w:val="10"/>
  </w:num>
  <w:num w:numId="3" w16cid:durableId="1035738009">
    <w:abstractNumId w:val="0"/>
  </w:num>
  <w:num w:numId="4" w16cid:durableId="1638997270">
    <w:abstractNumId w:val="11"/>
  </w:num>
  <w:num w:numId="5" w16cid:durableId="1269655263">
    <w:abstractNumId w:val="14"/>
  </w:num>
  <w:num w:numId="6" w16cid:durableId="1226600617">
    <w:abstractNumId w:val="5"/>
  </w:num>
  <w:num w:numId="7" w16cid:durableId="1003051586">
    <w:abstractNumId w:val="16"/>
  </w:num>
  <w:num w:numId="8" w16cid:durableId="1492987121">
    <w:abstractNumId w:val="3"/>
  </w:num>
  <w:num w:numId="9" w16cid:durableId="323246208">
    <w:abstractNumId w:val="15"/>
  </w:num>
  <w:num w:numId="10" w16cid:durableId="1586449478">
    <w:abstractNumId w:val="1"/>
  </w:num>
  <w:num w:numId="11" w16cid:durableId="1987928230">
    <w:abstractNumId w:val="9"/>
  </w:num>
  <w:num w:numId="12" w16cid:durableId="255988263">
    <w:abstractNumId w:val="7"/>
  </w:num>
  <w:num w:numId="13" w16cid:durableId="1372682766">
    <w:abstractNumId w:val="18"/>
  </w:num>
  <w:num w:numId="14" w16cid:durableId="1351688497">
    <w:abstractNumId w:val="17"/>
  </w:num>
  <w:num w:numId="15" w16cid:durableId="926307151">
    <w:abstractNumId w:val="8"/>
  </w:num>
  <w:num w:numId="16" w16cid:durableId="404303129">
    <w:abstractNumId w:val="19"/>
  </w:num>
  <w:num w:numId="17" w16cid:durableId="1816752099">
    <w:abstractNumId w:val="4"/>
  </w:num>
  <w:num w:numId="18" w16cid:durableId="174735373">
    <w:abstractNumId w:val="6"/>
  </w:num>
  <w:num w:numId="19" w16cid:durableId="761679727">
    <w:abstractNumId w:val="2"/>
  </w:num>
  <w:num w:numId="20" w16cid:durableId="2074236761">
    <w:abstractNumId w:val="13"/>
  </w:num>
  <w:num w:numId="21" w16cid:durableId="206564142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Markus.Yhtigi@just.ee::d3e435c5-b525-4f8b-aa00-e5a77323add3"/>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1EE"/>
    <w:rsid w:val="00000997"/>
    <w:rsid w:val="00000B6D"/>
    <w:rsid w:val="00000D1F"/>
    <w:rsid w:val="00000DFA"/>
    <w:rsid w:val="00001FBA"/>
    <w:rsid w:val="00002D9A"/>
    <w:rsid w:val="00002F5B"/>
    <w:rsid w:val="000034E1"/>
    <w:rsid w:val="00003AC8"/>
    <w:rsid w:val="00003E53"/>
    <w:rsid w:val="0000406D"/>
    <w:rsid w:val="000049A1"/>
    <w:rsid w:val="000058D1"/>
    <w:rsid w:val="000058F0"/>
    <w:rsid w:val="00006AF9"/>
    <w:rsid w:val="00006D85"/>
    <w:rsid w:val="00007017"/>
    <w:rsid w:val="00007643"/>
    <w:rsid w:val="00010030"/>
    <w:rsid w:val="00010442"/>
    <w:rsid w:val="000105F5"/>
    <w:rsid w:val="00011CDA"/>
    <w:rsid w:val="0001220C"/>
    <w:rsid w:val="00012997"/>
    <w:rsid w:val="00012AA9"/>
    <w:rsid w:val="0001377E"/>
    <w:rsid w:val="00014614"/>
    <w:rsid w:val="0001501B"/>
    <w:rsid w:val="00016268"/>
    <w:rsid w:val="000165F5"/>
    <w:rsid w:val="0001794F"/>
    <w:rsid w:val="00021085"/>
    <w:rsid w:val="00021228"/>
    <w:rsid w:val="00021D1E"/>
    <w:rsid w:val="000226CA"/>
    <w:rsid w:val="00022D3F"/>
    <w:rsid w:val="00023F88"/>
    <w:rsid w:val="000240A0"/>
    <w:rsid w:val="000243CC"/>
    <w:rsid w:val="000246BA"/>
    <w:rsid w:val="00025969"/>
    <w:rsid w:val="00025F7C"/>
    <w:rsid w:val="00026002"/>
    <w:rsid w:val="00026919"/>
    <w:rsid w:val="00026B11"/>
    <w:rsid w:val="000275EF"/>
    <w:rsid w:val="000279D0"/>
    <w:rsid w:val="00031A81"/>
    <w:rsid w:val="00032A10"/>
    <w:rsid w:val="00032C40"/>
    <w:rsid w:val="000330B4"/>
    <w:rsid w:val="0003312F"/>
    <w:rsid w:val="0003536F"/>
    <w:rsid w:val="0003605A"/>
    <w:rsid w:val="000360D7"/>
    <w:rsid w:val="00036101"/>
    <w:rsid w:val="000363A5"/>
    <w:rsid w:val="000366B3"/>
    <w:rsid w:val="00036AF8"/>
    <w:rsid w:val="00036B49"/>
    <w:rsid w:val="000371A7"/>
    <w:rsid w:val="000414D0"/>
    <w:rsid w:val="00041613"/>
    <w:rsid w:val="00041B4B"/>
    <w:rsid w:val="00042032"/>
    <w:rsid w:val="00042A23"/>
    <w:rsid w:val="00042D8F"/>
    <w:rsid w:val="000432F3"/>
    <w:rsid w:val="000435CF"/>
    <w:rsid w:val="00043ED4"/>
    <w:rsid w:val="0004422F"/>
    <w:rsid w:val="000445DD"/>
    <w:rsid w:val="00045453"/>
    <w:rsid w:val="00045936"/>
    <w:rsid w:val="00045D03"/>
    <w:rsid w:val="00046AEA"/>
    <w:rsid w:val="00046E96"/>
    <w:rsid w:val="0004777D"/>
    <w:rsid w:val="000478D7"/>
    <w:rsid w:val="000504FB"/>
    <w:rsid w:val="00051094"/>
    <w:rsid w:val="000514FF"/>
    <w:rsid w:val="00053285"/>
    <w:rsid w:val="00057480"/>
    <w:rsid w:val="00060067"/>
    <w:rsid w:val="0006128A"/>
    <w:rsid w:val="00061314"/>
    <w:rsid w:val="00061AFB"/>
    <w:rsid w:val="00061D49"/>
    <w:rsid w:val="0006240D"/>
    <w:rsid w:val="00063B26"/>
    <w:rsid w:val="00063C9F"/>
    <w:rsid w:val="000653E7"/>
    <w:rsid w:val="00065677"/>
    <w:rsid w:val="000659BB"/>
    <w:rsid w:val="000663FE"/>
    <w:rsid w:val="00066E67"/>
    <w:rsid w:val="000672BE"/>
    <w:rsid w:val="00067505"/>
    <w:rsid w:val="00067D79"/>
    <w:rsid w:val="000701CA"/>
    <w:rsid w:val="0007050F"/>
    <w:rsid w:val="0007089E"/>
    <w:rsid w:val="000712F4"/>
    <w:rsid w:val="00071B69"/>
    <w:rsid w:val="00071BAC"/>
    <w:rsid w:val="00072CFF"/>
    <w:rsid w:val="000732FD"/>
    <w:rsid w:val="00073BAC"/>
    <w:rsid w:val="000757D5"/>
    <w:rsid w:val="00076EA4"/>
    <w:rsid w:val="000772D3"/>
    <w:rsid w:val="0008016D"/>
    <w:rsid w:val="00080864"/>
    <w:rsid w:val="00082483"/>
    <w:rsid w:val="00083749"/>
    <w:rsid w:val="00084ABB"/>
    <w:rsid w:val="00084CCB"/>
    <w:rsid w:val="00086429"/>
    <w:rsid w:val="00086ED9"/>
    <w:rsid w:val="00091280"/>
    <w:rsid w:val="000920CC"/>
    <w:rsid w:val="000920F9"/>
    <w:rsid w:val="00092180"/>
    <w:rsid w:val="00092283"/>
    <w:rsid w:val="0009347A"/>
    <w:rsid w:val="000943F7"/>
    <w:rsid w:val="00094C6B"/>
    <w:rsid w:val="00095DAC"/>
    <w:rsid w:val="0009742A"/>
    <w:rsid w:val="00097515"/>
    <w:rsid w:val="000A15D4"/>
    <w:rsid w:val="000A1A3F"/>
    <w:rsid w:val="000A1E00"/>
    <w:rsid w:val="000A1FC7"/>
    <w:rsid w:val="000A2491"/>
    <w:rsid w:val="000A2996"/>
    <w:rsid w:val="000A29B6"/>
    <w:rsid w:val="000A2AC5"/>
    <w:rsid w:val="000A31A3"/>
    <w:rsid w:val="000A3EF7"/>
    <w:rsid w:val="000A4BBA"/>
    <w:rsid w:val="000A4D3A"/>
    <w:rsid w:val="000A4F3E"/>
    <w:rsid w:val="000A544A"/>
    <w:rsid w:val="000A614C"/>
    <w:rsid w:val="000A69A8"/>
    <w:rsid w:val="000A6EFB"/>
    <w:rsid w:val="000B02CD"/>
    <w:rsid w:val="000B0DDF"/>
    <w:rsid w:val="000B0FA2"/>
    <w:rsid w:val="000B13FC"/>
    <w:rsid w:val="000B1B6B"/>
    <w:rsid w:val="000B22DE"/>
    <w:rsid w:val="000B24E7"/>
    <w:rsid w:val="000B256D"/>
    <w:rsid w:val="000B354B"/>
    <w:rsid w:val="000B48B0"/>
    <w:rsid w:val="000B495D"/>
    <w:rsid w:val="000B4D75"/>
    <w:rsid w:val="000B5DE7"/>
    <w:rsid w:val="000B70A7"/>
    <w:rsid w:val="000B73C3"/>
    <w:rsid w:val="000B7645"/>
    <w:rsid w:val="000C045A"/>
    <w:rsid w:val="000C1C40"/>
    <w:rsid w:val="000C3128"/>
    <w:rsid w:val="000C3AB2"/>
    <w:rsid w:val="000C48C0"/>
    <w:rsid w:val="000C4CC7"/>
    <w:rsid w:val="000C51E1"/>
    <w:rsid w:val="000C56A9"/>
    <w:rsid w:val="000C583E"/>
    <w:rsid w:val="000C61E5"/>
    <w:rsid w:val="000C6908"/>
    <w:rsid w:val="000C79D8"/>
    <w:rsid w:val="000C7DF2"/>
    <w:rsid w:val="000D0515"/>
    <w:rsid w:val="000D1E33"/>
    <w:rsid w:val="000D1EC3"/>
    <w:rsid w:val="000D3971"/>
    <w:rsid w:val="000D5A01"/>
    <w:rsid w:val="000D6604"/>
    <w:rsid w:val="000D7DD8"/>
    <w:rsid w:val="000E0ECF"/>
    <w:rsid w:val="000E1B2D"/>
    <w:rsid w:val="000E1EDF"/>
    <w:rsid w:val="000E213E"/>
    <w:rsid w:val="000E25DC"/>
    <w:rsid w:val="000E28E9"/>
    <w:rsid w:val="000E35E2"/>
    <w:rsid w:val="000E46B9"/>
    <w:rsid w:val="000E6252"/>
    <w:rsid w:val="000E65ED"/>
    <w:rsid w:val="000E6EA5"/>
    <w:rsid w:val="000E7758"/>
    <w:rsid w:val="000E7A10"/>
    <w:rsid w:val="000E7A3D"/>
    <w:rsid w:val="000E7C94"/>
    <w:rsid w:val="000E7D6A"/>
    <w:rsid w:val="000E7E78"/>
    <w:rsid w:val="000F022E"/>
    <w:rsid w:val="000F06E7"/>
    <w:rsid w:val="000F077B"/>
    <w:rsid w:val="000F1226"/>
    <w:rsid w:val="000F14DA"/>
    <w:rsid w:val="000F1761"/>
    <w:rsid w:val="000F1F7C"/>
    <w:rsid w:val="000F2014"/>
    <w:rsid w:val="000F24D1"/>
    <w:rsid w:val="000F4319"/>
    <w:rsid w:val="000F44F1"/>
    <w:rsid w:val="000F4BDC"/>
    <w:rsid w:val="000F50C2"/>
    <w:rsid w:val="000F5AEF"/>
    <w:rsid w:val="000F64FE"/>
    <w:rsid w:val="000F66AB"/>
    <w:rsid w:val="000F6DBE"/>
    <w:rsid w:val="000F759A"/>
    <w:rsid w:val="00100F6B"/>
    <w:rsid w:val="00101AF3"/>
    <w:rsid w:val="001022E1"/>
    <w:rsid w:val="0010419F"/>
    <w:rsid w:val="00104865"/>
    <w:rsid w:val="00104C9F"/>
    <w:rsid w:val="001051D2"/>
    <w:rsid w:val="00105ECA"/>
    <w:rsid w:val="00106543"/>
    <w:rsid w:val="00106585"/>
    <w:rsid w:val="00106692"/>
    <w:rsid w:val="00106806"/>
    <w:rsid w:val="001071D5"/>
    <w:rsid w:val="001074BC"/>
    <w:rsid w:val="00107B8C"/>
    <w:rsid w:val="0011053E"/>
    <w:rsid w:val="0011076F"/>
    <w:rsid w:val="00111621"/>
    <w:rsid w:val="0011188F"/>
    <w:rsid w:val="00111C95"/>
    <w:rsid w:val="00112AF0"/>
    <w:rsid w:val="00112BE7"/>
    <w:rsid w:val="00113668"/>
    <w:rsid w:val="00113AD6"/>
    <w:rsid w:val="001141F2"/>
    <w:rsid w:val="00114A4A"/>
    <w:rsid w:val="001152BE"/>
    <w:rsid w:val="00115301"/>
    <w:rsid w:val="00115AAA"/>
    <w:rsid w:val="001162E3"/>
    <w:rsid w:val="0011666F"/>
    <w:rsid w:val="001179DC"/>
    <w:rsid w:val="00117BC4"/>
    <w:rsid w:val="00120755"/>
    <w:rsid w:val="0012091D"/>
    <w:rsid w:val="00120A2C"/>
    <w:rsid w:val="001215B2"/>
    <w:rsid w:val="00121901"/>
    <w:rsid w:val="001227A7"/>
    <w:rsid w:val="00123338"/>
    <w:rsid w:val="001246C3"/>
    <w:rsid w:val="00125157"/>
    <w:rsid w:val="0012595D"/>
    <w:rsid w:val="00126968"/>
    <w:rsid w:val="0012696F"/>
    <w:rsid w:val="0012743A"/>
    <w:rsid w:val="001279B7"/>
    <w:rsid w:val="0013000D"/>
    <w:rsid w:val="001301EC"/>
    <w:rsid w:val="001305B1"/>
    <w:rsid w:val="0013183E"/>
    <w:rsid w:val="001320EC"/>
    <w:rsid w:val="0013241B"/>
    <w:rsid w:val="0013241F"/>
    <w:rsid w:val="0013278A"/>
    <w:rsid w:val="00133886"/>
    <w:rsid w:val="001339A9"/>
    <w:rsid w:val="001341DC"/>
    <w:rsid w:val="00135071"/>
    <w:rsid w:val="0013577A"/>
    <w:rsid w:val="00135C5C"/>
    <w:rsid w:val="00136CD7"/>
    <w:rsid w:val="00136CF5"/>
    <w:rsid w:val="00137032"/>
    <w:rsid w:val="0013781D"/>
    <w:rsid w:val="00140894"/>
    <w:rsid w:val="0014105A"/>
    <w:rsid w:val="0014196E"/>
    <w:rsid w:val="00141A7E"/>
    <w:rsid w:val="00142311"/>
    <w:rsid w:val="00142B60"/>
    <w:rsid w:val="00142C28"/>
    <w:rsid w:val="00143693"/>
    <w:rsid w:val="00143F64"/>
    <w:rsid w:val="00143FC6"/>
    <w:rsid w:val="00145364"/>
    <w:rsid w:val="001454B3"/>
    <w:rsid w:val="00146009"/>
    <w:rsid w:val="00146197"/>
    <w:rsid w:val="00147994"/>
    <w:rsid w:val="00150370"/>
    <w:rsid w:val="00150A18"/>
    <w:rsid w:val="001515EF"/>
    <w:rsid w:val="00151636"/>
    <w:rsid w:val="00151D7E"/>
    <w:rsid w:val="00152334"/>
    <w:rsid w:val="00153314"/>
    <w:rsid w:val="001537A5"/>
    <w:rsid w:val="00153B03"/>
    <w:rsid w:val="001545FB"/>
    <w:rsid w:val="001548AB"/>
    <w:rsid w:val="00154BCC"/>
    <w:rsid w:val="00156D9A"/>
    <w:rsid w:val="0015733C"/>
    <w:rsid w:val="00157362"/>
    <w:rsid w:val="00157919"/>
    <w:rsid w:val="001609F5"/>
    <w:rsid w:val="001617B7"/>
    <w:rsid w:val="00162FFE"/>
    <w:rsid w:val="001649C4"/>
    <w:rsid w:val="00164C93"/>
    <w:rsid w:val="001655B7"/>
    <w:rsid w:val="0016626D"/>
    <w:rsid w:val="00166890"/>
    <w:rsid w:val="00167377"/>
    <w:rsid w:val="001702E6"/>
    <w:rsid w:val="00170F66"/>
    <w:rsid w:val="001719BC"/>
    <w:rsid w:val="00172694"/>
    <w:rsid w:val="00172939"/>
    <w:rsid w:val="00172F81"/>
    <w:rsid w:val="0017379D"/>
    <w:rsid w:val="00173AAF"/>
    <w:rsid w:val="00173C07"/>
    <w:rsid w:val="00173CE6"/>
    <w:rsid w:val="00174CE9"/>
    <w:rsid w:val="00176958"/>
    <w:rsid w:val="00176D0A"/>
    <w:rsid w:val="00177969"/>
    <w:rsid w:val="00180901"/>
    <w:rsid w:val="00180E72"/>
    <w:rsid w:val="00180E73"/>
    <w:rsid w:val="001815A9"/>
    <w:rsid w:val="00181C63"/>
    <w:rsid w:val="00182220"/>
    <w:rsid w:val="00182270"/>
    <w:rsid w:val="00182C34"/>
    <w:rsid w:val="00183166"/>
    <w:rsid w:val="0018351D"/>
    <w:rsid w:val="00183911"/>
    <w:rsid w:val="00184C54"/>
    <w:rsid w:val="00184D88"/>
    <w:rsid w:val="00187809"/>
    <w:rsid w:val="00187B41"/>
    <w:rsid w:val="001915B4"/>
    <w:rsid w:val="001918BB"/>
    <w:rsid w:val="0019251C"/>
    <w:rsid w:val="00192A9A"/>
    <w:rsid w:val="00193BA1"/>
    <w:rsid w:val="00193F7B"/>
    <w:rsid w:val="00194BD8"/>
    <w:rsid w:val="0019503E"/>
    <w:rsid w:val="00196548"/>
    <w:rsid w:val="00196852"/>
    <w:rsid w:val="001970A3"/>
    <w:rsid w:val="001974A4"/>
    <w:rsid w:val="00197AA9"/>
    <w:rsid w:val="00197BF7"/>
    <w:rsid w:val="00197D75"/>
    <w:rsid w:val="001A0B6E"/>
    <w:rsid w:val="001A2999"/>
    <w:rsid w:val="001A3B30"/>
    <w:rsid w:val="001A3EEA"/>
    <w:rsid w:val="001A44E4"/>
    <w:rsid w:val="001A4954"/>
    <w:rsid w:val="001A4A3A"/>
    <w:rsid w:val="001A4C59"/>
    <w:rsid w:val="001A62C3"/>
    <w:rsid w:val="001A662F"/>
    <w:rsid w:val="001A6BBC"/>
    <w:rsid w:val="001A72E6"/>
    <w:rsid w:val="001B0609"/>
    <w:rsid w:val="001B0C66"/>
    <w:rsid w:val="001B1A54"/>
    <w:rsid w:val="001B27B5"/>
    <w:rsid w:val="001B3735"/>
    <w:rsid w:val="001B3CA0"/>
    <w:rsid w:val="001B5073"/>
    <w:rsid w:val="001B5AAB"/>
    <w:rsid w:val="001B617C"/>
    <w:rsid w:val="001B6419"/>
    <w:rsid w:val="001B6A4F"/>
    <w:rsid w:val="001B6EFA"/>
    <w:rsid w:val="001C0445"/>
    <w:rsid w:val="001C1EFB"/>
    <w:rsid w:val="001C2452"/>
    <w:rsid w:val="001C3543"/>
    <w:rsid w:val="001C36F7"/>
    <w:rsid w:val="001C3E86"/>
    <w:rsid w:val="001C4132"/>
    <w:rsid w:val="001C42F3"/>
    <w:rsid w:val="001C4A7A"/>
    <w:rsid w:val="001C4B93"/>
    <w:rsid w:val="001C665D"/>
    <w:rsid w:val="001C7C29"/>
    <w:rsid w:val="001C7EAD"/>
    <w:rsid w:val="001D028C"/>
    <w:rsid w:val="001D07FF"/>
    <w:rsid w:val="001D0A12"/>
    <w:rsid w:val="001D1B3A"/>
    <w:rsid w:val="001D22AB"/>
    <w:rsid w:val="001D2665"/>
    <w:rsid w:val="001D300F"/>
    <w:rsid w:val="001D3EE8"/>
    <w:rsid w:val="001D57E3"/>
    <w:rsid w:val="001D67F6"/>
    <w:rsid w:val="001D6AFC"/>
    <w:rsid w:val="001E07EF"/>
    <w:rsid w:val="001E2C44"/>
    <w:rsid w:val="001E3FAD"/>
    <w:rsid w:val="001E50C2"/>
    <w:rsid w:val="001E7235"/>
    <w:rsid w:val="001E7700"/>
    <w:rsid w:val="001E7F95"/>
    <w:rsid w:val="001F16BC"/>
    <w:rsid w:val="001F179D"/>
    <w:rsid w:val="001F1DFB"/>
    <w:rsid w:val="001F24C8"/>
    <w:rsid w:val="001F264F"/>
    <w:rsid w:val="001F2A52"/>
    <w:rsid w:val="001F2C71"/>
    <w:rsid w:val="001F2DE5"/>
    <w:rsid w:val="001F458A"/>
    <w:rsid w:val="001F4911"/>
    <w:rsid w:val="001F5FCF"/>
    <w:rsid w:val="001F622A"/>
    <w:rsid w:val="001F6F3D"/>
    <w:rsid w:val="001F7249"/>
    <w:rsid w:val="001F76E2"/>
    <w:rsid w:val="001F7F43"/>
    <w:rsid w:val="002000B0"/>
    <w:rsid w:val="00200BE3"/>
    <w:rsid w:val="00200E99"/>
    <w:rsid w:val="0020154C"/>
    <w:rsid w:val="00201749"/>
    <w:rsid w:val="00202224"/>
    <w:rsid w:val="002023B3"/>
    <w:rsid w:val="00202492"/>
    <w:rsid w:val="00202A67"/>
    <w:rsid w:val="00202CEC"/>
    <w:rsid w:val="002053D7"/>
    <w:rsid w:val="002054C9"/>
    <w:rsid w:val="00205E0C"/>
    <w:rsid w:val="00206300"/>
    <w:rsid w:val="002103A0"/>
    <w:rsid w:val="00211F47"/>
    <w:rsid w:val="002127CD"/>
    <w:rsid w:val="00212844"/>
    <w:rsid w:val="002129CA"/>
    <w:rsid w:val="00213314"/>
    <w:rsid w:val="0021386C"/>
    <w:rsid w:val="002140D8"/>
    <w:rsid w:val="0021442D"/>
    <w:rsid w:val="00214BF4"/>
    <w:rsid w:val="00214C1E"/>
    <w:rsid w:val="00214D7D"/>
    <w:rsid w:val="00214D81"/>
    <w:rsid w:val="0021549D"/>
    <w:rsid w:val="0021691D"/>
    <w:rsid w:val="002178A9"/>
    <w:rsid w:val="0022082B"/>
    <w:rsid w:val="0022178C"/>
    <w:rsid w:val="00221A6C"/>
    <w:rsid w:val="00221B21"/>
    <w:rsid w:val="00221C24"/>
    <w:rsid w:val="00222B89"/>
    <w:rsid w:val="00222D62"/>
    <w:rsid w:val="00222EAF"/>
    <w:rsid w:val="002235BD"/>
    <w:rsid w:val="002240F9"/>
    <w:rsid w:val="0022591C"/>
    <w:rsid w:val="00225E53"/>
    <w:rsid w:val="0022694F"/>
    <w:rsid w:val="002269A8"/>
    <w:rsid w:val="00226DA4"/>
    <w:rsid w:val="002272CF"/>
    <w:rsid w:val="00227621"/>
    <w:rsid w:val="002278B7"/>
    <w:rsid w:val="00231C4A"/>
    <w:rsid w:val="00231F50"/>
    <w:rsid w:val="00232DA3"/>
    <w:rsid w:val="00233339"/>
    <w:rsid w:val="002336E8"/>
    <w:rsid w:val="00233701"/>
    <w:rsid w:val="00233D3F"/>
    <w:rsid w:val="002345C0"/>
    <w:rsid w:val="00234759"/>
    <w:rsid w:val="00234C95"/>
    <w:rsid w:val="00234CAC"/>
    <w:rsid w:val="00234E5C"/>
    <w:rsid w:val="00235164"/>
    <w:rsid w:val="00235395"/>
    <w:rsid w:val="00235775"/>
    <w:rsid w:val="0023683C"/>
    <w:rsid w:val="00237595"/>
    <w:rsid w:val="00237A1D"/>
    <w:rsid w:val="00237DAF"/>
    <w:rsid w:val="002400E7"/>
    <w:rsid w:val="0024056A"/>
    <w:rsid w:val="00243B53"/>
    <w:rsid w:val="00243E9B"/>
    <w:rsid w:val="00244434"/>
    <w:rsid w:val="00244466"/>
    <w:rsid w:val="002452E0"/>
    <w:rsid w:val="00246313"/>
    <w:rsid w:val="00246800"/>
    <w:rsid w:val="0024688A"/>
    <w:rsid w:val="00246983"/>
    <w:rsid w:val="0024702D"/>
    <w:rsid w:val="002470CA"/>
    <w:rsid w:val="00247AA6"/>
    <w:rsid w:val="00247FA6"/>
    <w:rsid w:val="0025131F"/>
    <w:rsid w:val="002513EA"/>
    <w:rsid w:val="00251544"/>
    <w:rsid w:val="00251D0B"/>
    <w:rsid w:val="00251D12"/>
    <w:rsid w:val="0025203A"/>
    <w:rsid w:val="002520C3"/>
    <w:rsid w:val="00252198"/>
    <w:rsid w:val="00252888"/>
    <w:rsid w:val="00252E1E"/>
    <w:rsid w:val="002534DD"/>
    <w:rsid w:val="00254FED"/>
    <w:rsid w:val="00255ECF"/>
    <w:rsid w:val="002567EB"/>
    <w:rsid w:val="00257DAE"/>
    <w:rsid w:val="0026163E"/>
    <w:rsid w:val="002616ED"/>
    <w:rsid w:val="00262324"/>
    <w:rsid w:val="002643BB"/>
    <w:rsid w:val="002646EE"/>
    <w:rsid w:val="002655DF"/>
    <w:rsid w:val="00266391"/>
    <w:rsid w:val="00266779"/>
    <w:rsid w:val="00266C3A"/>
    <w:rsid w:val="0026797F"/>
    <w:rsid w:val="0027055E"/>
    <w:rsid w:val="00270AAB"/>
    <w:rsid w:val="00270EE3"/>
    <w:rsid w:val="00271514"/>
    <w:rsid w:val="00272463"/>
    <w:rsid w:val="00272ECA"/>
    <w:rsid w:val="00273336"/>
    <w:rsid w:val="0027344E"/>
    <w:rsid w:val="0027394D"/>
    <w:rsid w:val="002745A4"/>
    <w:rsid w:val="00274C7F"/>
    <w:rsid w:val="002752E4"/>
    <w:rsid w:val="0027606B"/>
    <w:rsid w:val="00276684"/>
    <w:rsid w:val="00276E5D"/>
    <w:rsid w:val="00277499"/>
    <w:rsid w:val="00282112"/>
    <w:rsid w:val="0028252D"/>
    <w:rsid w:val="002843CB"/>
    <w:rsid w:val="00285033"/>
    <w:rsid w:val="00285D7C"/>
    <w:rsid w:val="00285DD8"/>
    <w:rsid w:val="002860F1"/>
    <w:rsid w:val="00286189"/>
    <w:rsid w:val="0028638D"/>
    <w:rsid w:val="00286592"/>
    <w:rsid w:val="002867BB"/>
    <w:rsid w:val="00287BEF"/>
    <w:rsid w:val="00287DE8"/>
    <w:rsid w:val="00290F58"/>
    <w:rsid w:val="002912E2"/>
    <w:rsid w:val="00291320"/>
    <w:rsid w:val="002914EE"/>
    <w:rsid w:val="0029241C"/>
    <w:rsid w:val="002924EA"/>
    <w:rsid w:val="002939DD"/>
    <w:rsid w:val="00293EA3"/>
    <w:rsid w:val="002943E5"/>
    <w:rsid w:val="002946F2"/>
    <w:rsid w:val="00294F67"/>
    <w:rsid w:val="002954AD"/>
    <w:rsid w:val="00295986"/>
    <w:rsid w:val="00295CF2"/>
    <w:rsid w:val="002961DE"/>
    <w:rsid w:val="002974AE"/>
    <w:rsid w:val="00297CA7"/>
    <w:rsid w:val="00297E5B"/>
    <w:rsid w:val="002A0307"/>
    <w:rsid w:val="002A1551"/>
    <w:rsid w:val="002A22B4"/>
    <w:rsid w:val="002A2624"/>
    <w:rsid w:val="002A29C8"/>
    <w:rsid w:val="002A2D77"/>
    <w:rsid w:val="002A3EFD"/>
    <w:rsid w:val="002A41BB"/>
    <w:rsid w:val="002A43CB"/>
    <w:rsid w:val="002A4A27"/>
    <w:rsid w:val="002A4CDF"/>
    <w:rsid w:val="002A50D4"/>
    <w:rsid w:val="002A5B25"/>
    <w:rsid w:val="002A7415"/>
    <w:rsid w:val="002A7F07"/>
    <w:rsid w:val="002B1164"/>
    <w:rsid w:val="002B14E2"/>
    <w:rsid w:val="002B1A3B"/>
    <w:rsid w:val="002B1CE3"/>
    <w:rsid w:val="002B2328"/>
    <w:rsid w:val="002B29ED"/>
    <w:rsid w:val="002B2BF4"/>
    <w:rsid w:val="002B5C4D"/>
    <w:rsid w:val="002B5DA3"/>
    <w:rsid w:val="002B5E05"/>
    <w:rsid w:val="002B6A0E"/>
    <w:rsid w:val="002B73CB"/>
    <w:rsid w:val="002B74CD"/>
    <w:rsid w:val="002B76BE"/>
    <w:rsid w:val="002C0026"/>
    <w:rsid w:val="002C053F"/>
    <w:rsid w:val="002C21F0"/>
    <w:rsid w:val="002C294B"/>
    <w:rsid w:val="002C36DB"/>
    <w:rsid w:val="002C4135"/>
    <w:rsid w:val="002C44D4"/>
    <w:rsid w:val="002C4509"/>
    <w:rsid w:val="002C475C"/>
    <w:rsid w:val="002C4C90"/>
    <w:rsid w:val="002C4D58"/>
    <w:rsid w:val="002C4E60"/>
    <w:rsid w:val="002C6370"/>
    <w:rsid w:val="002C67E4"/>
    <w:rsid w:val="002C6BA7"/>
    <w:rsid w:val="002C724D"/>
    <w:rsid w:val="002C74BD"/>
    <w:rsid w:val="002C7802"/>
    <w:rsid w:val="002C7EA5"/>
    <w:rsid w:val="002C7FDD"/>
    <w:rsid w:val="002D00A3"/>
    <w:rsid w:val="002D07BA"/>
    <w:rsid w:val="002D0A3D"/>
    <w:rsid w:val="002D28EB"/>
    <w:rsid w:val="002D2AA1"/>
    <w:rsid w:val="002D2D95"/>
    <w:rsid w:val="002D3447"/>
    <w:rsid w:val="002D3B1D"/>
    <w:rsid w:val="002D4027"/>
    <w:rsid w:val="002D4791"/>
    <w:rsid w:val="002D4D70"/>
    <w:rsid w:val="002D4D9A"/>
    <w:rsid w:val="002D54C7"/>
    <w:rsid w:val="002D6308"/>
    <w:rsid w:val="002D6678"/>
    <w:rsid w:val="002D6D5D"/>
    <w:rsid w:val="002D6E47"/>
    <w:rsid w:val="002D76E2"/>
    <w:rsid w:val="002D7CA2"/>
    <w:rsid w:val="002D7CB0"/>
    <w:rsid w:val="002E07CD"/>
    <w:rsid w:val="002E0E15"/>
    <w:rsid w:val="002E1279"/>
    <w:rsid w:val="002E1E63"/>
    <w:rsid w:val="002E2989"/>
    <w:rsid w:val="002E29C6"/>
    <w:rsid w:val="002E2C93"/>
    <w:rsid w:val="002E3576"/>
    <w:rsid w:val="002E369A"/>
    <w:rsid w:val="002E3BDD"/>
    <w:rsid w:val="002E425A"/>
    <w:rsid w:val="002E59C6"/>
    <w:rsid w:val="002E5BBA"/>
    <w:rsid w:val="002E66AA"/>
    <w:rsid w:val="002E6A53"/>
    <w:rsid w:val="002E6E7B"/>
    <w:rsid w:val="002E7106"/>
    <w:rsid w:val="002F0C86"/>
    <w:rsid w:val="002F139F"/>
    <w:rsid w:val="002F181B"/>
    <w:rsid w:val="002F31EC"/>
    <w:rsid w:val="002F3663"/>
    <w:rsid w:val="002F382D"/>
    <w:rsid w:val="002F3EAB"/>
    <w:rsid w:val="002F4C15"/>
    <w:rsid w:val="002F4CAD"/>
    <w:rsid w:val="002F5106"/>
    <w:rsid w:val="002F5549"/>
    <w:rsid w:val="002F5DB6"/>
    <w:rsid w:val="002F68F7"/>
    <w:rsid w:val="003000F7"/>
    <w:rsid w:val="00300940"/>
    <w:rsid w:val="00301EA2"/>
    <w:rsid w:val="003045EF"/>
    <w:rsid w:val="00305670"/>
    <w:rsid w:val="00305C38"/>
    <w:rsid w:val="00305D48"/>
    <w:rsid w:val="00305F81"/>
    <w:rsid w:val="00306016"/>
    <w:rsid w:val="0030618D"/>
    <w:rsid w:val="00306A1C"/>
    <w:rsid w:val="00306CB6"/>
    <w:rsid w:val="00306E1C"/>
    <w:rsid w:val="00307692"/>
    <w:rsid w:val="003077BC"/>
    <w:rsid w:val="0031014C"/>
    <w:rsid w:val="00310E07"/>
    <w:rsid w:val="00310E50"/>
    <w:rsid w:val="00311E12"/>
    <w:rsid w:val="00312010"/>
    <w:rsid w:val="003120A3"/>
    <w:rsid w:val="003124D7"/>
    <w:rsid w:val="00313976"/>
    <w:rsid w:val="00313DA5"/>
    <w:rsid w:val="00313F19"/>
    <w:rsid w:val="0031602B"/>
    <w:rsid w:val="0031788E"/>
    <w:rsid w:val="00317E21"/>
    <w:rsid w:val="00320E57"/>
    <w:rsid w:val="00321823"/>
    <w:rsid w:val="003232EF"/>
    <w:rsid w:val="00323C4C"/>
    <w:rsid w:val="00324100"/>
    <w:rsid w:val="0032483C"/>
    <w:rsid w:val="0032697D"/>
    <w:rsid w:val="00326C74"/>
    <w:rsid w:val="0032701D"/>
    <w:rsid w:val="003279ED"/>
    <w:rsid w:val="00327A64"/>
    <w:rsid w:val="00327B7A"/>
    <w:rsid w:val="00330166"/>
    <w:rsid w:val="003316A5"/>
    <w:rsid w:val="003318ED"/>
    <w:rsid w:val="00331DAF"/>
    <w:rsid w:val="00331F14"/>
    <w:rsid w:val="0033285C"/>
    <w:rsid w:val="003329FE"/>
    <w:rsid w:val="00332A50"/>
    <w:rsid w:val="00332DBE"/>
    <w:rsid w:val="0033311B"/>
    <w:rsid w:val="00334511"/>
    <w:rsid w:val="003347ED"/>
    <w:rsid w:val="00335C80"/>
    <w:rsid w:val="003373D1"/>
    <w:rsid w:val="00337C3E"/>
    <w:rsid w:val="0034010B"/>
    <w:rsid w:val="00340380"/>
    <w:rsid w:val="003403E2"/>
    <w:rsid w:val="00340C13"/>
    <w:rsid w:val="00340F8D"/>
    <w:rsid w:val="0034154F"/>
    <w:rsid w:val="00341606"/>
    <w:rsid w:val="003428B4"/>
    <w:rsid w:val="00343050"/>
    <w:rsid w:val="00344731"/>
    <w:rsid w:val="0034477A"/>
    <w:rsid w:val="0034510A"/>
    <w:rsid w:val="00345219"/>
    <w:rsid w:val="0034556D"/>
    <w:rsid w:val="00345BE2"/>
    <w:rsid w:val="00346C98"/>
    <w:rsid w:val="00347698"/>
    <w:rsid w:val="00347B19"/>
    <w:rsid w:val="00347C84"/>
    <w:rsid w:val="003508FE"/>
    <w:rsid w:val="0035143A"/>
    <w:rsid w:val="00351BBB"/>
    <w:rsid w:val="00353017"/>
    <w:rsid w:val="00353431"/>
    <w:rsid w:val="00353AFA"/>
    <w:rsid w:val="00354653"/>
    <w:rsid w:val="00354E12"/>
    <w:rsid w:val="00355FBC"/>
    <w:rsid w:val="00356A6F"/>
    <w:rsid w:val="00356C49"/>
    <w:rsid w:val="003576CD"/>
    <w:rsid w:val="003605F1"/>
    <w:rsid w:val="003608D3"/>
    <w:rsid w:val="00360C1C"/>
    <w:rsid w:val="00360D78"/>
    <w:rsid w:val="00361371"/>
    <w:rsid w:val="003624B3"/>
    <w:rsid w:val="00363E05"/>
    <w:rsid w:val="00364929"/>
    <w:rsid w:val="00364C85"/>
    <w:rsid w:val="00365262"/>
    <w:rsid w:val="00365CF3"/>
    <w:rsid w:val="00366498"/>
    <w:rsid w:val="00366FAD"/>
    <w:rsid w:val="00367BBF"/>
    <w:rsid w:val="003701D1"/>
    <w:rsid w:val="00370996"/>
    <w:rsid w:val="00370DFE"/>
    <w:rsid w:val="003712CC"/>
    <w:rsid w:val="003713C2"/>
    <w:rsid w:val="00373BC0"/>
    <w:rsid w:val="003741CA"/>
    <w:rsid w:val="00374556"/>
    <w:rsid w:val="00374924"/>
    <w:rsid w:val="00375185"/>
    <w:rsid w:val="00375CF7"/>
    <w:rsid w:val="0037689F"/>
    <w:rsid w:val="0037781B"/>
    <w:rsid w:val="0037795E"/>
    <w:rsid w:val="00380803"/>
    <w:rsid w:val="00380B50"/>
    <w:rsid w:val="003813B0"/>
    <w:rsid w:val="00381DB9"/>
    <w:rsid w:val="003820EA"/>
    <w:rsid w:val="00382D0B"/>
    <w:rsid w:val="003840B8"/>
    <w:rsid w:val="00384C4A"/>
    <w:rsid w:val="00384E67"/>
    <w:rsid w:val="00386682"/>
    <w:rsid w:val="00387526"/>
    <w:rsid w:val="00387991"/>
    <w:rsid w:val="003879E3"/>
    <w:rsid w:val="00387E29"/>
    <w:rsid w:val="00387EA8"/>
    <w:rsid w:val="003912D2"/>
    <w:rsid w:val="00391549"/>
    <w:rsid w:val="003934ED"/>
    <w:rsid w:val="00393959"/>
    <w:rsid w:val="00393E4A"/>
    <w:rsid w:val="00394790"/>
    <w:rsid w:val="00395136"/>
    <w:rsid w:val="00395211"/>
    <w:rsid w:val="003953BE"/>
    <w:rsid w:val="003956C5"/>
    <w:rsid w:val="00395B95"/>
    <w:rsid w:val="00397278"/>
    <w:rsid w:val="003973F5"/>
    <w:rsid w:val="00397A95"/>
    <w:rsid w:val="003A089D"/>
    <w:rsid w:val="003A0DD5"/>
    <w:rsid w:val="003A116E"/>
    <w:rsid w:val="003A2112"/>
    <w:rsid w:val="003A33B4"/>
    <w:rsid w:val="003A38E7"/>
    <w:rsid w:val="003A4E2C"/>
    <w:rsid w:val="003A5478"/>
    <w:rsid w:val="003A54C4"/>
    <w:rsid w:val="003A60CA"/>
    <w:rsid w:val="003A61C2"/>
    <w:rsid w:val="003A6979"/>
    <w:rsid w:val="003B011B"/>
    <w:rsid w:val="003B04E1"/>
    <w:rsid w:val="003B1C72"/>
    <w:rsid w:val="003B2C74"/>
    <w:rsid w:val="003B36E0"/>
    <w:rsid w:val="003B4554"/>
    <w:rsid w:val="003B59FD"/>
    <w:rsid w:val="003B5A10"/>
    <w:rsid w:val="003B6687"/>
    <w:rsid w:val="003C1B17"/>
    <w:rsid w:val="003C2920"/>
    <w:rsid w:val="003C2C9D"/>
    <w:rsid w:val="003C3A82"/>
    <w:rsid w:val="003C3E2F"/>
    <w:rsid w:val="003C412E"/>
    <w:rsid w:val="003C4600"/>
    <w:rsid w:val="003C4B91"/>
    <w:rsid w:val="003C4F86"/>
    <w:rsid w:val="003C5285"/>
    <w:rsid w:val="003C55BF"/>
    <w:rsid w:val="003C5D66"/>
    <w:rsid w:val="003C6531"/>
    <w:rsid w:val="003C73BE"/>
    <w:rsid w:val="003C7D9A"/>
    <w:rsid w:val="003D038B"/>
    <w:rsid w:val="003D1A09"/>
    <w:rsid w:val="003D2793"/>
    <w:rsid w:val="003D288D"/>
    <w:rsid w:val="003D2D3C"/>
    <w:rsid w:val="003D5D21"/>
    <w:rsid w:val="003D5DEE"/>
    <w:rsid w:val="003D6FD7"/>
    <w:rsid w:val="003D7B1D"/>
    <w:rsid w:val="003E0B2A"/>
    <w:rsid w:val="003E1331"/>
    <w:rsid w:val="003E170F"/>
    <w:rsid w:val="003E181E"/>
    <w:rsid w:val="003E2037"/>
    <w:rsid w:val="003E27DE"/>
    <w:rsid w:val="003E2DEC"/>
    <w:rsid w:val="003E338B"/>
    <w:rsid w:val="003E38B2"/>
    <w:rsid w:val="003E43E8"/>
    <w:rsid w:val="003E6C72"/>
    <w:rsid w:val="003E702E"/>
    <w:rsid w:val="003E75B3"/>
    <w:rsid w:val="003E7C51"/>
    <w:rsid w:val="003E7E43"/>
    <w:rsid w:val="003F15DA"/>
    <w:rsid w:val="003F1E0A"/>
    <w:rsid w:val="003F1F31"/>
    <w:rsid w:val="003F261D"/>
    <w:rsid w:val="003F3224"/>
    <w:rsid w:val="003F359A"/>
    <w:rsid w:val="003F4807"/>
    <w:rsid w:val="003F4C01"/>
    <w:rsid w:val="003F513E"/>
    <w:rsid w:val="003F53E8"/>
    <w:rsid w:val="003F5B34"/>
    <w:rsid w:val="003F5E2E"/>
    <w:rsid w:val="003F5F7E"/>
    <w:rsid w:val="003F675B"/>
    <w:rsid w:val="003F7544"/>
    <w:rsid w:val="003F7C33"/>
    <w:rsid w:val="00400013"/>
    <w:rsid w:val="004002B4"/>
    <w:rsid w:val="004014BE"/>
    <w:rsid w:val="00401935"/>
    <w:rsid w:val="004025BB"/>
    <w:rsid w:val="00403A2B"/>
    <w:rsid w:val="00403AE7"/>
    <w:rsid w:val="00403C6B"/>
    <w:rsid w:val="004042B0"/>
    <w:rsid w:val="00405A83"/>
    <w:rsid w:val="00405FF6"/>
    <w:rsid w:val="00407C33"/>
    <w:rsid w:val="00410231"/>
    <w:rsid w:val="0041023C"/>
    <w:rsid w:val="004113EC"/>
    <w:rsid w:val="00411472"/>
    <w:rsid w:val="00414607"/>
    <w:rsid w:val="00414BAC"/>
    <w:rsid w:val="00415230"/>
    <w:rsid w:val="00415784"/>
    <w:rsid w:val="0041590E"/>
    <w:rsid w:val="00416A03"/>
    <w:rsid w:val="00416F59"/>
    <w:rsid w:val="00417025"/>
    <w:rsid w:val="004170B3"/>
    <w:rsid w:val="0041764A"/>
    <w:rsid w:val="00417E4B"/>
    <w:rsid w:val="00420C51"/>
    <w:rsid w:val="00420D0C"/>
    <w:rsid w:val="004220D5"/>
    <w:rsid w:val="004232C2"/>
    <w:rsid w:val="00423461"/>
    <w:rsid w:val="00423509"/>
    <w:rsid w:val="00423BAE"/>
    <w:rsid w:val="00423EC7"/>
    <w:rsid w:val="00423EF0"/>
    <w:rsid w:val="00425B39"/>
    <w:rsid w:val="00426232"/>
    <w:rsid w:val="004263B9"/>
    <w:rsid w:val="00427404"/>
    <w:rsid w:val="004276FB"/>
    <w:rsid w:val="00427E5C"/>
    <w:rsid w:val="00430205"/>
    <w:rsid w:val="0043041B"/>
    <w:rsid w:val="004310C2"/>
    <w:rsid w:val="00431961"/>
    <w:rsid w:val="00431A92"/>
    <w:rsid w:val="00431DB5"/>
    <w:rsid w:val="00432701"/>
    <w:rsid w:val="00432728"/>
    <w:rsid w:val="00432D4A"/>
    <w:rsid w:val="00432FDA"/>
    <w:rsid w:val="004332EC"/>
    <w:rsid w:val="00433A00"/>
    <w:rsid w:val="00433BCF"/>
    <w:rsid w:val="00434853"/>
    <w:rsid w:val="00434BC0"/>
    <w:rsid w:val="00435B60"/>
    <w:rsid w:val="0043690E"/>
    <w:rsid w:val="00436DAC"/>
    <w:rsid w:val="00440171"/>
    <w:rsid w:val="004409B1"/>
    <w:rsid w:val="00440B39"/>
    <w:rsid w:val="00440F80"/>
    <w:rsid w:val="004410C1"/>
    <w:rsid w:val="0044197D"/>
    <w:rsid w:val="00441A9C"/>
    <w:rsid w:val="00442A17"/>
    <w:rsid w:val="004432AF"/>
    <w:rsid w:val="00443E6D"/>
    <w:rsid w:val="004445FD"/>
    <w:rsid w:val="00444E2E"/>
    <w:rsid w:val="00444E9E"/>
    <w:rsid w:val="0044569B"/>
    <w:rsid w:val="004458AC"/>
    <w:rsid w:val="00445CF6"/>
    <w:rsid w:val="00445D9F"/>
    <w:rsid w:val="0044632F"/>
    <w:rsid w:val="00447042"/>
    <w:rsid w:val="00447D00"/>
    <w:rsid w:val="00447DAB"/>
    <w:rsid w:val="004501AD"/>
    <w:rsid w:val="00450411"/>
    <w:rsid w:val="004506EF"/>
    <w:rsid w:val="0045272F"/>
    <w:rsid w:val="00453021"/>
    <w:rsid w:val="00453BC5"/>
    <w:rsid w:val="00454448"/>
    <w:rsid w:val="00454CF9"/>
    <w:rsid w:val="0045509C"/>
    <w:rsid w:val="004551D6"/>
    <w:rsid w:val="004552E2"/>
    <w:rsid w:val="00455724"/>
    <w:rsid w:val="004560D9"/>
    <w:rsid w:val="00456121"/>
    <w:rsid w:val="00457513"/>
    <w:rsid w:val="00457869"/>
    <w:rsid w:val="00457AB4"/>
    <w:rsid w:val="00460B1F"/>
    <w:rsid w:val="0046114E"/>
    <w:rsid w:val="0046116E"/>
    <w:rsid w:val="00461A8D"/>
    <w:rsid w:val="00461F15"/>
    <w:rsid w:val="00462DBA"/>
    <w:rsid w:val="004630F8"/>
    <w:rsid w:val="004632C6"/>
    <w:rsid w:val="00463BAA"/>
    <w:rsid w:val="00464581"/>
    <w:rsid w:val="00464E13"/>
    <w:rsid w:val="00464EE3"/>
    <w:rsid w:val="00465BCC"/>
    <w:rsid w:val="00465BE6"/>
    <w:rsid w:val="00467364"/>
    <w:rsid w:val="00470CD4"/>
    <w:rsid w:val="00470E61"/>
    <w:rsid w:val="00472F02"/>
    <w:rsid w:val="00473B39"/>
    <w:rsid w:val="004740C0"/>
    <w:rsid w:val="004743FD"/>
    <w:rsid w:val="004745F8"/>
    <w:rsid w:val="00474FAA"/>
    <w:rsid w:val="004750C8"/>
    <w:rsid w:val="00475533"/>
    <w:rsid w:val="00475FF5"/>
    <w:rsid w:val="004772C5"/>
    <w:rsid w:val="0047778F"/>
    <w:rsid w:val="00477F53"/>
    <w:rsid w:val="00480470"/>
    <w:rsid w:val="004807A8"/>
    <w:rsid w:val="00480813"/>
    <w:rsid w:val="0048107E"/>
    <w:rsid w:val="004814AF"/>
    <w:rsid w:val="00481657"/>
    <w:rsid w:val="004817E0"/>
    <w:rsid w:val="00482570"/>
    <w:rsid w:val="00482E11"/>
    <w:rsid w:val="00482E79"/>
    <w:rsid w:val="0048410B"/>
    <w:rsid w:val="00485C39"/>
    <w:rsid w:val="00485ED8"/>
    <w:rsid w:val="00486297"/>
    <w:rsid w:val="00486AE2"/>
    <w:rsid w:val="00486C9B"/>
    <w:rsid w:val="00486FE0"/>
    <w:rsid w:val="00487156"/>
    <w:rsid w:val="00487998"/>
    <w:rsid w:val="00487E18"/>
    <w:rsid w:val="0049023A"/>
    <w:rsid w:val="004906B9"/>
    <w:rsid w:val="00490877"/>
    <w:rsid w:val="004913DB"/>
    <w:rsid w:val="004913DF"/>
    <w:rsid w:val="00491794"/>
    <w:rsid w:val="0049220B"/>
    <w:rsid w:val="00492C55"/>
    <w:rsid w:val="00493068"/>
    <w:rsid w:val="00493B38"/>
    <w:rsid w:val="0049489A"/>
    <w:rsid w:val="0049512B"/>
    <w:rsid w:val="00496C2C"/>
    <w:rsid w:val="00496DCD"/>
    <w:rsid w:val="004970A8"/>
    <w:rsid w:val="0049719F"/>
    <w:rsid w:val="00497791"/>
    <w:rsid w:val="00497997"/>
    <w:rsid w:val="00497FE0"/>
    <w:rsid w:val="004A00D6"/>
    <w:rsid w:val="004A00F3"/>
    <w:rsid w:val="004A058A"/>
    <w:rsid w:val="004A11A1"/>
    <w:rsid w:val="004A313A"/>
    <w:rsid w:val="004A40D8"/>
    <w:rsid w:val="004A4992"/>
    <w:rsid w:val="004A4FC1"/>
    <w:rsid w:val="004A6CDE"/>
    <w:rsid w:val="004A6EC8"/>
    <w:rsid w:val="004A7B28"/>
    <w:rsid w:val="004B0486"/>
    <w:rsid w:val="004B0CC2"/>
    <w:rsid w:val="004B1CE9"/>
    <w:rsid w:val="004B34C8"/>
    <w:rsid w:val="004B3604"/>
    <w:rsid w:val="004B378B"/>
    <w:rsid w:val="004B3F46"/>
    <w:rsid w:val="004B476F"/>
    <w:rsid w:val="004B6914"/>
    <w:rsid w:val="004B6F29"/>
    <w:rsid w:val="004B73FE"/>
    <w:rsid w:val="004C0FC2"/>
    <w:rsid w:val="004C29FB"/>
    <w:rsid w:val="004C2D37"/>
    <w:rsid w:val="004C339B"/>
    <w:rsid w:val="004C3825"/>
    <w:rsid w:val="004C38F5"/>
    <w:rsid w:val="004C3C71"/>
    <w:rsid w:val="004C3DF0"/>
    <w:rsid w:val="004C4068"/>
    <w:rsid w:val="004C461F"/>
    <w:rsid w:val="004C4AE2"/>
    <w:rsid w:val="004C504F"/>
    <w:rsid w:val="004C6093"/>
    <w:rsid w:val="004C6CDB"/>
    <w:rsid w:val="004C70EC"/>
    <w:rsid w:val="004C7330"/>
    <w:rsid w:val="004C7BC9"/>
    <w:rsid w:val="004C7EF8"/>
    <w:rsid w:val="004D1406"/>
    <w:rsid w:val="004D17ED"/>
    <w:rsid w:val="004D1DD0"/>
    <w:rsid w:val="004D2D3A"/>
    <w:rsid w:val="004D3A58"/>
    <w:rsid w:val="004D40A0"/>
    <w:rsid w:val="004D4139"/>
    <w:rsid w:val="004D52AC"/>
    <w:rsid w:val="004D5A17"/>
    <w:rsid w:val="004D5F78"/>
    <w:rsid w:val="004D648A"/>
    <w:rsid w:val="004D6728"/>
    <w:rsid w:val="004D6A59"/>
    <w:rsid w:val="004D7696"/>
    <w:rsid w:val="004E0B29"/>
    <w:rsid w:val="004E0D32"/>
    <w:rsid w:val="004E12F5"/>
    <w:rsid w:val="004E1837"/>
    <w:rsid w:val="004E2987"/>
    <w:rsid w:val="004E2DBD"/>
    <w:rsid w:val="004E30DF"/>
    <w:rsid w:val="004E3E0B"/>
    <w:rsid w:val="004E418C"/>
    <w:rsid w:val="004E4A44"/>
    <w:rsid w:val="004E5D87"/>
    <w:rsid w:val="004E5E33"/>
    <w:rsid w:val="004E61F1"/>
    <w:rsid w:val="004E6571"/>
    <w:rsid w:val="004E792A"/>
    <w:rsid w:val="004E7B96"/>
    <w:rsid w:val="004F03A2"/>
    <w:rsid w:val="004F0584"/>
    <w:rsid w:val="004F0CB3"/>
    <w:rsid w:val="004F0E09"/>
    <w:rsid w:val="004F13C4"/>
    <w:rsid w:val="004F16DF"/>
    <w:rsid w:val="004F305C"/>
    <w:rsid w:val="004F33AA"/>
    <w:rsid w:val="004F4134"/>
    <w:rsid w:val="004F476A"/>
    <w:rsid w:val="004F4AE3"/>
    <w:rsid w:val="004F5C9D"/>
    <w:rsid w:val="004F652F"/>
    <w:rsid w:val="004F6E54"/>
    <w:rsid w:val="004F72F6"/>
    <w:rsid w:val="004F7CDC"/>
    <w:rsid w:val="004F7CF4"/>
    <w:rsid w:val="004F7D67"/>
    <w:rsid w:val="004F7F24"/>
    <w:rsid w:val="00500820"/>
    <w:rsid w:val="00500D07"/>
    <w:rsid w:val="0050196C"/>
    <w:rsid w:val="00501A15"/>
    <w:rsid w:val="00502000"/>
    <w:rsid w:val="00502285"/>
    <w:rsid w:val="005027FB"/>
    <w:rsid w:val="00502E92"/>
    <w:rsid w:val="005033D4"/>
    <w:rsid w:val="00503928"/>
    <w:rsid w:val="00503F34"/>
    <w:rsid w:val="00504B2C"/>
    <w:rsid w:val="00504D11"/>
    <w:rsid w:val="00504ECC"/>
    <w:rsid w:val="00505E75"/>
    <w:rsid w:val="00506B05"/>
    <w:rsid w:val="00507167"/>
    <w:rsid w:val="00510339"/>
    <w:rsid w:val="00510F4F"/>
    <w:rsid w:val="00511AFB"/>
    <w:rsid w:val="00511D4A"/>
    <w:rsid w:val="00512731"/>
    <w:rsid w:val="00512770"/>
    <w:rsid w:val="00512A96"/>
    <w:rsid w:val="00514322"/>
    <w:rsid w:val="00514490"/>
    <w:rsid w:val="00514878"/>
    <w:rsid w:val="00515066"/>
    <w:rsid w:val="005179E1"/>
    <w:rsid w:val="00521D12"/>
    <w:rsid w:val="005229BF"/>
    <w:rsid w:val="005232EC"/>
    <w:rsid w:val="005234BA"/>
    <w:rsid w:val="005252A5"/>
    <w:rsid w:val="00525EEA"/>
    <w:rsid w:val="00525FA5"/>
    <w:rsid w:val="0052700A"/>
    <w:rsid w:val="00530F4C"/>
    <w:rsid w:val="005319D9"/>
    <w:rsid w:val="0053240F"/>
    <w:rsid w:val="00532AE6"/>
    <w:rsid w:val="00533412"/>
    <w:rsid w:val="005337C8"/>
    <w:rsid w:val="00533A3C"/>
    <w:rsid w:val="00533E50"/>
    <w:rsid w:val="00533F9C"/>
    <w:rsid w:val="005350CB"/>
    <w:rsid w:val="0053527C"/>
    <w:rsid w:val="00537BC6"/>
    <w:rsid w:val="00541FAF"/>
    <w:rsid w:val="005430CF"/>
    <w:rsid w:val="005432D7"/>
    <w:rsid w:val="00543ED5"/>
    <w:rsid w:val="005448B1"/>
    <w:rsid w:val="00544DDD"/>
    <w:rsid w:val="00545768"/>
    <w:rsid w:val="00545F48"/>
    <w:rsid w:val="00546FDD"/>
    <w:rsid w:val="00547844"/>
    <w:rsid w:val="00547B46"/>
    <w:rsid w:val="0055155B"/>
    <w:rsid w:val="0055284B"/>
    <w:rsid w:val="00552F6F"/>
    <w:rsid w:val="0055322D"/>
    <w:rsid w:val="0055329F"/>
    <w:rsid w:val="00553456"/>
    <w:rsid w:val="00554BA9"/>
    <w:rsid w:val="00554E43"/>
    <w:rsid w:val="00555226"/>
    <w:rsid w:val="0055580D"/>
    <w:rsid w:val="005564E6"/>
    <w:rsid w:val="00557909"/>
    <w:rsid w:val="005619F2"/>
    <w:rsid w:val="00562297"/>
    <w:rsid w:val="00562F8D"/>
    <w:rsid w:val="0056306E"/>
    <w:rsid w:val="00564140"/>
    <w:rsid w:val="00564C32"/>
    <w:rsid w:val="00566BF5"/>
    <w:rsid w:val="00566E24"/>
    <w:rsid w:val="005675A9"/>
    <w:rsid w:val="005702FB"/>
    <w:rsid w:val="00570E70"/>
    <w:rsid w:val="00571EE2"/>
    <w:rsid w:val="00571F08"/>
    <w:rsid w:val="00572032"/>
    <w:rsid w:val="00572939"/>
    <w:rsid w:val="00572AC0"/>
    <w:rsid w:val="00572E93"/>
    <w:rsid w:val="00573048"/>
    <w:rsid w:val="00573E81"/>
    <w:rsid w:val="00574370"/>
    <w:rsid w:val="005745A1"/>
    <w:rsid w:val="00574C36"/>
    <w:rsid w:val="0057537D"/>
    <w:rsid w:val="00575B70"/>
    <w:rsid w:val="00575E96"/>
    <w:rsid w:val="00576D9C"/>
    <w:rsid w:val="00576E2F"/>
    <w:rsid w:val="0057752B"/>
    <w:rsid w:val="00580EC5"/>
    <w:rsid w:val="00581094"/>
    <w:rsid w:val="00581935"/>
    <w:rsid w:val="00581CC3"/>
    <w:rsid w:val="00582ED4"/>
    <w:rsid w:val="005832A0"/>
    <w:rsid w:val="005839B2"/>
    <w:rsid w:val="005849BB"/>
    <w:rsid w:val="00585C32"/>
    <w:rsid w:val="00585C7F"/>
    <w:rsid w:val="0058608A"/>
    <w:rsid w:val="0058622A"/>
    <w:rsid w:val="00586D93"/>
    <w:rsid w:val="00587CA5"/>
    <w:rsid w:val="00587E83"/>
    <w:rsid w:val="005925B5"/>
    <w:rsid w:val="00595710"/>
    <w:rsid w:val="005957C0"/>
    <w:rsid w:val="005964ED"/>
    <w:rsid w:val="00596518"/>
    <w:rsid w:val="005973C3"/>
    <w:rsid w:val="005974CE"/>
    <w:rsid w:val="005A01D3"/>
    <w:rsid w:val="005A0C7C"/>
    <w:rsid w:val="005A0CB3"/>
    <w:rsid w:val="005A1976"/>
    <w:rsid w:val="005A2575"/>
    <w:rsid w:val="005A328A"/>
    <w:rsid w:val="005A3959"/>
    <w:rsid w:val="005A3ED0"/>
    <w:rsid w:val="005A451F"/>
    <w:rsid w:val="005A479E"/>
    <w:rsid w:val="005A4B48"/>
    <w:rsid w:val="005A5DEF"/>
    <w:rsid w:val="005A7A91"/>
    <w:rsid w:val="005B0019"/>
    <w:rsid w:val="005B0140"/>
    <w:rsid w:val="005B143D"/>
    <w:rsid w:val="005B166B"/>
    <w:rsid w:val="005B1BC9"/>
    <w:rsid w:val="005B226D"/>
    <w:rsid w:val="005B3E35"/>
    <w:rsid w:val="005B4D15"/>
    <w:rsid w:val="005B7AB2"/>
    <w:rsid w:val="005B7E1C"/>
    <w:rsid w:val="005C0499"/>
    <w:rsid w:val="005C0779"/>
    <w:rsid w:val="005C40EE"/>
    <w:rsid w:val="005C557F"/>
    <w:rsid w:val="005C76DC"/>
    <w:rsid w:val="005D070D"/>
    <w:rsid w:val="005D0FD8"/>
    <w:rsid w:val="005D1092"/>
    <w:rsid w:val="005D1585"/>
    <w:rsid w:val="005D17E4"/>
    <w:rsid w:val="005D2654"/>
    <w:rsid w:val="005D359E"/>
    <w:rsid w:val="005D3611"/>
    <w:rsid w:val="005D3A20"/>
    <w:rsid w:val="005D3EC1"/>
    <w:rsid w:val="005D403F"/>
    <w:rsid w:val="005D4DF2"/>
    <w:rsid w:val="005D54F8"/>
    <w:rsid w:val="005D58EB"/>
    <w:rsid w:val="005D63F4"/>
    <w:rsid w:val="005D72EF"/>
    <w:rsid w:val="005D7967"/>
    <w:rsid w:val="005E14A1"/>
    <w:rsid w:val="005E2786"/>
    <w:rsid w:val="005E2F41"/>
    <w:rsid w:val="005E420E"/>
    <w:rsid w:val="005E465F"/>
    <w:rsid w:val="005E4FD4"/>
    <w:rsid w:val="005E5FF9"/>
    <w:rsid w:val="005E6360"/>
    <w:rsid w:val="005E687E"/>
    <w:rsid w:val="005E6EA0"/>
    <w:rsid w:val="005E7837"/>
    <w:rsid w:val="005E7980"/>
    <w:rsid w:val="005F01C1"/>
    <w:rsid w:val="005F07C4"/>
    <w:rsid w:val="005F19EA"/>
    <w:rsid w:val="005F2181"/>
    <w:rsid w:val="005F361E"/>
    <w:rsid w:val="005F397A"/>
    <w:rsid w:val="005F49DA"/>
    <w:rsid w:val="005F4E17"/>
    <w:rsid w:val="005F60B4"/>
    <w:rsid w:val="005F60C8"/>
    <w:rsid w:val="005F6779"/>
    <w:rsid w:val="005F76E3"/>
    <w:rsid w:val="005F777D"/>
    <w:rsid w:val="005F7D19"/>
    <w:rsid w:val="005F7E3F"/>
    <w:rsid w:val="0060081A"/>
    <w:rsid w:val="00600AFC"/>
    <w:rsid w:val="00601273"/>
    <w:rsid w:val="00601406"/>
    <w:rsid w:val="006020C7"/>
    <w:rsid w:val="00602247"/>
    <w:rsid w:val="006022C1"/>
    <w:rsid w:val="00603B62"/>
    <w:rsid w:val="00604861"/>
    <w:rsid w:val="006049CE"/>
    <w:rsid w:val="00604C2D"/>
    <w:rsid w:val="0060559A"/>
    <w:rsid w:val="0060574B"/>
    <w:rsid w:val="00606947"/>
    <w:rsid w:val="006069BB"/>
    <w:rsid w:val="00606DAC"/>
    <w:rsid w:val="00607774"/>
    <w:rsid w:val="00610CD5"/>
    <w:rsid w:val="00610CEF"/>
    <w:rsid w:val="00611656"/>
    <w:rsid w:val="00611D20"/>
    <w:rsid w:val="0061256A"/>
    <w:rsid w:val="00612595"/>
    <w:rsid w:val="00613AC1"/>
    <w:rsid w:val="006151CE"/>
    <w:rsid w:val="0061708C"/>
    <w:rsid w:val="00617581"/>
    <w:rsid w:val="00617A62"/>
    <w:rsid w:val="00617A82"/>
    <w:rsid w:val="0062021D"/>
    <w:rsid w:val="006207DE"/>
    <w:rsid w:val="006209E2"/>
    <w:rsid w:val="00621753"/>
    <w:rsid w:val="00621808"/>
    <w:rsid w:val="00621AD2"/>
    <w:rsid w:val="00621F96"/>
    <w:rsid w:val="00622512"/>
    <w:rsid w:val="00623A2A"/>
    <w:rsid w:val="00624F4C"/>
    <w:rsid w:val="00625557"/>
    <w:rsid w:val="00625985"/>
    <w:rsid w:val="00627679"/>
    <w:rsid w:val="00627F49"/>
    <w:rsid w:val="006303C7"/>
    <w:rsid w:val="006319CA"/>
    <w:rsid w:val="00632161"/>
    <w:rsid w:val="0063338D"/>
    <w:rsid w:val="00634EA0"/>
    <w:rsid w:val="00635671"/>
    <w:rsid w:val="006356A9"/>
    <w:rsid w:val="0063684E"/>
    <w:rsid w:val="00636F3E"/>
    <w:rsid w:val="0063728A"/>
    <w:rsid w:val="0063746B"/>
    <w:rsid w:val="0063782A"/>
    <w:rsid w:val="00640558"/>
    <w:rsid w:val="00640CCA"/>
    <w:rsid w:val="00643715"/>
    <w:rsid w:val="00643BB8"/>
    <w:rsid w:val="006445C5"/>
    <w:rsid w:val="00644A27"/>
    <w:rsid w:val="00645150"/>
    <w:rsid w:val="00646998"/>
    <w:rsid w:val="006469B5"/>
    <w:rsid w:val="006476B3"/>
    <w:rsid w:val="00647794"/>
    <w:rsid w:val="006500BA"/>
    <w:rsid w:val="006507B6"/>
    <w:rsid w:val="00651B7C"/>
    <w:rsid w:val="006520CE"/>
    <w:rsid w:val="00652A08"/>
    <w:rsid w:val="00652A56"/>
    <w:rsid w:val="00653419"/>
    <w:rsid w:val="00653DDC"/>
    <w:rsid w:val="006544F9"/>
    <w:rsid w:val="00655949"/>
    <w:rsid w:val="0066083D"/>
    <w:rsid w:val="00660BB7"/>
    <w:rsid w:val="00661600"/>
    <w:rsid w:val="006628E8"/>
    <w:rsid w:val="00662B84"/>
    <w:rsid w:val="00663175"/>
    <w:rsid w:val="006632BE"/>
    <w:rsid w:val="006632FD"/>
    <w:rsid w:val="00663537"/>
    <w:rsid w:val="006637F2"/>
    <w:rsid w:val="006642BC"/>
    <w:rsid w:val="00665056"/>
    <w:rsid w:val="0066580F"/>
    <w:rsid w:val="00666118"/>
    <w:rsid w:val="006666E8"/>
    <w:rsid w:val="00667D2E"/>
    <w:rsid w:val="00670BC9"/>
    <w:rsid w:val="00671CDA"/>
    <w:rsid w:val="00671F77"/>
    <w:rsid w:val="0067206A"/>
    <w:rsid w:val="00674399"/>
    <w:rsid w:val="00674C96"/>
    <w:rsid w:val="00675679"/>
    <w:rsid w:val="0067580C"/>
    <w:rsid w:val="006766B8"/>
    <w:rsid w:val="00676C1E"/>
    <w:rsid w:val="006774FF"/>
    <w:rsid w:val="00677E8F"/>
    <w:rsid w:val="0068228F"/>
    <w:rsid w:val="006824AD"/>
    <w:rsid w:val="006828AE"/>
    <w:rsid w:val="0068334A"/>
    <w:rsid w:val="00683793"/>
    <w:rsid w:val="006850A6"/>
    <w:rsid w:val="006851C9"/>
    <w:rsid w:val="00686502"/>
    <w:rsid w:val="006917F9"/>
    <w:rsid w:val="006919BF"/>
    <w:rsid w:val="0069282C"/>
    <w:rsid w:val="0069338A"/>
    <w:rsid w:val="006949A4"/>
    <w:rsid w:val="00695362"/>
    <w:rsid w:val="00695D3A"/>
    <w:rsid w:val="00695D48"/>
    <w:rsid w:val="006970F4"/>
    <w:rsid w:val="0069751B"/>
    <w:rsid w:val="006A0FBA"/>
    <w:rsid w:val="006A18C2"/>
    <w:rsid w:val="006A1D5A"/>
    <w:rsid w:val="006A21C7"/>
    <w:rsid w:val="006A239A"/>
    <w:rsid w:val="006A23EF"/>
    <w:rsid w:val="006A2700"/>
    <w:rsid w:val="006A2BC0"/>
    <w:rsid w:val="006A4101"/>
    <w:rsid w:val="006A68CF"/>
    <w:rsid w:val="006A6F95"/>
    <w:rsid w:val="006A7179"/>
    <w:rsid w:val="006A7AF0"/>
    <w:rsid w:val="006B0439"/>
    <w:rsid w:val="006B045D"/>
    <w:rsid w:val="006B054D"/>
    <w:rsid w:val="006B0D84"/>
    <w:rsid w:val="006B0DE0"/>
    <w:rsid w:val="006B0E50"/>
    <w:rsid w:val="006B1DFC"/>
    <w:rsid w:val="006B291E"/>
    <w:rsid w:val="006B2F4C"/>
    <w:rsid w:val="006B3238"/>
    <w:rsid w:val="006B501A"/>
    <w:rsid w:val="006B52A9"/>
    <w:rsid w:val="006B5952"/>
    <w:rsid w:val="006B5B45"/>
    <w:rsid w:val="006B6238"/>
    <w:rsid w:val="006B663F"/>
    <w:rsid w:val="006B6A8E"/>
    <w:rsid w:val="006B6D93"/>
    <w:rsid w:val="006B7203"/>
    <w:rsid w:val="006C0A23"/>
    <w:rsid w:val="006C0C31"/>
    <w:rsid w:val="006C3E69"/>
    <w:rsid w:val="006C4054"/>
    <w:rsid w:val="006C4980"/>
    <w:rsid w:val="006C4B04"/>
    <w:rsid w:val="006C51B5"/>
    <w:rsid w:val="006C531C"/>
    <w:rsid w:val="006C5BE4"/>
    <w:rsid w:val="006C5EF9"/>
    <w:rsid w:val="006C76D1"/>
    <w:rsid w:val="006C792A"/>
    <w:rsid w:val="006D04E1"/>
    <w:rsid w:val="006D07B0"/>
    <w:rsid w:val="006D1F5D"/>
    <w:rsid w:val="006D22FE"/>
    <w:rsid w:val="006D466F"/>
    <w:rsid w:val="006D52F6"/>
    <w:rsid w:val="006D5B57"/>
    <w:rsid w:val="006D62E3"/>
    <w:rsid w:val="006D6539"/>
    <w:rsid w:val="006D6BBE"/>
    <w:rsid w:val="006D7A4B"/>
    <w:rsid w:val="006E0E57"/>
    <w:rsid w:val="006E1361"/>
    <w:rsid w:val="006E18EF"/>
    <w:rsid w:val="006E36C8"/>
    <w:rsid w:val="006E43C0"/>
    <w:rsid w:val="006E4F79"/>
    <w:rsid w:val="006E5009"/>
    <w:rsid w:val="006E5F6E"/>
    <w:rsid w:val="006E5F8F"/>
    <w:rsid w:val="006E6208"/>
    <w:rsid w:val="006E6711"/>
    <w:rsid w:val="006E6B1D"/>
    <w:rsid w:val="006E6F51"/>
    <w:rsid w:val="006E6FD1"/>
    <w:rsid w:val="006E707F"/>
    <w:rsid w:val="006E76B7"/>
    <w:rsid w:val="006E7F32"/>
    <w:rsid w:val="006F0619"/>
    <w:rsid w:val="006F21FD"/>
    <w:rsid w:val="006F2414"/>
    <w:rsid w:val="006F2F86"/>
    <w:rsid w:val="006F343F"/>
    <w:rsid w:val="006F37FB"/>
    <w:rsid w:val="006F4B9A"/>
    <w:rsid w:val="006F50F1"/>
    <w:rsid w:val="006F5355"/>
    <w:rsid w:val="006F55E2"/>
    <w:rsid w:val="006F6308"/>
    <w:rsid w:val="006F6357"/>
    <w:rsid w:val="006F68F2"/>
    <w:rsid w:val="006F6E83"/>
    <w:rsid w:val="006F7543"/>
    <w:rsid w:val="00701F21"/>
    <w:rsid w:val="007020CB"/>
    <w:rsid w:val="0070233B"/>
    <w:rsid w:val="0070362D"/>
    <w:rsid w:val="00703A61"/>
    <w:rsid w:val="00703F22"/>
    <w:rsid w:val="007045B9"/>
    <w:rsid w:val="00704A12"/>
    <w:rsid w:val="00704FE5"/>
    <w:rsid w:val="00705290"/>
    <w:rsid w:val="00705411"/>
    <w:rsid w:val="00705A07"/>
    <w:rsid w:val="0070750E"/>
    <w:rsid w:val="00707776"/>
    <w:rsid w:val="007119DE"/>
    <w:rsid w:val="00711CB7"/>
    <w:rsid w:val="00711D4F"/>
    <w:rsid w:val="007126D4"/>
    <w:rsid w:val="00712F95"/>
    <w:rsid w:val="00713150"/>
    <w:rsid w:val="00713A90"/>
    <w:rsid w:val="00714252"/>
    <w:rsid w:val="0071495E"/>
    <w:rsid w:val="00715118"/>
    <w:rsid w:val="0071557B"/>
    <w:rsid w:val="00715F8B"/>
    <w:rsid w:val="00716D5A"/>
    <w:rsid w:val="00716E94"/>
    <w:rsid w:val="00717078"/>
    <w:rsid w:val="00717298"/>
    <w:rsid w:val="00717A80"/>
    <w:rsid w:val="00717BE6"/>
    <w:rsid w:val="00717C8E"/>
    <w:rsid w:val="007202A7"/>
    <w:rsid w:val="0072051A"/>
    <w:rsid w:val="00720893"/>
    <w:rsid w:val="00720ECF"/>
    <w:rsid w:val="00721D8A"/>
    <w:rsid w:val="00721D8C"/>
    <w:rsid w:val="007224F1"/>
    <w:rsid w:val="007238B4"/>
    <w:rsid w:val="0072395B"/>
    <w:rsid w:val="0072551D"/>
    <w:rsid w:val="00726240"/>
    <w:rsid w:val="007274B5"/>
    <w:rsid w:val="0073045E"/>
    <w:rsid w:val="007304ED"/>
    <w:rsid w:val="0073053E"/>
    <w:rsid w:val="00730AF8"/>
    <w:rsid w:val="00730F22"/>
    <w:rsid w:val="00731690"/>
    <w:rsid w:val="00731BA9"/>
    <w:rsid w:val="0073207B"/>
    <w:rsid w:val="00732801"/>
    <w:rsid w:val="007329E1"/>
    <w:rsid w:val="00732A0B"/>
    <w:rsid w:val="00734D97"/>
    <w:rsid w:val="00735013"/>
    <w:rsid w:val="007358F1"/>
    <w:rsid w:val="00735A92"/>
    <w:rsid w:val="00736D61"/>
    <w:rsid w:val="0073747F"/>
    <w:rsid w:val="00737574"/>
    <w:rsid w:val="0074008D"/>
    <w:rsid w:val="0074095D"/>
    <w:rsid w:val="00740B01"/>
    <w:rsid w:val="00740F9E"/>
    <w:rsid w:val="00741CD7"/>
    <w:rsid w:val="0074247B"/>
    <w:rsid w:val="00742E66"/>
    <w:rsid w:val="00743016"/>
    <w:rsid w:val="00744B3D"/>
    <w:rsid w:val="00745DBA"/>
    <w:rsid w:val="007462D2"/>
    <w:rsid w:val="0074681D"/>
    <w:rsid w:val="00746AA5"/>
    <w:rsid w:val="00750C23"/>
    <w:rsid w:val="00750CF7"/>
    <w:rsid w:val="00751F83"/>
    <w:rsid w:val="007524F5"/>
    <w:rsid w:val="00752AD7"/>
    <w:rsid w:val="00752E28"/>
    <w:rsid w:val="00752F15"/>
    <w:rsid w:val="00752FC9"/>
    <w:rsid w:val="0075304D"/>
    <w:rsid w:val="007533F7"/>
    <w:rsid w:val="00753AC6"/>
    <w:rsid w:val="0075610A"/>
    <w:rsid w:val="0075622D"/>
    <w:rsid w:val="00757482"/>
    <w:rsid w:val="00760328"/>
    <w:rsid w:val="0076120D"/>
    <w:rsid w:val="00761434"/>
    <w:rsid w:val="00761ADB"/>
    <w:rsid w:val="0076230E"/>
    <w:rsid w:val="00762860"/>
    <w:rsid w:val="00762932"/>
    <w:rsid w:val="00762F86"/>
    <w:rsid w:val="007634E1"/>
    <w:rsid w:val="00763854"/>
    <w:rsid w:val="00763A6E"/>
    <w:rsid w:val="00764326"/>
    <w:rsid w:val="00764773"/>
    <w:rsid w:val="00765E44"/>
    <w:rsid w:val="00766238"/>
    <w:rsid w:val="007669C1"/>
    <w:rsid w:val="00766B91"/>
    <w:rsid w:val="00766C8A"/>
    <w:rsid w:val="007671CF"/>
    <w:rsid w:val="007703DE"/>
    <w:rsid w:val="00770B78"/>
    <w:rsid w:val="00771C6E"/>
    <w:rsid w:val="00773F55"/>
    <w:rsid w:val="00774FBF"/>
    <w:rsid w:val="007752E0"/>
    <w:rsid w:val="007754FC"/>
    <w:rsid w:val="007757A5"/>
    <w:rsid w:val="007770BC"/>
    <w:rsid w:val="0077770E"/>
    <w:rsid w:val="0078084D"/>
    <w:rsid w:val="00780DEE"/>
    <w:rsid w:val="00781020"/>
    <w:rsid w:val="007812FC"/>
    <w:rsid w:val="00781A0F"/>
    <w:rsid w:val="007821C7"/>
    <w:rsid w:val="0078222A"/>
    <w:rsid w:val="00783831"/>
    <w:rsid w:val="0078393C"/>
    <w:rsid w:val="00783E2A"/>
    <w:rsid w:val="00784F79"/>
    <w:rsid w:val="00785291"/>
    <w:rsid w:val="007853FB"/>
    <w:rsid w:val="00785515"/>
    <w:rsid w:val="00785EBE"/>
    <w:rsid w:val="00786F77"/>
    <w:rsid w:val="0079010E"/>
    <w:rsid w:val="007901C2"/>
    <w:rsid w:val="0079048E"/>
    <w:rsid w:val="00791FDC"/>
    <w:rsid w:val="00792B5A"/>
    <w:rsid w:val="0079316C"/>
    <w:rsid w:val="007936F8"/>
    <w:rsid w:val="00793B01"/>
    <w:rsid w:val="007946BE"/>
    <w:rsid w:val="007949AB"/>
    <w:rsid w:val="00795EC6"/>
    <w:rsid w:val="00796347"/>
    <w:rsid w:val="007963F3"/>
    <w:rsid w:val="00796B9B"/>
    <w:rsid w:val="00796FB5"/>
    <w:rsid w:val="007972E1"/>
    <w:rsid w:val="007972EB"/>
    <w:rsid w:val="00797976"/>
    <w:rsid w:val="00797D38"/>
    <w:rsid w:val="007A06E1"/>
    <w:rsid w:val="007A0DF4"/>
    <w:rsid w:val="007A1022"/>
    <w:rsid w:val="007A1E91"/>
    <w:rsid w:val="007A3A81"/>
    <w:rsid w:val="007A4125"/>
    <w:rsid w:val="007A41CE"/>
    <w:rsid w:val="007A44D8"/>
    <w:rsid w:val="007A44FD"/>
    <w:rsid w:val="007A5BC4"/>
    <w:rsid w:val="007A64E7"/>
    <w:rsid w:val="007A6B97"/>
    <w:rsid w:val="007B03C2"/>
    <w:rsid w:val="007B1299"/>
    <w:rsid w:val="007B29EE"/>
    <w:rsid w:val="007B32AD"/>
    <w:rsid w:val="007B34FD"/>
    <w:rsid w:val="007B3F9B"/>
    <w:rsid w:val="007B441A"/>
    <w:rsid w:val="007B4E67"/>
    <w:rsid w:val="007B5B8B"/>
    <w:rsid w:val="007B6380"/>
    <w:rsid w:val="007B6EDD"/>
    <w:rsid w:val="007B7194"/>
    <w:rsid w:val="007C1C2B"/>
    <w:rsid w:val="007C1C2D"/>
    <w:rsid w:val="007C3AC4"/>
    <w:rsid w:val="007C5B61"/>
    <w:rsid w:val="007C5FFB"/>
    <w:rsid w:val="007C6901"/>
    <w:rsid w:val="007C723E"/>
    <w:rsid w:val="007C7616"/>
    <w:rsid w:val="007D009C"/>
    <w:rsid w:val="007D016E"/>
    <w:rsid w:val="007D1A07"/>
    <w:rsid w:val="007D27E5"/>
    <w:rsid w:val="007D3781"/>
    <w:rsid w:val="007D3986"/>
    <w:rsid w:val="007D410B"/>
    <w:rsid w:val="007D4426"/>
    <w:rsid w:val="007D4AE8"/>
    <w:rsid w:val="007D4C6F"/>
    <w:rsid w:val="007D57BD"/>
    <w:rsid w:val="007D6358"/>
    <w:rsid w:val="007D64E3"/>
    <w:rsid w:val="007D6AA7"/>
    <w:rsid w:val="007D75A9"/>
    <w:rsid w:val="007E1240"/>
    <w:rsid w:val="007E18FB"/>
    <w:rsid w:val="007E348C"/>
    <w:rsid w:val="007E38AB"/>
    <w:rsid w:val="007E3A9A"/>
    <w:rsid w:val="007E3ADE"/>
    <w:rsid w:val="007E3FF3"/>
    <w:rsid w:val="007E40EE"/>
    <w:rsid w:val="007E6202"/>
    <w:rsid w:val="007E6796"/>
    <w:rsid w:val="007E68BC"/>
    <w:rsid w:val="007E6DD3"/>
    <w:rsid w:val="007E727A"/>
    <w:rsid w:val="007E7600"/>
    <w:rsid w:val="007F0544"/>
    <w:rsid w:val="007F0A9C"/>
    <w:rsid w:val="007F0C26"/>
    <w:rsid w:val="007F1427"/>
    <w:rsid w:val="007F20B4"/>
    <w:rsid w:val="007F22A4"/>
    <w:rsid w:val="007F2CBE"/>
    <w:rsid w:val="007F3505"/>
    <w:rsid w:val="007F3CFA"/>
    <w:rsid w:val="007F4466"/>
    <w:rsid w:val="007F49FC"/>
    <w:rsid w:val="007F5500"/>
    <w:rsid w:val="007F5A37"/>
    <w:rsid w:val="007F5B59"/>
    <w:rsid w:val="007F5F0A"/>
    <w:rsid w:val="007F7621"/>
    <w:rsid w:val="00800178"/>
    <w:rsid w:val="008023F3"/>
    <w:rsid w:val="00802548"/>
    <w:rsid w:val="00803851"/>
    <w:rsid w:val="00803931"/>
    <w:rsid w:val="00803C45"/>
    <w:rsid w:val="00803DED"/>
    <w:rsid w:val="00806307"/>
    <w:rsid w:val="00806AF8"/>
    <w:rsid w:val="00806F1E"/>
    <w:rsid w:val="008077FC"/>
    <w:rsid w:val="0081074C"/>
    <w:rsid w:val="00810C8E"/>
    <w:rsid w:val="00811D30"/>
    <w:rsid w:val="00812F91"/>
    <w:rsid w:val="0081313F"/>
    <w:rsid w:val="0081459C"/>
    <w:rsid w:val="00815AF0"/>
    <w:rsid w:val="00815D36"/>
    <w:rsid w:val="0081661B"/>
    <w:rsid w:val="00816DB9"/>
    <w:rsid w:val="008172FB"/>
    <w:rsid w:val="008173EB"/>
    <w:rsid w:val="00817C51"/>
    <w:rsid w:val="0082057F"/>
    <w:rsid w:val="00820B45"/>
    <w:rsid w:val="00820DCA"/>
    <w:rsid w:val="008215AC"/>
    <w:rsid w:val="008218EB"/>
    <w:rsid w:val="00821C09"/>
    <w:rsid w:val="00822A93"/>
    <w:rsid w:val="00822BBC"/>
    <w:rsid w:val="00822F4B"/>
    <w:rsid w:val="00822F68"/>
    <w:rsid w:val="0082301C"/>
    <w:rsid w:val="00823078"/>
    <w:rsid w:val="00823DE5"/>
    <w:rsid w:val="00824249"/>
    <w:rsid w:val="00824336"/>
    <w:rsid w:val="00825892"/>
    <w:rsid w:val="00825993"/>
    <w:rsid w:val="00825B77"/>
    <w:rsid w:val="00826A37"/>
    <w:rsid w:val="00826D64"/>
    <w:rsid w:val="0082731E"/>
    <w:rsid w:val="008309ED"/>
    <w:rsid w:val="00830E2B"/>
    <w:rsid w:val="0083189B"/>
    <w:rsid w:val="00831DB6"/>
    <w:rsid w:val="008329BC"/>
    <w:rsid w:val="008329C1"/>
    <w:rsid w:val="00833288"/>
    <w:rsid w:val="00833A93"/>
    <w:rsid w:val="00833F5F"/>
    <w:rsid w:val="00835148"/>
    <w:rsid w:val="0083524C"/>
    <w:rsid w:val="0083535B"/>
    <w:rsid w:val="00835759"/>
    <w:rsid w:val="00836F91"/>
    <w:rsid w:val="008375A4"/>
    <w:rsid w:val="00840B31"/>
    <w:rsid w:val="00840BD5"/>
    <w:rsid w:val="00840BF2"/>
    <w:rsid w:val="00840C78"/>
    <w:rsid w:val="00841657"/>
    <w:rsid w:val="00841954"/>
    <w:rsid w:val="00841CCF"/>
    <w:rsid w:val="00842866"/>
    <w:rsid w:val="00842ACD"/>
    <w:rsid w:val="00843D11"/>
    <w:rsid w:val="0084519E"/>
    <w:rsid w:val="0084547A"/>
    <w:rsid w:val="00845EA4"/>
    <w:rsid w:val="00846035"/>
    <w:rsid w:val="00846184"/>
    <w:rsid w:val="00846494"/>
    <w:rsid w:val="008467DC"/>
    <w:rsid w:val="00846C61"/>
    <w:rsid w:val="00846ED9"/>
    <w:rsid w:val="0084757D"/>
    <w:rsid w:val="00847A77"/>
    <w:rsid w:val="00847A96"/>
    <w:rsid w:val="00847B26"/>
    <w:rsid w:val="00851BE5"/>
    <w:rsid w:val="00852186"/>
    <w:rsid w:val="00852442"/>
    <w:rsid w:val="008524B3"/>
    <w:rsid w:val="00852F4F"/>
    <w:rsid w:val="008535A9"/>
    <w:rsid w:val="00853A8E"/>
    <w:rsid w:val="008554CF"/>
    <w:rsid w:val="008560B3"/>
    <w:rsid w:val="00856634"/>
    <w:rsid w:val="00857503"/>
    <w:rsid w:val="0085779C"/>
    <w:rsid w:val="00857A1D"/>
    <w:rsid w:val="0086038C"/>
    <w:rsid w:val="0086060B"/>
    <w:rsid w:val="008607D5"/>
    <w:rsid w:val="00861E50"/>
    <w:rsid w:val="0086211E"/>
    <w:rsid w:val="0086221F"/>
    <w:rsid w:val="008622BE"/>
    <w:rsid w:val="00863883"/>
    <w:rsid w:val="00863E79"/>
    <w:rsid w:val="008644B4"/>
    <w:rsid w:val="00864D79"/>
    <w:rsid w:val="00866524"/>
    <w:rsid w:val="00866DF8"/>
    <w:rsid w:val="008672DA"/>
    <w:rsid w:val="00867617"/>
    <w:rsid w:val="00867727"/>
    <w:rsid w:val="00867E18"/>
    <w:rsid w:val="00870DEF"/>
    <w:rsid w:val="00871403"/>
    <w:rsid w:val="00871BA4"/>
    <w:rsid w:val="00872CB8"/>
    <w:rsid w:val="00872D27"/>
    <w:rsid w:val="00874136"/>
    <w:rsid w:val="00874A2E"/>
    <w:rsid w:val="008754E5"/>
    <w:rsid w:val="0087704F"/>
    <w:rsid w:val="008771A6"/>
    <w:rsid w:val="00877FB4"/>
    <w:rsid w:val="008800BA"/>
    <w:rsid w:val="00880215"/>
    <w:rsid w:val="00880A64"/>
    <w:rsid w:val="00882570"/>
    <w:rsid w:val="00882640"/>
    <w:rsid w:val="00882847"/>
    <w:rsid w:val="00882D92"/>
    <w:rsid w:val="00882FBB"/>
    <w:rsid w:val="0088397A"/>
    <w:rsid w:val="00883D55"/>
    <w:rsid w:val="008849F8"/>
    <w:rsid w:val="00884A01"/>
    <w:rsid w:val="00884F21"/>
    <w:rsid w:val="008850BE"/>
    <w:rsid w:val="0088551D"/>
    <w:rsid w:val="00885AB1"/>
    <w:rsid w:val="00885D44"/>
    <w:rsid w:val="00885E02"/>
    <w:rsid w:val="00886805"/>
    <w:rsid w:val="00886AF3"/>
    <w:rsid w:val="00886FCF"/>
    <w:rsid w:val="00886FD6"/>
    <w:rsid w:val="008905F6"/>
    <w:rsid w:val="00891077"/>
    <w:rsid w:val="00891578"/>
    <w:rsid w:val="00891892"/>
    <w:rsid w:val="00891CE2"/>
    <w:rsid w:val="008928F4"/>
    <w:rsid w:val="00892D10"/>
    <w:rsid w:val="00893156"/>
    <w:rsid w:val="00893EB3"/>
    <w:rsid w:val="00894562"/>
    <w:rsid w:val="00895379"/>
    <w:rsid w:val="008960BD"/>
    <w:rsid w:val="00896E05"/>
    <w:rsid w:val="008973C1"/>
    <w:rsid w:val="0089790A"/>
    <w:rsid w:val="00897D9C"/>
    <w:rsid w:val="00897F5C"/>
    <w:rsid w:val="008A0F8C"/>
    <w:rsid w:val="008A1016"/>
    <w:rsid w:val="008A10F7"/>
    <w:rsid w:val="008A17A5"/>
    <w:rsid w:val="008A2210"/>
    <w:rsid w:val="008A25B1"/>
    <w:rsid w:val="008A32A9"/>
    <w:rsid w:val="008A3B41"/>
    <w:rsid w:val="008A402F"/>
    <w:rsid w:val="008A47AD"/>
    <w:rsid w:val="008A5B24"/>
    <w:rsid w:val="008A634B"/>
    <w:rsid w:val="008A7246"/>
    <w:rsid w:val="008A79F0"/>
    <w:rsid w:val="008B0E6F"/>
    <w:rsid w:val="008B1260"/>
    <w:rsid w:val="008B49B0"/>
    <w:rsid w:val="008B564A"/>
    <w:rsid w:val="008B57AD"/>
    <w:rsid w:val="008B5AF4"/>
    <w:rsid w:val="008B5C60"/>
    <w:rsid w:val="008B5D9D"/>
    <w:rsid w:val="008B6DBB"/>
    <w:rsid w:val="008B740B"/>
    <w:rsid w:val="008C0192"/>
    <w:rsid w:val="008C1231"/>
    <w:rsid w:val="008C1284"/>
    <w:rsid w:val="008C14B1"/>
    <w:rsid w:val="008C1525"/>
    <w:rsid w:val="008C1D9D"/>
    <w:rsid w:val="008C24AD"/>
    <w:rsid w:val="008C29F4"/>
    <w:rsid w:val="008C4399"/>
    <w:rsid w:val="008C443A"/>
    <w:rsid w:val="008C5BE9"/>
    <w:rsid w:val="008C6C0E"/>
    <w:rsid w:val="008C7142"/>
    <w:rsid w:val="008C758E"/>
    <w:rsid w:val="008D02CA"/>
    <w:rsid w:val="008D044F"/>
    <w:rsid w:val="008D1040"/>
    <w:rsid w:val="008D1D56"/>
    <w:rsid w:val="008D38F8"/>
    <w:rsid w:val="008D4155"/>
    <w:rsid w:val="008D49FD"/>
    <w:rsid w:val="008D5347"/>
    <w:rsid w:val="008D76E2"/>
    <w:rsid w:val="008E0590"/>
    <w:rsid w:val="008E05FE"/>
    <w:rsid w:val="008E098C"/>
    <w:rsid w:val="008E199B"/>
    <w:rsid w:val="008E1FF6"/>
    <w:rsid w:val="008E297E"/>
    <w:rsid w:val="008E2EB4"/>
    <w:rsid w:val="008E34DC"/>
    <w:rsid w:val="008E41D0"/>
    <w:rsid w:val="008E4768"/>
    <w:rsid w:val="008E4C75"/>
    <w:rsid w:val="008E6296"/>
    <w:rsid w:val="008E647F"/>
    <w:rsid w:val="008F03AE"/>
    <w:rsid w:val="008F0DF6"/>
    <w:rsid w:val="008F1303"/>
    <w:rsid w:val="008F1E60"/>
    <w:rsid w:val="008F2C11"/>
    <w:rsid w:val="008F2E69"/>
    <w:rsid w:val="008F4077"/>
    <w:rsid w:val="008F600B"/>
    <w:rsid w:val="008F650E"/>
    <w:rsid w:val="008F7D4A"/>
    <w:rsid w:val="00900669"/>
    <w:rsid w:val="009006A8"/>
    <w:rsid w:val="00901149"/>
    <w:rsid w:val="009022A1"/>
    <w:rsid w:val="009023E6"/>
    <w:rsid w:val="00902F95"/>
    <w:rsid w:val="0090339B"/>
    <w:rsid w:val="00905FA3"/>
    <w:rsid w:val="00907C6B"/>
    <w:rsid w:val="009112A7"/>
    <w:rsid w:val="00911EE8"/>
    <w:rsid w:val="00912EA6"/>
    <w:rsid w:val="009137FB"/>
    <w:rsid w:val="00913C96"/>
    <w:rsid w:val="00913CCE"/>
    <w:rsid w:val="00914168"/>
    <w:rsid w:val="009146A4"/>
    <w:rsid w:val="00914775"/>
    <w:rsid w:val="00914D30"/>
    <w:rsid w:val="00914EA0"/>
    <w:rsid w:val="0091531A"/>
    <w:rsid w:val="00915322"/>
    <w:rsid w:val="009157F4"/>
    <w:rsid w:val="009163A5"/>
    <w:rsid w:val="00916B1D"/>
    <w:rsid w:val="00920B67"/>
    <w:rsid w:val="00921926"/>
    <w:rsid w:val="00921C30"/>
    <w:rsid w:val="00921E87"/>
    <w:rsid w:val="00922395"/>
    <w:rsid w:val="009226B3"/>
    <w:rsid w:val="00922B70"/>
    <w:rsid w:val="00922F90"/>
    <w:rsid w:val="0092306F"/>
    <w:rsid w:val="00924257"/>
    <w:rsid w:val="009244BF"/>
    <w:rsid w:val="00924E48"/>
    <w:rsid w:val="00925C0B"/>
    <w:rsid w:val="009264BD"/>
    <w:rsid w:val="0092687F"/>
    <w:rsid w:val="0092692A"/>
    <w:rsid w:val="00927C38"/>
    <w:rsid w:val="00930603"/>
    <w:rsid w:val="00930F8F"/>
    <w:rsid w:val="0093135E"/>
    <w:rsid w:val="009317A2"/>
    <w:rsid w:val="00931913"/>
    <w:rsid w:val="00932235"/>
    <w:rsid w:val="00932B00"/>
    <w:rsid w:val="00933143"/>
    <w:rsid w:val="0093441C"/>
    <w:rsid w:val="00936B0F"/>
    <w:rsid w:val="00937922"/>
    <w:rsid w:val="009404B7"/>
    <w:rsid w:val="009408C1"/>
    <w:rsid w:val="009412B0"/>
    <w:rsid w:val="00941348"/>
    <w:rsid w:val="00941B6A"/>
    <w:rsid w:val="00941DB0"/>
    <w:rsid w:val="0094276E"/>
    <w:rsid w:val="00942EBE"/>
    <w:rsid w:val="00943540"/>
    <w:rsid w:val="009438A7"/>
    <w:rsid w:val="00943F09"/>
    <w:rsid w:val="009446BC"/>
    <w:rsid w:val="00944834"/>
    <w:rsid w:val="00944A29"/>
    <w:rsid w:val="009451E1"/>
    <w:rsid w:val="0094613C"/>
    <w:rsid w:val="00946315"/>
    <w:rsid w:val="0094669E"/>
    <w:rsid w:val="00946C45"/>
    <w:rsid w:val="00946D50"/>
    <w:rsid w:val="00946FB4"/>
    <w:rsid w:val="0094744D"/>
    <w:rsid w:val="009475B3"/>
    <w:rsid w:val="00947A7B"/>
    <w:rsid w:val="0095024E"/>
    <w:rsid w:val="00951CF3"/>
    <w:rsid w:val="00953435"/>
    <w:rsid w:val="00953F4C"/>
    <w:rsid w:val="009542EE"/>
    <w:rsid w:val="00954338"/>
    <w:rsid w:val="0095439D"/>
    <w:rsid w:val="00954706"/>
    <w:rsid w:val="009554C3"/>
    <w:rsid w:val="00955ADC"/>
    <w:rsid w:val="00955E30"/>
    <w:rsid w:val="00955F28"/>
    <w:rsid w:val="00960490"/>
    <w:rsid w:val="00960DCC"/>
    <w:rsid w:val="009610E6"/>
    <w:rsid w:val="009619AF"/>
    <w:rsid w:val="0096219B"/>
    <w:rsid w:val="00962AB9"/>
    <w:rsid w:val="0096368A"/>
    <w:rsid w:val="00963E44"/>
    <w:rsid w:val="00963F32"/>
    <w:rsid w:val="009640FA"/>
    <w:rsid w:val="00964B9E"/>
    <w:rsid w:val="009658D3"/>
    <w:rsid w:val="009661AB"/>
    <w:rsid w:val="00967602"/>
    <w:rsid w:val="00970172"/>
    <w:rsid w:val="00970840"/>
    <w:rsid w:val="009708DC"/>
    <w:rsid w:val="009713B3"/>
    <w:rsid w:val="0097181A"/>
    <w:rsid w:val="0097276E"/>
    <w:rsid w:val="00974C21"/>
    <w:rsid w:val="009755AC"/>
    <w:rsid w:val="00975DB2"/>
    <w:rsid w:val="009760B8"/>
    <w:rsid w:val="00976AE9"/>
    <w:rsid w:val="00980729"/>
    <w:rsid w:val="00980999"/>
    <w:rsid w:val="00980A46"/>
    <w:rsid w:val="00980BD9"/>
    <w:rsid w:val="0098129B"/>
    <w:rsid w:val="00981410"/>
    <w:rsid w:val="00981E42"/>
    <w:rsid w:val="009822E3"/>
    <w:rsid w:val="00982CCF"/>
    <w:rsid w:val="00982CD7"/>
    <w:rsid w:val="00983DEB"/>
    <w:rsid w:val="00983E57"/>
    <w:rsid w:val="00983FD3"/>
    <w:rsid w:val="00984E86"/>
    <w:rsid w:val="0098515A"/>
    <w:rsid w:val="00985BB8"/>
    <w:rsid w:val="009864CF"/>
    <w:rsid w:val="00986736"/>
    <w:rsid w:val="00987470"/>
    <w:rsid w:val="0098784A"/>
    <w:rsid w:val="009879E4"/>
    <w:rsid w:val="00987A25"/>
    <w:rsid w:val="00987CC9"/>
    <w:rsid w:val="00990605"/>
    <w:rsid w:val="00990D15"/>
    <w:rsid w:val="00990D78"/>
    <w:rsid w:val="00990F9F"/>
    <w:rsid w:val="00991D5D"/>
    <w:rsid w:val="00991F3A"/>
    <w:rsid w:val="00993AD8"/>
    <w:rsid w:val="0099494A"/>
    <w:rsid w:val="00995903"/>
    <w:rsid w:val="00995BFB"/>
    <w:rsid w:val="00996CD0"/>
    <w:rsid w:val="009971B1"/>
    <w:rsid w:val="00997650"/>
    <w:rsid w:val="009A28CD"/>
    <w:rsid w:val="009A2C96"/>
    <w:rsid w:val="009A3517"/>
    <w:rsid w:val="009A4EDE"/>
    <w:rsid w:val="009A504E"/>
    <w:rsid w:val="009A6670"/>
    <w:rsid w:val="009A76CC"/>
    <w:rsid w:val="009A7C59"/>
    <w:rsid w:val="009A7FD0"/>
    <w:rsid w:val="009B034A"/>
    <w:rsid w:val="009B0ED8"/>
    <w:rsid w:val="009B1FA8"/>
    <w:rsid w:val="009B246D"/>
    <w:rsid w:val="009B249D"/>
    <w:rsid w:val="009B29AF"/>
    <w:rsid w:val="009B2FFC"/>
    <w:rsid w:val="009B336C"/>
    <w:rsid w:val="009B3C66"/>
    <w:rsid w:val="009B4BC4"/>
    <w:rsid w:val="009B54F6"/>
    <w:rsid w:val="009B5D6B"/>
    <w:rsid w:val="009B62A2"/>
    <w:rsid w:val="009B6817"/>
    <w:rsid w:val="009B710B"/>
    <w:rsid w:val="009B75CA"/>
    <w:rsid w:val="009B784E"/>
    <w:rsid w:val="009B7EB2"/>
    <w:rsid w:val="009C05BF"/>
    <w:rsid w:val="009C0F15"/>
    <w:rsid w:val="009C10CD"/>
    <w:rsid w:val="009C11E2"/>
    <w:rsid w:val="009C22EB"/>
    <w:rsid w:val="009C23C8"/>
    <w:rsid w:val="009C2BAC"/>
    <w:rsid w:val="009C2EAF"/>
    <w:rsid w:val="009C30E9"/>
    <w:rsid w:val="009C337C"/>
    <w:rsid w:val="009C3F72"/>
    <w:rsid w:val="009C4099"/>
    <w:rsid w:val="009C5E67"/>
    <w:rsid w:val="009C7995"/>
    <w:rsid w:val="009C7BDD"/>
    <w:rsid w:val="009D0608"/>
    <w:rsid w:val="009D1708"/>
    <w:rsid w:val="009D1891"/>
    <w:rsid w:val="009D2336"/>
    <w:rsid w:val="009D26F6"/>
    <w:rsid w:val="009D2780"/>
    <w:rsid w:val="009D30BD"/>
    <w:rsid w:val="009D31D4"/>
    <w:rsid w:val="009D32C3"/>
    <w:rsid w:val="009D34CD"/>
    <w:rsid w:val="009D4965"/>
    <w:rsid w:val="009D5528"/>
    <w:rsid w:val="009D6050"/>
    <w:rsid w:val="009D7A07"/>
    <w:rsid w:val="009D7C6C"/>
    <w:rsid w:val="009D7EE4"/>
    <w:rsid w:val="009E0C6D"/>
    <w:rsid w:val="009E100D"/>
    <w:rsid w:val="009E1A69"/>
    <w:rsid w:val="009E1A7C"/>
    <w:rsid w:val="009E33FA"/>
    <w:rsid w:val="009E4E72"/>
    <w:rsid w:val="009E51A4"/>
    <w:rsid w:val="009E64EB"/>
    <w:rsid w:val="009E72FD"/>
    <w:rsid w:val="009E7302"/>
    <w:rsid w:val="009E73CC"/>
    <w:rsid w:val="009F03CE"/>
    <w:rsid w:val="009F0C20"/>
    <w:rsid w:val="009F145D"/>
    <w:rsid w:val="009F1757"/>
    <w:rsid w:val="009F1775"/>
    <w:rsid w:val="009F18CC"/>
    <w:rsid w:val="009F1931"/>
    <w:rsid w:val="009F1AA4"/>
    <w:rsid w:val="009F2131"/>
    <w:rsid w:val="009F276F"/>
    <w:rsid w:val="009F2904"/>
    <w:rsid w:val="009F2CC8"/>
    <w:rsid w:val="009F334E"/>
    <w:rsid w:val="009F4AD1"/>
    <w:rsid w:val="009F4CEC"/>
    <w:rsid w:val="009F544B"/>
    <w:rsid w:val="009F57CB"/>
    <w:rsid w:val="009F69FB"/>
    <w:rsid w:val="009F70DF"/>
    <w:rsid w:val="00A01BC9"/>
    <w:rsid w:val="00A02CF3"/>
    <w:rsid w:val="00A03831"/>
    <w:rsid w:val="00A04C02"/>
    <w:rsid w:val="00A052AF"/>
    <w:rsid w:val="00A0580A"/>
    <w:rsid w:val="00A06D0C"/>
    <w:rsid w:val="00A07E4D"/>
    <w:rsid w:val="00A11886"/>
    <w:rsid w:val="00A11A0C"/>
    <w:rsid w:val="00A11DF2"/>
    <w:rsid w:val="00A11EC0"/>
    <w:rsid w:val="00A12B6B"/>
    <w:rsid w:val="00A12C93"/>
    <w:rsid w:val="00A145CF"/>
    <w:rsid w:val="00A14A67"/>
    <w:rsid w:val="00A14E9D"/>
    <w:rsid w:val="00A14FD2"/>
    <w:rsid w:val="00A153AD"/>
    <w:rsid w:val="00A15AE8"/>
    <w:rsid w:val="00A15D6C"/>
    <w:rsid w:val="00A15FCE"/>
    <w:rsid w:val="00A1684C"/>
    <w:rsid w:val="00A16FFD"/>
    <w:rsid w:val="00A17322"/>
    <w:rsid w:val="00A17983"/>
    <w:rsid w:val="00A217AA"/>
    <w:rsid w:val="00A22159"/>
    <w:rsid w:val="00A224A1"/>
    <w:rsid w:val="00A240DD"/>
    <w:rsid w:val="00A24FAB"/>
    <w:rsid w:val="00A25574"/>
    <w:rsid w:val="00A2626E"/>
    <w:rsid w:val="00A276C3"/>
    <w:rsid w:val="00A277F8"/>
    <w:rsid w:val="00A27928"/>
    <w:rsid w:val="00A306DB"/>
    <w:rsid w:val="00A3095A"/>
    <w:rsid w:val="00A311DC"/>
    <w:rsid w:val="00A315FF"/>
    <w:rsid w:val="00A31DB9"/>
    <w:rsid w:val="00A33ADC"/>
    <w:rsid w:val="00A33BDD"/>
    <w:rsid w:val="00A33F1A"/>
    <w:rsid w:val="00A36516"/>
    <w:rsid w:val="00A36D8D"/>
    <w:rsid w:val="00A373E5"/>
    <w:rsid w:val="00A3746E"/>
    <w:rsid w:val="00A37BE0"/>
    <w:rsid w:val="00A40929"/>
    <w:rsid w:val="00A41CEA"/>
    <w:rsid w:val="00A42F8E"/>
    <w:rsid w:val="00A43510"/>
    <w:rsid w:val="00A438A4"/>
    <w:rsid w:val="00A43DEB"/>
    <w:rsid w:val="00A43FBA"/>
    <w:rsid w:val="00A44946"/>
    <w:rsid w:val="00A449A0"/>
    <w:rsid w:val="00A44C2C"/>
    <w:rsid w:val="00A44F45"/>
    <w:rsid w:val="00A45E2B"/>
    <w:rsid w:val="00A461A2"/>
    <w:rsid w:val="00A4634A"/>
    <w:rsid w:val="00A467E2"/>
    <w:rsid w:val="00A47DF3"/>
    <w:rsid w:val="00A47FE9"/>
    <w:rsid w:val="00A501D7"/>
    <w:rsid w:val="00A503AB"/>
    <w:rsid w:val="00A507E8"/>
    <w:rsid w:val="00A51406"/>
    <w:rsid w:val="00A51A86"/>
    <w:rsid w:val="00A51DFE"/>
    <w:rsid w:val="00A52000"/>
    <w:rsid w:val="00A52DC7"/>
    <w:rsid w:val="00A5457F"/>
    <w:rsid w:val="00A54E00"/>
    <w:rsid w:val="00A55124"/>
    <w:rsid w:val="00A561DF"/>
    <w:rsid w:val="00A56746"/>
    <w:rsid w:val="00A56E07"/>
    <w:rsid w:val="00A57AB0"/>
    <w:rsid w:val="00A60794"/>
    <w:rsid w:val="00A60EB5"/>
    <w:rsid w:val="00A610FE"/>
    <w:rsid w:val="00A613A0"/>
    <w:rsid w:val="00A61817"/>
    <w:rsid w:val="00A618C4"/>
    <w:rsid w:val="00A61B52"/>
    <w:rsid w:val="00A62C2E"/>
    <w:rsid w:val="00A63838"/>
    <w:rsid w:val="00A63CFD"/>
    <w:rsid w:val="00A651B2"/>
    <w:rsid w:val="00A661A0"/>
    <w:rsid w:val="00A66AB3"/>
    <w:rsid w:val="00A66DC1"/>
    <w:rsid w:val="00A671C0"/>
    <w:rsid w:val="00A67901"/>
    <w:rsid w:val="00A70B6C"/>
    <w:rsid w:val="00A720AC"/>
    <w:rsid w:val="00A72972"/>
    <w:rsid w:val="00A72B43"/>
    <w:rsid w:val="00A73159"/>
    <w:rsid w:val="00A73511"/>
    <w:rsid w:val="00A75432"/>
    <w:rsid w:val="00A75E31"/>
    <w:rsid w:val="00A7610F"/>
    <w:rsid w:val="00A7791C"/>
    <w:rsid w:val="00A779E4"/>
    <w:rsid w:val="00A80575"/>
    <w:rsid w:val="00A8159B"/>
    <w:rsid w:val="00A8162C"/>
    <w:rsid w:val="00A81EDB"/>
    <w:rsid w:val="00A82089"/>
    <w:rsid w:val="00A846E4"/>
    <w:rsid w:val="00A855A8"/>
    <w:rsid w:val="00A8584E"/>
    <w:rsid w:val="00A85BEE"/>
    <w:rsid w:val="00A8657B"/>
    <w:rsid w:val="00A86F02"/>
    <w:rsid w:val="00A87389"/>
    <w:rsid w:val="00A87A11"/>
    <w:rsid w:val="00A87D27"/>
    <w:rsid w:val="00A9003F"/>
    <w:rsid w:val="00A9163C"/>
    <w:rsid w:val="00A91E33"/>
    <w:rsid w:val="00A92957"/>
    <w:rsid w:val="00A92C4A"/>
    <w:rsid w:val="00A92DF5"/>
    <w:rsid w:val="00A93006"/>
    <w:rsid w:val="00A938AE"/>
    <w:rsid w:val="00A93A96"/>
    <w:rsid w:val="00A9474D"/>
    <w:rsid w:val="00A94931"/>
    <w:rsid w:val="00A9615B"/>
    <w:rsid w:val="00A9704E"/>
    <w:rsid w:val="00AA2685"/>
    <w:rsid w:val="00AA274F"/>
    <w:rsid w:val="00AA3009"/>
    <w:rsid w:val="00AA3341"/>
    <w:rsid w:val="00AA373C"/>
    <w:rsid w:val="00AA3B92"/>
    <w:rsid w:val="00AA3E66"/>
    <w:rsid w:val="00AA41A2"/>
    <w:rsid w:val="00AA42D4"/>
    <w:rsid w:val="00AA4923"/>
    <w:rsid w:val="00AA4A88"/>
    <w:rsid w:val="00AA4C83"/>
    <w:rsid w:val="00AA5F42"/>
    <w:rsid w:val="00AA6632"/>
    <w:rsid w:val="00AA6E3E"/>
    <w:rsid w:val="00AA6EB7"/>
    <w:rsid w:val="00AA6F66"/>
    <w:rsid w:val="00AA78B6"/>
    <w:rsid w:val="00AB02F7"/>
    <w:rsid w:val="00AB0F63"/>
    <w:rsid w:val="00AB1185"/>
    <w:rsid w:val="00AB140F"/>
    <w:rsid w:val="00AB5CA8"/>
    <w:rsid w:val="00AB6D28"/>
    <w:rsid w:val="00AB74AC"/>
    <w:rsid w:val="00AC0984"/>
    <w:rsid w:val="00AC09FE"/>
    <w:rsid w:val="00AC1019"/>
    <w:rsid w:val="00AC2EAB"/>
    <w:rsid w:val="00AC2F4A"/>
    <w:rsid w:val="00AC353B"/>
    <w:rsid w:val="00AC35A0"/>
    <w:rsid w:val="00AC4203"/>
    <w:rsid w:val="00AC479A"/>
    <w:rsid w:val="00AC4D83"/>
    <w:rsid w:val="00AC4EE2"/>
    <w:rsid w:val="00AC75F9"/>
    <w:rsid w:val="00AC78C5"/>
    <w:rsid w:val="00AD06D1"/>
    <w:rsid w:val="00AD16D1"/>
    <w:rsid w:val="00AD2740"/>
    <w:rsid w:val="00AD27EA"/>
    <w:rsid w:val="00AD2DAF"/>
    <w:rsid w:val="00AD2ECF"/>
    <w:rsid w:val="00AD42EF"/>
    <w:rsid w:val="00AD4415"/>
    <w:rsid w:val="00AD4AA1"/>
    <w:rsid w:val="00AD4DFD"/>
    <w:rsid w:val="00AD5645"/>
    <w:rsid w:val="00AD68D8"/>
    <w:rsid w:val="00AD7283"/>
    <w:rsid w:val="00AD7599"/>
    <w:rsid w:val="00AD7A6A"/>
    <w:rsid w:val="00AE0F19"/>
    <w:rsid w:val="00AE122D"/>
    <w:rsid w:val="00AE1AC6"/>
    <w:rsid w:val="00AE35AF"/>
    <w:rsid w:val="00AE38DF"/>
    <w:rsid w:val="00AE474A"/>
    <w:rsid w:val="00AE48E3"/>
    <w:rsid w:val="00AE58DF"/>
    <w:rsid w:val="00AE5F4E"/>
    <w:rsid w:val="00AE627A"/>
    <w:rsid w:val="00AE63CE"/>
    <w:rsid w:val="00AE6A5A"/>
    <w:rsid w:val="00AE72DA"/>
    <w:rsid w:val="00AE7809"/>
    <w:rsid w:val="00AE7F10"/>
    <w:rsid w:val="00AF1687"/>
    <w:rsid w:val="00AF24FB"/>
    <w:rsid w:val="00AF2B41"/>
    <w:rsid w:val="00AF4196"/>
    <w:rsid w:val="00AF495F"/>
    <w:rsid w:val="00AF5981"/>
    <w:rsid w:val="00AF6BA0"/>
    <w:rsid w:val="00AF746F"/>
    <w:rsid w:val="00B008B9"/>
    <w:rsid w:val="00B01C27"/>
    <w:rsid w:val="00B01DC2"/>
    <w:rsid w:val="00B01F93"/>
    <w:rsid w:val="00B022B5"/>
    <w:rsid w:val="00B027F3"/>
    <w:rsid w:val="00B03467"/>
    <w:rsid w:val="00B0402A"/>
    <w:rsid w:val="00B0486B"/>
    <w:rsid w:val="00B055D1"/>
    <w:rsid w:val="00B05CE1"/>
    <w:rsid w:val="00B05F2F"/>
    <w:rsid w:val="00B065D2"/>
    <w:rsid w:val="00B06646"/>
    <w:rsid w:val="00B069CB"/>
    <w:rsid w:val="00B07559"/>
    <w:rsid w:val="00B10101"/>
    <w:rsid w:val="00B1066F"/>
    <w:rsid w:val="00B11F65"/>
    <w:rsid w:val="00B12459"/>
    <w:rsid w:val="00B13173"/>
    <w:rsid w:val="00B14370"/>
    <w:rsid w:val="00B14967"/>
    <w:rsid w:val="00B14B35"/>
    <w:rsid w:val="00B152C6"/>
    <w:rsid w:val="00B15463"/>
    <w:rsid w:val="00B16075"/>
    <w:rsid w:val="00B2000C"/>
    <w:rsid w:val="00B20053"/>
    <w:rsid w:val="00B2058C"/>
    <w:rsid w:val="00B20FEC"/>
    <w:rsid w:val="00B21F91"/>
    <w:rsid w:val="00B228B4"/>
    <w:rsid w:val="00B22AA7"/>
    <w:rsid w:val="00B23791"/>
    <w:rsid w:val="00B277B5"/>
    <w:rsid w:val="00B27D3C"/>
    <w:rsid w:val="00B27EC5"/>
    <w:rsid w:val="00B27F18"/>
    <w:rsid w:val="00B3036C"/>
    <w:rsid w:val="00B313A6"/>
    <w:rsid w:val="00B31B91"/>
    <w:rsid w:val="00B33EB0"/>
    <w:rsid w:val="00B340B6"/>
    <w:rsid w:val="00B3458A"/>
    <w:rsid w:val="00B349F6"/>
    <w:rsid w:val="00B356E7"/>
    <w:rsid w:val="00B36603"/>
    <w:rsid w:val="00B36958"/>
    <w:rsid w:val="00B3789D"/>
    <w:rsid w:val="00B379AA"/>
    <w:rsid w:val="00B37A58"/>
    <w:rsid w:val="00B4019E"/>
    <w:rsid w:val="00B40B06"/>
    <w:rsid w:val="00B410A1"/>
    <w:rsid w:val="00B41216"/>
    <w:rsid w:val="00B427C7"/>
    <w:rsid w:val="00B42BA1"/>
    <w:rsid w:val="00B44031"/>
    <w:rsid w:val="00B44797"/>
    <w:rsid w:val="00B447D0"/>
    <w:rsid w:val="00B44A63"/>
    <w:rsid w:val="00B457BD"/>
    <w:rsid w:val="00B45B07"/>
    <w:rsid w:val="00B4606F"/>
    <w:rsid w:val="00B478A9"/>
    <w:rsid w:val="00B47CDE"/>
    <w:rsid w:val="00B51A0A"/>
    <w:rsid w:val="00B526B5"/>
    <w:rsid w:val="00B52A9A"/>
    <w:rsid w:val="00B53DDE"/>
    <w:rsid w:val="00B53E97"/>
    <w:rsid w:val="00B53E9A"/>
    <w:rsid w:val="00B54FF7"/>
    <w:rsid w:val="00B55072"/>
    <w:rsid w:val="00B555ED"/>
    <w:rsid w:val="00B5577B"/>
    <w:rsid w:val="00B558CF"/>
    <w:rsid w:val="00B560B4"/>
    <w:rsid w:val="00B5689C"/>
    <w:rsid w:val="00B57925"/>
    <w:rsid w:val="00B57C66"/>
    <w:rsid w:val="00B60E38"/>
    <w:rsid w:val="00B617DB"/>
    <w:rsid w:val="00B61DC0"/>
    <w:rsid w:val="00B620B3"/>
    <w:rsid w:val="00B620F0"/>
    <w:rsid w:val="00B620FC"/>
    <w:rsid w:val="00B621BC"/>
    <w:rsid w:val="00B62C10"/>
    <w:rsid w:val="00B62C66"/>
    <w:rsid w:val="00B62FD6"/>
    <w:rsid w:val="00B63026"/>
    <w:rsid w:val="00B633E2"/>
    <w:rsid w:val="00B63456"/>
    <w:rsid w:val="00B63C36"/>
    <w:rsid w:val="00B6641E"/>
    <w:rsid w:val="00B66648"/>
    <w:rsid w:val="00B66D1B"/>
    <w:rsid w:val="00B67578"/>
    <w:rsid w:val="00B676DE"/>
    <w:rsid w:val="00B70139"/>
    <w:rsid w:val="00B70FDF"/>
    <w:rsid w:val="00B718C7"/>
    <w:rsid w:val="00B72396"/>
    <w:rsid w:val="00B72E8A"/>
    <w:rsid w:val="00B7312D"/>
    <w:rsid w:val="00B731E5"/>
    <w:rsid w:val="00B738C9"/>
    <w:rsid w:val="00B74C88"/>
    <w:rsid w:val="00B74F48"/>
    <w:rsid w:val="00B758E2"/>
    <w:rsid w:val="00B7634B"/>
    <w:rsid w:val="00B76A96"/>
    <w:rsid w:val="00B76DAC"/>
    <w:rsid w:val="00B76EB6"/>
    <w:rsid w:val="00B76FED"/>
    <w:rsid w:val="00B772AF"/>
    <w:rsid w:val="00B803B7"/>
    <w:rsid w:val="00B807B1"/>
    <w:rsid w:val="00B80A4D"/>
    <w:rsid w:val="00B80D17"/>
    <w:rsid w:val="00B81B69"/>
    <w:rsid w:val="00B81F48"/>
    <w:rsid w:val="00B8226D"/>
    <w:rsid w:val="00B82294"/>
    <w:rsid w:val="00B8237E"/>
    <w:rsid w:val="00B82854"/>
    <w:rsid w:val="00B82C94"/>
    <w:rsid w:val="00B832BF"/>
    <w:rsid w:val="00B83960"/>
    <w:rsid w:val="00B83D64"/>
    <w:rsid w:val="00B83F6A"/>
    <w:rsid w:val="00B8421B"/>
    <w:rsid w:val="00B8423C"/>
    <w:rsid w:val="00B84394"/>
    <w:rsid w:val="00B84536"/>
    <w:rsid w:val="00B84682"/>
    <w:rsid w:val="00B84A26"/>
    <w:rsid w:val="00B8580B"/>
    <w:rsid w:val="00B8628A"/>
    <w:rsid w:val="00B86812"/>
    <w:rsid w:val="00B8689E"/>
    <w:rsid w:val="00B86B19"/>
    <w:rsid w:val="00B870DD"/>
    <w:rsid w:val="00B87395"/>
    <w:rsid w:val="00B87D25"/>
    <w:rsid w:val="00B906D5"/>
    <w:rsid w:val="00B9151C"/>
    <w:rsid w:val="00B91837"/>
    <w:rsid w:val="00B919E2"/>
    <w:rsid w:val="00B91A0E"/>
    <w:rsid w:val="00B91D06"/>
    <w:rsid w:val="00B926BD"/>
    <w:rsid w:val="00B92B05"/>
    <w:rsid w:val="00B92C12"/>
    <w:rsid w:val="00B92C87"/>
    <w:rsid w:val="00B92D59"/>
    <w:rsid w:val="00B940DC"/>
    <w:rsid w:val="00B9455D"/>
    <w:rsid w:val="00B94748"/>
    <w:rsid w:val="00B94AB1"/>
    <w:rsid w:val="00B95142"/>
    <w:rsid w:val="00B9601E"/>
    <w:rsid w:val="00B979D5"/>
    <w:rsid w:val="00BA05A2"/>
    <w:rsid w:val="00BA061A"/>
    <w:rsid w:val="00BA08A6"/>
    <w:rsid w:val="00BA0BF8"/>
    <w:rsid w:val="00BA1B99"/>
    <w:rsid w:val="00BA2185"/>
    <w:rsid w:val="00BA260F"/>
    <w:rsid w:val="00BA3EC1"/>
    <w:rsid w:val="00BA40D0"/>
    <w:rsid w:val="00BA4318"/>
    <w:rsid w:val="00BA5057"/>
    <w:rsid w:val="00BA5306"/>
    <w:rsid w:val="00BA5682"/>
    <w:rsid w:val="00BA5E2B"/>
    <w:rsid w:val="00BA64FA"/>
    <w:rsid w:val="00BA7B6B"/>
    <w:rsid w:val="00BA7BA0"/>
    <w:rsid w:val="00BB0294"/>
    <w:rsid w:val="00BB0BF2"/>
    <w:rsid w:val="00BB1193"/>
    <w:rsid w:val="00BB1427"/>
    <w:rsid w:val="00BB1B2F"/>
    <w:rsid w:val="00BB20D1"/>
    <w:rsid w:val="00BB242C"/>
    <w:rsid w:val="00BB2E33"/>
    <w:rsid w:val="00BB3C38"/>
    <w:rsid w:val="00BB443F"/>
    <w:rsid w:val="00BB44DE"/>
    <w:rsid w:val="00BB45B7"/>
    <w:rsid w:val="00BB47BD"/>
    <w:rsid w:val="00BB707B"/>
    <w:rsid w:val="00BB79F4"/>
    <w:rsid w:val="00BC1284"/>
    <w:rsid w:val="00BC2B08"/>
    <w:rsid w:val="00BC37C9"/>
    <w:rsid w:val="00BC3F1B"/>
    <w:rsid w:val="00BC618B"/>
    <w:rsid w:val="00BC65A7"/>
    <w:rsid w:val="00BC6AA3"/>
    <w:rsid w:val="00BC6FAF"/>
    <w:rsid w:val="00BD05FF"/>
    <w:rsid w:val="00BD1686"/>
    <w:rsid w:val="00BD1EC7"/>
    <w:rsid w:val="00BD256F"/>
    <w:rsid w:val="00BD2FD4"/>
    <w:rsid w:val="00BD3463"/>
    <w:rsid w:val="00BD3AF2"/>
    <w:rsid w:val="00BD42AF"/>
    <w:rsid w:val="00BD5961"/>
    <w:rsid w:val="00BD6727"/>
    <w:rsid w:val="00BD7A3A"/>
    <w:rsid w:val="00BD7CC4"/>
    <w:rsid w:val="00BD7D82"/>
    <w:rsid w:val="00BE0BE3"/>
    <w:rsid w:val="00BE2775"/>
    <w:rsid w:val="00BE3F93"/>
    <w:rsid w:val="00BE4706"/>
    <w:rsid w:val="00BE4A5D"/>
    <w:rsid w:val="00BE5474"/>
    <w:rsid w:val="00BE7155"/>
    <w:rsid w:val="00BE79C7"/>
    <w:rsid w:val="00BE7E91"/>
    <w:rsid w:val="00BF2C79"/>
    <w:rsid w:val="00BF3F2F"/>
    <w:rsid w:val="00BF46FB"/>
    <w:rsid w:val="00BF4AB1"/>
    <w:rsid w:val="00BF5155"/>
    <w:rsid w:val="00BF52D4"/>
    <w:rsid w:val="00BF5F05"/>
    <w:rsid w:val="00BF6ABC"/>
    <w:rsid w:val="00BF6DC1"/>
    <w:rsid w:val="00BF737E"/>
    <w:rsid w:val="00BF79F7"/>
    <w:rsid w:val="00BF7A69"/>
    <w:rsid w:val="00BF7ABA"/>
    <w:rsid w:val="00BF7F71"/>
    <w:rsid w:val="00C01A4C"/>
    <w:rsid w:val="00C01FC7"/>
    <w:rsid w:val="00C022AB"/>
    <w:rsid w:val="00C02701"/>
    <w:rsid w:val="00C0289D"/>
    <w:rsid w:val="00C02EFE"/>
    <w:rsid w:val="00C02FB2"/>
    <w:rsid w:val="00C03F95"/>
    <w:rsid w:val="00C056C8"/>
    <w:rsid w:val="00C0583F"/>
    <w:rsid w:val="00C059F3"/>
    <w:rsid w:val="00C05AF6"/>
    <w:rsid w:val="00C05D9E"/>
    <w:rsid w:val="00C06422"/>
    <w:rsid w:val="00C06556"/>
    <w:rsid w:val="00C06883"/>
    <w:rsid w:val="00C06C76"/>
    <w:rsid w:val="00C06F60"/>
    <w:rsid w:val="00C10175"/>
    <w:rsid w:val="00C11530"/>
    <w:rsid w:val="00C124B0"/>
    <w:rsid w:val="00C13ADD"/>
    <w:rsid w:val="00C13CE7"/>
    <w:rsid w:val="00C13D2F"/>
    <w:rsid w:val="00C15FA0"/>
    <w:rsid w:val="00C1643D"/>
    <w:rsid w:val="00C17F91"/>
    <w:rsid w:val="00C2010A"/>
    <w:rsid w:val="00C201D8"/>
    <w:rsid w:val="00C2088D"/>
    <w:rsid w:val="00C21BD4"/>
    <w:rsid w:val="00C21CCD"/>
    <w:rsid w:val="00C226A1"/>
    <w:rsid w:val="00C23441"/>
    <w:rsid w:val="00C23F44"/>
    <w:rsid w:val="00C249D7"/>
    <w:rsid w:val="00C24A8E"/>
    <w:rsid w:val="00C24AB9"/>
    <w:rsid w:val="00C253C8"/>
    <w:rsid w:val="00C25D82"/>
    <w:rsid w:val="00C25F61"/>
    <w:rsid w:val="00C26C23"/>
    <w:rsid w:val="00C27620"/>
    <w:rsid w:val="00C300EC"/>
    <w:rsid w:val="00C30245"/>
    <w:rsid w:val="00C31A84"/>
    <w:rsid w:val="00C32B73"/>
    <w:rsid w:val="00C335FD"/>
    <w:rsid w:val="00C3465C"/>
    <w:rsid w:val="00C347BA"/>
    <w:rsid w:val="00C34B7F"/>
    <w:rsid w:val="00C3530B"/>
    <w:rsid w:val="00C354CF"/>
    <w:rsid w:val="00C3667E"/>
    <w:rsid w:val="00C373B5"/>
    <w:rsid w:val="00C37533"/>
    <w:rsid w:val="00C378D8"/>
    <w:rsid w:val="00C41CA3"/>
    <w:rsid w:val="00C41E79"/>
    <w:rsid w:val="00C42019"/>
    <w:rsid w:val="00C42095"/>
    <w:rsid w:val="00C4219E"/>
    <w:rsid w:val="00C431D3"/>
    <w:rsid w:val="00C43BD1"/>
    <w:rsid w:val="00C44257"/>
    <w:rsid w:val="00C45B59"/>
    <w:rsid w:val="00C46D3F"/>
    <w:rsid w:val="00C50A3F"/>
    <w:rsid w:val="00C50BC2"/>
    <w:rsid w:val="00C51034"/>
    <w:rsid w:val="00C5136C"/>
    <w:rsid w:val="00C52EC1"/>
    <w:rsid w:val="00C53196"/>
    <w:rsid w:val="00C532B9"/>
    <w:rsid w:val="00C53430"/>
    <w:rsid w:val="00C5444D"/>
    <w:rsid w:val="00C54B2D"/>
    <w:rsid w:val="00C550F4"/>
    <w:rsid w:val="00C55351"/>
    <w:rsid w:val="00C56366"/>
    <w:rsid w:val="00C568EB"/>
    <w:rsid w:val="00C56C87"/>
    <w:rsid w:val="00C56E80"/>
    <w:rsid w:val="00C5726E"/>
    <w:rsid w:val="00C5774B"/>
    <w:rsid w:val="00C57C2B"/>
    <w:rsid w:val="00C57F7A"/>
    <w:rsid w:val="00C62018"/>
    <w:rsid w:val="00C62085"/>
    <w:rsid w:val="00C62626"/>
    <w:rsid w:val="00C62BFB"/>
    <w:rsid w:val="00C63089"/>
    <w:rsid w:val="00C63404"/>
    <w:rsid w:val="00C638B7"/>
    <w:rsid w:val="00C64EAE"/>
    <w:rsid w:val="00C64F47"/>
    <w:rsid w:val="00C65366"/>
    <w:rsid w:val="00C6620B"/>
    <w:rsid w:val="00C663B1"/>
    <w:rsid w:val="00C6657F"/>
    <w:rsid w:val="00C7084C"/>
    <w:rsid w:val="00C709E4"/>
    <w:rsid w:val="00C72268"/>
    <w:rsid w:val="00C73120"/>
    <w:rsid w:val="00C73A91"/>
    <w:rsid w:val="00C73FAC"/>
    <w:rsid w:val="00C74A41"/>
    <w:rsid w:val="00C80D41"/>
    <w:rsid w:val="00C80F0D"/>
    <w:rsid w:val="00C81474"/>
    <w:rsid w:val="00C81477"/>
    <w:rsid w:val="00C81647"/>
    <w:rsid w:val="00C81EC4"/>
    <w:rsid w:val="00C82118"/>
    <w:rsid w:val="00C821E8"/>
    <w:rsid w:val="00C82F37"/>
    <w:rsid w:val="00C83B95"/>
    <w:rsid w:val="00C844E5"/>
    <w:rsid w:val="00C8479A"/>
    <w:rsid w:val="00C85B73"/>
    <w:rsid w:val="00C85BA1"/>
    <w:rsid w:val="00C860A3"/>
    <w:rsid w:val="00C86D48"/>
    <w:rsid w:val="00C87059"/>
    <w:rsid w:val="00C87475"/>
    <w:rsid w:val="00C87917"/>
    <w:rsid w:val="00C90685"/>
    <w:rsid w:val="00C90864"/>
    <w:rsid w:val="00C9095F"/>
    <w:rsid w:val="00C90A32"/>
    <w:rsid w:val="00C90E2D"/>
    <w:rsid w:val="00C910B3"/>
    <w:rsid w:val="00C91698"/>
    <w:rsid w:val="00C9260B"/>
    <w:rsid w:val="00C93C14"/>
    <w:rsid w:val="00C93EC3"/>
    <w:rsid w:val="00C94850"/>
    <w:rsid w:val="00C95D0B"/>
    <w:rsid w:val="00C95ECA"/>
    <w:rsid w:val="00C96135"/>
    <w:rsid w:val="00C97026"/>
    <w:rsid w:val="00CA18DB"/>
    <w:rsid w:val="00CA1C9B"/>
    <w:rsid w:val="00CA2A68"/>
    <w:rsid w:val="00CA2F70"/>
    <w:rsid w:val="00CA494C"/>
    <w:rsid w:val="00CA4956"/>
    <w:rsid w:val="00CA50A1"/>
    <w:rsid w:val="00CA6398"/>
    <w:rsid w:val="00CA685A"/>
    <w:rsid w:val="00CA7202"/>
    <w:rsid w:val="00CA7E4E"/>
    <w:rsid w:val="00CB00E5"/>
    <w:rsid w:val="00CB052E"/>
    <w:rsid w:val="00CB078B"/>
    <w:rsid w:val="00CB0E9F"/>
    <w:rsid w:val="00CB1B3A"/>
    <w:rsid w:val="00CB2621"/>
    <w:rsid w:val="00CB29B9"/>
    <w:rsid w:val="00CB2AA4"/>
    <w:rsid w:val="00CB2FA1"/>
    <w:rsid w:val="00CB3BEC"/>
    <w:rsid w:val="00CB43A3"/>
    <w:rsid w:val="00CB53A2"/>
    <w:rsid w:val="00CB5818"/>
    <w:rsid w:val="00CB5B77"/>
    <w:rsid w:val="00CB60EC"/>
    <w:rsid w:val="00CB61E5"/>
    <w:rsid w:val="00CB6388"/>
    <w:rsid w:val="00CB6C6A"/>
    <w:rsid w:val="00CB6E0D"/>
    <w:rsid w:val="00CC0CDC"/>
    <w:rsid w:val="00CC0F2F"/>
    <w:rsid w:val="00CC16E5"/>
    <w:rsid w:val="00CC1EA4"/>
    <w:rsid w:val="00CC1FD7"/>
    <w:rsid w:val="00CC2493"/>
    <w:rsid w:val="00CC272A"/>
    <w:rsid w:val="00CC2A0F"/>
    <w:rsid w:val="00CC2AC5"/>
    <w:rsid w:val="00CC2B15"/>
    <w:rsid w:val="00CC3928"/>
    <w:rsid w:val="00CC3B88"/>
    <w:rsid w:val="00CC4493"/>
    <w:rsid w:val="00CC4852"/>
    <w:rsid w:val="00CC4F85"/>
    <w:rsid w:val="00CC5DE4"/>
    <w:rsid w:val="00CC75DD"/>
    <w:rsid w:val="00CC791B"/>
    <w:rsid w:val="00CD0560"/>
    <w:rsid w:val="00CD08BF"/>
    <w:rsid w:val="00CD0CDF"/>
    <w:rsid w:val="00CD0DC9"/>
    <w:rsid w:val="00CD2F9F"/>
    <w:rsid w:val="00CD3BCD"/>
    <w:rsid w:val="00CD4BDA"/>
    <w:rsid w:val="00CD52B9"/>
    <w:rsid w:val="00CD53DE"/>
    <w:rsid w:val="00CD55CF"/>
    <w:rsid w:val="00CD5E07"/>
    <w:rsid w:val="00CD79A9"/>
    <w:rsid w:val="00CE0EC2"/>
    <w:rsid w:val="00CE1317"/>
    <w:rsid w:val="00CE1363"/>
    <w:rsid w:val="00CE1679"/>
    <w:rsid w:val="00CE398F"/>
    <w:rsid w:val="00CE4195"/>
    <w:rsid w:val="00CE4515"/>
    <w:rsid w:val="00CE4A77"/>
    <w:rsid w:val="00CE4F25"/>
    <w:rsid w:val="00CE5B20"/>
    <w:rsid w:val="00CE5FA4"/>
    <w:rsid w:val="00CE7041"/>
    <w:rsid w:val="00CE7806"/>
    <w:rsid w:val="00CE781B"/>
    <w:rsid w:val="00CF0370"/>
    <w:rsid w:val="00CF0DBF"/>
    <w:rsid w:val="00CF1677"/>
    <w:rsid w:val="00CF1F8A"/>
    <w:rsid w:val="00CF333E"/>
    <w:rsid w:val="00CF37AF"/>
    <w:rsid w:val="00CF37B5"/>
    <w:rsid w:val="00CF5340"/>
    <w:rsid w:val="00CF5B3B"/>
    <w:rsid w:val="00CF5BD3"/>
    <w:rsid w:val="00CF5D20"/>
    <w:rsid w:val="00CF6CF2"/>
    <w:rsid w:val="00CF70C4"/>
    <w:rsid w:val="00CF71C3"/>
    <w:rsid w:val="00CF7803"/>
    <w:rsid w:val="00CF7C29"/>
    <w:rsid w:val="00D005B9"/>
    <w:rsid w:val="00D00B94"/>
    <w:rsid w:val="00D015D5"/>
    <w:rsid w:val="00D01DB2"/>
    <w:rsid w:val="00D02958"/>
    <w:rsid w:val="00D02B70"/>
    <w:rsid w:val="00D034F4"/>
    <w:rsid w:val="00D03668"/>
    <w:rsid w:val="00D038F8"/>
    <w:rsid w:val="00D041A1"/>
    <w:rsid w:val="00D068D6"/>
    <w:rsid w:val="00D069EB"/>
    <w:rsid w:val="00D074FE"/>
    <w:rsid w:val="00D076CA"/>
    <w:rsid w:val="00D0777F"/>
    <w:rsid w:val="00D07786"/>
    <w:rsid w:val="00D0795D"/>
    <w:rsid w:val="00D10732"/>
    <w:rsid w:val="00D10752"/>
    <w:rsid w:val="00D1077A"/>
    <w:rsid w:val="00D10C40"/>
    <w:rsid w:val="00D1111E"/>
    <w:rsid w:val="00D1289F"/>
    <w:rsid w:val="00D12B79"/>
    <w:rsid w:val="00D132C4"/>
    <w:rsid w:val="00D139F1"/>
    <w:rsid w:val="00D14E19"/>
    <w:rsid w:val="00D14EC6"/>
    <w:rsid w:val="00D14F5C"/>
    <w:rsid w:val="00D14FDA"/>
    <w:rsid w:val="00D151CF"/>
    <w:rsid w:val="00D16A28"/>
    <w:rsid w:val="00D16FB1"/>
    <w:rsid w:val="00D175ED"/>
    <w:rsid w:val="00D2104B"/>
    <w:rsid w:val="00D2142C"/>
    <w:rsid w:val="00D21BC3"/>
    <w:rsid w:val="00D21EDB"/>
    <w:rsid w:val="00D22264"/>
    <w:rsid w:val="00D24402"/>
    <w:rsid w:val="00D24849"/>
    <w:rsid w:val="00D27BD5"/>
    <w:rsid w:val="00D30566"/>
    <w:rsid w:val="00D3165A"/>
    <w:rsid w:val="00D31769"/>
    <w:rsid w:val="00D31B93"/>
    <w:rsid w:val="00D3240A"/>
    <w:rsid w:val="00D32447"/>
    <w:rsid w:val="00D32D11"/>
    <w:rsid w:val="00D33456"/>
    <w:rsid w:val="00D33EF2"/>
    <w:rsid w:val="00D3410B"/>
    <w:rsid w:val="00D34DA3"/>
    <w:rsid w:val="00D35DC7"/>
    <w:rsid w:val="00D36FF1"/>
    <w:rsid w:val="00D37174"/>
    <w:rsid w:val="00D37E0F"/>
    <w:rsid w:val="00D37FDB"/>
    <w:rsid w:val="00D40B41"/>
    <w:rsid w:val="00D4191C"/>
    <w:rsid w:val="00D42105"/>
    <w:rsid w:val="00D432E3"/>
    <w:rsid w:val="00D4340B"/>
    <w:rsid w:val="00D43A02"/>
    <w:rsid w:val="00D43AC1"/>
    <w:rsid w:val="00D4461E"/>
    <w:rsid w:val="00D44D17"/>
    <w:rsid w:val="00D44ECC"/>
    <w:rsid w:val="00D45751"/>
    <w:rsid w:val="00D45E08"/>
    <w:rsid w:val="00D4611E"/>
    <w:rsid w:val="00D464E5"/>
    <w:rsid w:val="00D46BF2"/>
    <w:rsid w:val="00D4735A"/>
    <w:rsid w:val="00D47571"/>
    <w:rsid w:val="00D47878"/>
    <w:rsid w:val="00D47BB2"/>
    <w:rsid w:val="00D50B24"/>
    <w:rsid w:val="00D50C35"/>
    <w:rsid w:val="00D51524"/>
    <w:rsid w:val="00D51DC5"/>
    <w:rsid w:val="00D5262A"/>
    <w:rsid w:val="00D537AA"/>
    <w:rsid w:val="00D537F6"/>
    <w:rsid w:val="00D54FE0"/>
    <w:rsid w:val="00D5563E"/>
    <w:rsid w:val="00D55C07"/>
    <w:rsid w:val="00D55E4B"/>
    <w:rsid w:val="00D568F7"/>
    <w:rsid w:val="00D576C1"/>
    <w:rsid w:val="00D60EA5"/>
    <w:rsid w:val="00D60F16"/>
    <w:rsid w:val="00D610AF"/>
    <w:rsid w:val="00D61C6B"/>
    <w:rsid w:val="00D62171"/>
    <w:rsid w:val="00D62653"/>
    <w:rsid w:val="00D62B2F"/>
    <w:rsid w:val="00D62F58"/>
    <w:rsid w:val="00D630AF"/>
    <w:rsid w:val="00D632D4"/>
    <w:rsid w:val="00D64328"/>
    <w:rsid w:val="00D65264"/>
    <w:rsid w:val="00D65A83"/>
    <w:rsid w:val="00D660BF"/>
    <w:rsid w:val="00D66134"/>
    <w:rsid w:val="00D66B77"/>
    <w:rsid w:val="00D66FDA"/>
    <w:rsid w:val="00D670DC"/>
    <w:rsid w:val="00D678D1"/>
    <w:rsid w:val="00D710AF"/>
    <w:rsid w:val="00D71605"/>
    <w:rsid w:val="00D719FE"/>
    <w:rsid w:val="00D72370"/>
    <w:rsid w:val="00D72D68"/>
    <w:rsid w:val="00D73418"/>
    <w:rsid w:val="00D74D30"/>
    <w:rsid w:val="00D75609"/>
    <w:rsid w:val="00D76504"/>
    <w:rsid w:val="00D767F2"/>
    <w:rsid w:val="00D76D77"/>
    <w:rsid w:val="00D77170"/>
    <w:rsid w:val="00D77783"/>
    <w:rsid w:val="00D806E8"/>
    <w:rsid w:val="00D81257"/>
    <w:rsid w:val="00D81FD2"/>
    <w:rsid w:val="00D824EA"/>
    <w:rsid w:val="00D82840"/>
    <w:rsid w:val="00D83205"/>
    <w:rsid w:val="00D8323B"/>
    <w:rsid w:val="00D83C62"/>
    <w:rsid w:val="00D84838"/>
    <w:rsid w:val="00D8563A"/>
    <w:rsid w:val="00D857DD"/>
    <w:rsid w:val="00D862FC"/>
    <w:rsid w:val="00D86520"/>
    <w:rsid w:val="00D8668C"/>
    <w:rsid w:val="00D87E51"/>
    <w:rsid w:val="00D87FF3"/>
    <w:rsid w:val="00D90529"/>
    <w:rsid w:val="00D91444"/>
    <w:rsid w:val="00D91A65"/>
    <w:rsid w:val="00D91C74"/>
    <w:rsid w:val="00D9299E"/>
    <w:rsid w:val="00D956F4"/>
    <w:rsid w:val="00D95F13"/>
    <w:rsid w:val="00D96228"/>
    <w:rsid w:val="00D96A9C"/>
    <w:rsid w:val="00D976FC"/>
    <w:rsid w:val="00DA04A8"/>
    <w:rsid w:val="00DA0EC1"/>
    <w:rsid w:val="00DA157D"/>
    <w:rsid w:val="00DA2249"/>
    <w:rsid w:val="00DA2279"/>
    <w:rsid w:val="00DA25A6"/>
    <w:rsid w:val="00DA2AA0"/>
    <w:rsid w:val="00DA2C7B"/>
    <w:rsid w:val="00DA2DE1"/>
    <w:rsid w:val="00DA3288"/>
    <w:rsid w:val="00DA34EC"/>
    <w:rsid w:val="00DA3ED0"/>
    <w:rsid w:val="00DA4502"/>
    <w:rsid w:val="00DA487B"/>
    <w:rsid w:val="00DA5432"/>
    <w:rsid w:val="00DA7D91"/>
    <w:rsid w:val="00DB027C"/>
    <w:rsid w:val="00DB0894"/>
    <w:rsid w:val="00DB0B17"/>
    <w:rsid w:val="00DB0E47"/>
    <w:rsid w:val="00DB1C58"/>
    <w:rsid w:val="00DB2065"/>
    <w:rsid w:val="00DB3E78"/>
    <w:rsid w:val="00DB46D5"/>
    <w:rsid w:val="00DB4C30"/>
    <w:rsid w:val="00DB5BB3"/>
    <w:rsid w:val="00DB6528"/>
    <w:rsid w:val="00DB66DD"/>
    <w:rsid w:val="00DB72FB"/>
    <w:rsid w:val="00DB777A"/>
    <w:rsid w:val="00DC0297"/>
    <w:rsid w:val="00DC166E"/>
    <w:rsid w:val="00DC1D12"/>
    <w:rsid w:val="00DC2EE6"/>
    <w:rsid w:val="00DC3930"/>
    <w:rsid w:val="00DC464C"/>
    <w:rsid w:val="00DC646A"/>
    <w:rsid w:val="00DC697D"/>
    <w:rsid w:val="00DC6DC1"/>
    <w:rsid w:val="00DC7315"/>
    <w:rsid w:val="00DC7AF7"/>
    <w:rsid w:val="00DD02C8"/>
    <w:rsid w:val="00DD02E9"/>
    <w:rsid w:val="00DD0D3F"/>
    <w:rsid w:val="00DD0E24"/>
    <w:rsid w:val="00DD0E3C"/>
    <w:rsid w:val="00DD179D"/>
    <w:rsid w:val="00DD2939"/>
    <w:rsid w:val="00DD375D"/>
    <w:rsid w:val="00DD3B97"/>
    <w:rsid w:val="00DD49C4"/>
    <w:rsid w:val="00DD49FB"/>
    <w:rsid w:val="00DD4EF7"/>
    <w:rsid w:val="00DD59E8"/>
    <w:rsid w:val="00DD6585"/>
    <w:rsid w:val="00DD66A8"/>
    <w:rsid w:val="00DD7446"/>
    <w:rsid w:val="00DD7454"/>
    <w:rsid w:val="00DE020E"/>
    <w:rsid w:val="00DE04F1"/>
    <w:rsid w:val="00DE0E0D"/>
    <w:rsid w:val="00DE1C2B"/>
    <w:rsid w:val="00DE2370"/>
    <w:rsid w:val="00DE2A48"/>
    <w:rsid w:val="00DE2AC8"/>
    <w:rsid w:val="00DE3212"/>
    <w:rsid w:val="00DE33A8"/>
    <w:rsid w:val="00DE39E1"/>
    <w:rsid w:val="00DE4C3B"/>
    <w:rsid w:val="00DE6200"/>
    <w:rsid w:val="00DE691F"/>
    <w:rsid w:val="00DE7463"/>
    <w:rsid w:val="00DE785E"/>
    <w:rsid w:val="00DE7C2B"/>
    <w:rsid w:val="00DE7EF1"/>
    <w:rsid w:val="00DF0170"/>
    <w:rsid w:val="00DF0AB9"/>
    <w:rsid w:val="00DF19BB"/>
    <w:rsid w:val="00DF1D11"/>
    <w:rsid w:val="00DF2C6E"/>
    <w:rsid w:val="00DF33F6"/>
    <w:rsid w:val="00DF3F2B"/>
    <w:rsid w:val="00DF409E"/>
    <w:rsid w:val="00DF4519"/>
    <w:rsid w:val="00DF4EF9"/>
    <w:rsid w:val="00DF556D"/>
    <w:rsid w:val="00DF6A58"/>
    <w:rsid w:val="00DF6B0B"/>
    <w:rsid w:val="00DF7184"/>
    <w:rsid w:val="00DF74D1"/>
    <w:rsid w:val="00DF793A"/>
    <w:rsid w:val="00DF7E4A"/>
    <w:rsid w:val="00E000C3"/>
    <w:rsid w:val="00E006BF"/>
    <w:rsid w:val="00E00A3B"/>
    <w:rsid w:val="00E01CB2"/>
    <w:rsid w:val="00E01F3A"/>
    <w:rsid w:val="00E0201A"/>
    <w:rsid w:val="00E022E1"/>
    <w:rsid w:val="00E03031"/>
    <w:rsid w:val="00E03DE7"/>
    <w:rsid w:val="00E046E4"/>
    <w:rsid w:val="00E052D6"/>
    <w:rsid w:val="00E05673"/>
    <w:rsid w:val="00E05E1B"/>
    <w:rsid w:val="00E060D6"/>
    <w:rsid w:val="00E07860"/>
    <w:rsid w:val="00E07BD5"/>
    <w:rsid w:val="00E1088A"/>
    <w:rsid w:val="00E11D65"/>
    <w:rsid w:val="00E12407"/>
    <w:rsid w:val="00E1265C"/>
    <w:rsid w:val="00E12979"/>
    <w:rsid w:val="00E12AA0"/>
    <w:rsid w:val="00E13C7D"/>
    <w:rsid w:val="00E1400D"/>
    <w:rsid w:val="00E14078"/>
    <w:rsid w:val="00E140DA"/>
    <w:rsid w:val="00E1453F"/>
    <w:rsid w:val="00E15357"/>
    <w:rsid w:val="00E167C0"/>
    <w:rsid w:val="00E17004"/>
    <w:rsid w:val="00E17106"/>
    <w:rsid w:val="00E203C6"/>
    <w:rsid w:val="00E215F1"/>
    <w:rsid w:val="00E21848"/>
    <w:rsid w:val="00E21E95"/>
    <w:rsid w:val="00E239A2"/>
    <w:rsid w:val="00E25516"/>
    <w:rsid w:val="00E25D38"/>
    <w:rsid w:val="00E261F8"/>
    <w:rsid w:val="00E26488"/>
    <w:rsid w:val="00E26E40"/>
    <w:rsid w:val="00E276E8"/>
    <w:rsid w:val="00E27C30"/>
    <w:rsid w:val="00E3084C"/>
    <w:rsid w:val="00E31D98"/>
    <w:rsid w:val="00E32B1A"/>
    <w:rsid w:val="00E337D4"/>
    <w:rsid w:val="00E34773"/>
    <w:rsid w:val="00E3502E"/>
    <w:rsid w:val="00E354B5"/>
    <w:rsid w:val="00E36AAC"/>
    <w:rsid w:val="00E36DF9"/>
    <w:rsid w:val="00E36F3B"/>
    <w:rsid w:val="00E3741E"/>
    <w:rsid w:val="00E37715"/>
    <w:rsid w:val="00E378EA"/>
    <w:rsid w:val="00E3792A"/>
    <w:rsid w:val="00E402DA"/>
    <w:rsid w:val="00E4046B"/>
    <w:rsid w:val="00E41073"/>
    <w:rsid w:val="00E41CE5"/>
    <w:rsid w:val="00E426A1"/>
    <w:rsid w:val="00E42866"/>
    <w:rsid w:val="00E433A2"/>
    <w:rsid w:val="00E439FC"/>
    <w:rsid w:val="00E43B1C"/>
    <w:rsid w:val="00E440D9"/>
    <w:rsid w:val="00E458CA"/>
    <w:rsid w:val="00E4673D"/>
    <w:rsid w:val="00E471D3"/>
    <w:rsid w:val="00E4724E"/>
    <w:rsid w:val="00E4739D"/>
    <w:rsid w:val="00E52D0D"/>
    <w:rsid w:val="00E53F55"/>
    <w:rsid w:val="00E5458C"/>
    <w:rsid w:val="00E548FC"/>
    <w:rsid w:val="00E54969"/>
    <w:rsid w:val="00E55F8C"/>
    <w:rsid w:val="00E56391"/>
    <w:rsid w:val="00E566EB"/>
    <w:rsid w:val="00E56CA8"/>
    <w:rsid w:val="00E572C1"/>
    <w:rsid w:val="00E579C3"/>
    <w:rsid w:val="00E57CF0"/>
    <w:rsid w:val="00E57E64"/>
    <w:rsid w:val="00E60028"/>
    <w:rsid w:val="00E60984"/>
    <w:rsid w:val="00E616EA"/>
    <w:rsid w:val="00E62D0A"/>
    <w:rsid w:val="00E639FD"/>
    <w:rsid w:val="00E66862"/>
    <w:rsid w:val="00E66E8B"/>
    <w:rsid w:val="00E67175"/>
    <w:rsid w:val="00E672DB"/>
    <w:rsid w:val="00E70B6D"/>
    <w:rsid w:val="00E70DD3"/>
    <w:rsid w:val="00E725BC"/>
    <w:rsid w:val="00E72B79"/>
    <w:rsid w:val="00E72FA2"/>
    <w:rsid w:val="00E748FE"/>
    <w:rsid w:val="00E74C91"/>
    <w:rsid w:val="00E75944"/>
    <w:rsid w:val="00E766CA"/>
    <w:rsid w:val="00E76AFB"/>
    <w:rsid w:val="00E770D8"/>
    <w:rsid w:val="00E776A0"/>
    <w:rsid w:val="00E77F02"/>
    <w:rsid w:val="00E77F56"/>
    <w:rsid w:val="00E801B3"/>
    <w:rsid w:val="00E80CDD"/>
    <w:rsid w:val="00E812E7"/>
    <w:rsid w:val="00E813F3"/>
    <w:rsid w:val="00E834BD"/>
    <w:rsid w:val="00E834D7"/>
    <w:rsid w:val="00E83CCE"/>
    <w:rsid w:val="00E83EB3"/>
    <w:rsid w:val="00E83ED2"/>
    <w:rsid w:val="00E84241"/>
    <w:rsid w:val="00E862E7"/>
    <w:rsid w:val="00E87309"/>
    <w:rsid w:val="00E875A9"/>
    <w:rsid w:val="00E87627"/>
    <w:rsid w:val="00E90C75"/>
    <w:rsid w:val="00E90E0B"/>
    <w:rsid w:val="00E91A66"/>
    <w:rsid w:val="00E91DEF"/>
    <w:rsid w:val="00E92388"/>
    <w:rsid w:val="00E92675"/>
    <w:rsid w:val="00E931C4"/>
    <w:rsid w:val="00E93A14"/>
    <w:rsid w:val="00E93A2D"/>
    <w:rsid w:val="00E941B8"/>
    <w:rsid w:val="00E94990"/>
    <w:rsid w:val="00E94A74"/>
    <w:rsid w:val="00E94B99"/>
    <w:rsid w:val="00E94FC1"/>
    <w:rsid w:val="00E95B4A"/>
    <w:rsid w:val="00E9682F"/>
    <w:rsid w:val="00EA020F"/>
    <w:rsid w:val="00EA06F8"/>
    <w:rsid w:val="00EA1283"/>
    <w:rsid w:val="00EA133B"/>
    <w:rsid w:val="00EA172F"/>
    <w:rsid w:val="00EA2EA5"/>
    <w:rsid w:val="00EA2FF8"/>
    <w:rsid w:val="00EA3C11"/>
    <w:rsid w:val="00EA3F57"/>
    <w:rsid w:val="00EA5692"/>
    <w:rsid w:val="00EA64B8"/>
    <w:rsid w:val="00EA75A5"/>
    <w:rsid w:val="00EA765E"/>
    <w:rsid w:val="00EA7A38"/>
    <w:rsid w:val="00EB024F"/>
    <w:rsid w:val="00EB1EE5"/>
    <w:rsid w:val="00EB2C69"/>
    <w:rsid w:val="00EB312D"/>
    <w:rsid w:val="00EB3AD4"/>
    <w:rsid w:val="00EB431A"/>
    <w:rsid w:val="00EB4F63"/>
    <w:rsid w:val="00EB7579"/>
    <w:rsid w:val="00EB783E"/>
    <w:rsid w:val="00EC0B2D"/>
    <w:rsid w:val="00EC0B41"/>
    <w:rsid w:val="00EC139E"/>
    <w:rsid w:val="00EC1979"/>
    <w:rsid w:val="00EC2F13"/>
    <w:rsid w:val="00EC436D"/>
    <w:rsid w:val="00EC7A14"/>
    <w:rsid w:val="00EC7AFA"/>
    <w:rsid w:val="00ED1A33"/>
    <w:rsid w:val="00ED20BC"/>
    <w:rsid w:val="00ED2523"/>
    <w:rsid w:val="00ED2BF6"/>
    <w:rsid w:val="00ED34B7"/>
    <w:rsid w:val="00ED36FF"/>
    <w:rsid w:val="00ED3A76"/>
    <w:rsid w:val="00ED412E"/>
    <w:rsid w:val="00ED53F9"/>
    <w:rsid w:val="00ED609C"/>
    <w:rsid w:val="00ED79F3"/>
    <w:rsid w:val="00ED7A7F"/>
    <w:rsid w:val="00ED7BEB"/>
    <w:rsid w:val="00EE011F"/>
    <w:rsid w:val="00EE0594"/>
    <w:rsid w:val="00EE05F9"/>
    <w:rsid w:val="00EE0D22"/>
    <w:rsid w:val="00EE29A9"/>
    <w:rsid w:val="00EE2D20"/>
    <w:rsid w:val="00EE2F33"/>
    <w:rsid w:val="00EE37BB"/>
    <w:rsid w:val="00EE43F8"/>
    <w:rsid w:val="00EE55FE"/>
    <w:rsid w:val="00EE56CF"/>
    <w:rsid w:val="00EE5EBF"/>
    <w:rsid w:val="00EE640B"/>
    <w:rsid w:val="00EE6E6C"/>
    <w:rsid w:val="00EF05EC"/>
    <w:rsid w:val="00EF06A0"/>
    <w:rsid w:val="00EF27C0"/>
    <w:rsid w:val="00EF2808"/>
    <w:rsid w:val="00EF3FE4"/>
    <w:rsid w:val="00EF537C"/>
    <w:rsid w:val="00EF539B"/>
    <w:rsid w:val="00EF597A"/>
    <w:rsid w:val="00EF59EF"/>
    <w:rsid w:val="00EF5A14"/>
    <w:rsid w:val="00EF65C0"/>
    <w:rsid w:val="00EF6EAA"/>
    <w:rsid w:val="00EF7330"/>
    <w:rsid w:val="00EF76FE"/>
    <w:rsid w:val="00EF7C25"/>
    <w:rsid w:val="00F002CD"/>
    <w:rsid w:val="00F0078A"/>
    <w:rsid w:val="00F020B5"/>
    <w:rsid w:val="00F02F86"/>
    <w:rsid w:val="00F03443"/>
    <w:rsid w:val="00F03A67"/>
    <w:rsid w:val="00F0476F"/>
    <w:rsid w:val="00F05D39"/>
    <w:rsid w:val="00F05DE2"/>
    <w:rsid w:val="00F05E00"/>
    <w:rsid w:val="00F06AC7"/>
    <w:rsid w:val="00F06D99"/>
    <w:rsid w:val="00F07AC2"/>
    <w:rsid w:val="00F10C52"/>
    <w:rsid w:val="00F11226"/>
    <w:rsid w:val="00F1348C"/>
    <w:rsid w:val="00F135F3"/>
    <w:rsid w:val="00F13891"/>
    <w:rsid w:val="00F1477B"/>
    <w:rsid w:val="00F14943"/>
    <w:rsid w:val="00F14CEA"/>
    <w:rsid w:val="00F172CF"/>
    <w:rsid w:val="00F1735F"/>
    <w:rsid w:val="00F17A46"/>
    <w:rsid w:val="00F17E5B"/>
    <w:rsid w:val="00F2033B"/>
    <w:rsid w:val="00F206EE"/>
    <w:rsid w:val="00F20BD9"/>
    <w:rsid w:val="00F211CC"/>
    <w:rsid w:val="00F21523"/>
    <w:rsid w:val="00F2167B"/>
    <w:rsid w:val="00F2257F"/>
    <w:rsid w:val="00F23959"/>
    <w:rsid w:val="00F23E5B"/>
    <w:rsid w:val="00F23E8D"/>
    <w:rsid w:val="00F24074"/>
    <w:rsid w:val="00F24544"/>
    <w:rsid w:val="00F25192"/>
    <w:rsid w:val="00F255F6"/>
    <w:rsid w:val="00F25BE5"/>
    <w:rsid w:val="00F265C5"/>
    <w:rsid w:val="00F26690"/>
    <w:rsid w:val="00F26805"/>
    <w:rsid w:val="00F26C77"/>
    <w:rsid w:val="00F30410"/>
    <w:rsid w:val="00F31780"/>
    <w:rsid w:val="00F325E0"/>
    <w:rsid w:val="00F3260E"/>
    <w:rsid w:val="00F32970"/>
    <w:rsid w:val="00F33461"/>
    <w:rsid w:val="00F3388C"/>
    <w:rsid w:val="00F33AE8"/>
    <w:rsid w:val="00F33FF9"/>
    <w:rsid w:val="00F35B53"/>
    <w:rsid w:val="00F3638A"/>
    <w:rsid w:val="00F364FB"/>
    <w:rsid w:val="00F368F6"/>
    <w:rsid w:val="00F37506"/>
    <w:rsid w:val="00F37A33"/>
    <w:rsid w:val="00F406C8"/>
    <w:rsid w:val="00F40BD6"/>
    <w:rsid w:val="00F41F2F"/>
    <w:rsid w:val="00F42092"/>
    <w:rsid w:val="00F4239B"/>
    <w:rsid w:val="00F42B48"/>
    <w:rsid w:val="00F42E49"/>
    <w:rsid w:val="00F43F54"/>
    <w:rsid w:val="00F44B6A"/>
    <w:rsid w:val="00F453FD"/>
    <w:rsid w:val="00F46A02"/>
    <w:rsid w:val="00F47A3C"/>
    <w:rsid w:val="00F51002"/>
    <w:rsid w:val="00F52D9A"/>
    <w:rsid w:val="00F5341D"/>
    <w:rsid w:val="00F53B02"/>
    <w:rsid w:val="00F53D62"/>
    <w:rsid w:val="00F543D7"/>
    <w:rsid w:val="00F54D91"/>
    <w:rsid w:val="00F55E87"/>
    <w:rsid w:val="00F56055"/>
    <w:rsid w:val="00F571C5"/>
    <w:rsid w:val="00F57A94"/>
    <w:rsid w:val="00F57DF2"/>
    <w:rsid w:val="00F60024"/>
    <w:rsid w:val="00F60CD8"/>
    <w:rsid w:val="00F60F3D"/>
    <w:rsid w:val="00F62B3C"/>
    <w:rsid w:val="00F62D68"/>
    <w:rsid w:val="00F63E11"/>
    <w:rsid w:val="00F63E9B"/>
    <w:rsid w:val="00F64FAF"/>
    <w:rsid w:val="00F667B2"/>
    <w:rsid w:val="00F66B0D"/>
    <w:rsid w:val="00F6761C"/>
    <w:rsid w:val="00F716F7"/>
    <w:rsid w:val="00F71910"/>
    <w:rsid w:val="00F71F6F"/>
    <w:rsid w:val="00F7214A"/>
    <w:rsid w:val="00F721C7"/>
    <w:rsid w:val="00F7339D"/>
    <w:rsid w:val="00F74520"/>
    <w:rsid w:val="00F74875"/>
    <w:rsid w:val="00F75712"/>
    <w:rsid w:val="00F75B73"/>
    <w:rsid w:val="00F75BB5"/>
    <w:rsid w:val="00F763C2"/>
    <w:rsid w:val="00F7641C"/>
    <w:rsid w:val="00F76436"/>
    <w:rsid w:val="00F77A1F"/>
    <w:rsid w:val="00F80A2D"/>
    <w:rsid w:val="00F811AB"/>
    <w:rsid w:val="00F8149E"/>
    <w:rsid w:val="00F81B90"/>
    <w:rsid w:val="00F81CD9"/>
    <w:rsid w:val="00F81F1D"/>
    <w:rsid w:val="00F823EE"/>
    <w:rsid w:val="00F8544D"/>
    <w:rsid w:val="00F854EE"/>
    <w:rsid w:val="00F85912"/>
    <w:rsid w:val="00F859B6"/>
    <w:rsid w:val="00F85D07"/>
    <w:rsid w:val="00F8737C"/>
    <w:rsid w:val="00F87762"/>
    <w:rsid w:val="00F877CF"/>
    <w:rsid w:val="00F8783B"/>
    <w:rsid w:val="00F904A8"/>
    <w:rsid w:val="00F90B08"/>
    <w:rsid w:val="00F90B41"/>
    <w:rsid w:val="00F90CF1"/>
    <w:rsid w:val="00F90EDC"/>
    <w:rsid w:val="00F91DAC"/>
    <w:rsid w:val="00F92257"/>
    <w:rsid w:val="00F92924"/>
    <w:rsid w:val="00F92F5F"/>
    <w:rsid w:val="00F93AD0"/>
    <w:rsid w:val="00F93D68"/>
    <w:rsid w:val="00F93E27"/>
    <w:rsid w:val="00F944E8"/>
    <w:rsid w:val="00F952FE"/>
    <w:rsid w:val="00F9589A"/>
    <w:rsid w:val="00F964C7"/>
    <w:rsid w:val="00F974B7"/>
    <w:rsid w:val="00FA051D"/>
    <w:rsid w:val="00FA09A5"/>
    <w:rsid w:val="00FA0AB7"/>
    <w:rsid w:val="00FA0EA6"/>
    <w:rsid w:val="00FA1A9C"/>
    <w:rsid w:val="00FA1CC3"/>
    <w:rsid w:val="00FA1F2D"/>
    <w:rsid w:val="00FA32D4"/>
    <w:rsid w:val="00FA3BB8"/>
    <w:rsid w:val="00FA4CC3"/>
    <w:rsid w:val="00FA5969"/>
    <w:rsid w:val="00FA60A2"/>
    <w:rsid w:val="00FA61FB"/>
    <w:rsid w:val="00FA710B"/>
    <w:rsid w:val="00FA7335"/>
    <w:rsid w:val="00FA7374"/>
    <w:rsid w:val="00FA764D"/>
    <w:rsid w:val="00FB06B9"/>
    <w:rsid w:val="00FB1C13"/>
    <w:rsid w:val="00FB2666"/>
    <w:rsid w:val="00FB2A1D"/>
    <w:rsid w:val="00FB2C7C"/>
    <w:rsid w:val="00FB3E8C"/>
    <w:rsid w:val="00FB4063"/>
    <w:rsid w:val="00FB41F2"/>
    <w:rsid w:val="00FB4546"/>
    <w:rsid w:val="00FB4ACF"/>
    <w:rsid w:val="00FB5209"/>
    <w:rsid w:val="00FB65CA"/>
    <w:rsid w:val="00FB6C72"/>
    <w:rsid w:val="00FB6D52"/>
    <w:rsid w:val="00FB6E6C"/>
    <w:rsid w:val="00FB70F2"/>
    <w:rsid w:val="00FC09E8"/>
    <w:rsid w:val="00FC1100"/>
    <w:rsid w:val="00FC12DE"/>
    <w:rsid w:val="00FC2D77"/>
    <w:rsid w:val="00FC3F1D"/>
    <w:rsid w:val="00FC4215"/>
    <w:rsid w:val="00FC5168"/>
    <w:rsid w:val="00FC52DE"/>
    <w:rsid w:val="00FC5A40"/>
    <w:rsid w:val="00FC6574"/>
    <w:rsid w:val="00FC7323"/>
    <w:rsid w:val="00FC74E1"/>
    <w:rsid w:val="00FC759C"/>
    <w:rsid w:val="00FC7974"/>
    <w:rsid w:val="00FD02CB"/>
    <w:rsid w:val="00FD2542"/>
    <w:rsid w:val="00FD30B3"/>
    <w:rsid w:val="00FD31C6"/>
    <w:rsid w:val="00FD3406"/>
    <w:rsid w:val="00FD356A"/>
    <w:rsid w:val="00FD3DD4"/>
    <w:rsid w:val="00FD5D62"/>
    <w:rsid w:val="00FD602D"/>
    <w:rsid w:val="00FD661B"/>
    <w:rsid w:val="00FD6757"/>
    <w:rsid w:val="00FD7EB9"/>
    <w:rsid w:val="00FE009B"/>
    <w:rsid w:val="00FE0A6F"/>
    <w:rsid w:val="00FE20D3"/>
    <w:rsid w:val="00FE2780"/>
    <w:rsid w:val="00FE2A94"/>
    <w:rsid w:val="00FE46C9"/>
    <w:rsid w:val="00FE473A"/>
    <w:rsid w:val="00FE526F"/>
    <w:rsid w:val="00FE6EC6"/>
    <w:rsid w:val="00FE70A1"/>
    <w:rsid w:val="00FF1082"/>
    <w:rsid w:val="00FF1580"/>
    <w:rsid w:val="00FF1E8D"/>
    <w:rsid w:val="00FF3642"/>
    <w:rsid w:val="00FF4105"/>
    <w:rsid w:val="00FF48A5"/>
    <w:rsid w:val="00FF4F28"/>
    <w:rsid w:val="00FF59A5"/>
    <w:rsid w:val="00FF5C22"/>
    <w:rsid w:val="00FF642F"/>
    <w:rsid w:val="00FF66AD"/>
    <w:rsid w:val="01C90C80"/>
    <w:rsid w:val="034E2E5A"/>
    <w:rsid w:val="0476B41C"/>
    <w:rsid w:val="047BACFA"/>
    <w:rsid w:val="05807743"/>
    <w:rsid w:val="05BDF196"/>
    <w:rsid w:val="08FD0361"/>
    <w:rsid w:val="0B93D0CD"/>
    <w:rsid w:val="0D90AB75"/>
    <w:rsid w:val="12905A2E"/>
    <w:rsid w:val="135E359E"/>
    <w:rsid w:val="13C74165"/>
    <w:rsid w:val="1411A16C"/>
    <w:rsid w:val="15AFF540"/>
    <w:rsid w:val="16E74D61"/>
    <w:rsid w:val="1A4BEBA5"/>
    <w:rsid w:val="1CDE4180"/>
    <w:rsid w:val="1E8EBD92"/>
    <w:rsid w:val="1F265977"/>
    <w:rsid w:val="1FE3615D"/>
    <w:rsid w:val="2025A05D"/>
    <w:rsid w:val="203D8F32"/>
    <w:rsid w:val="25FFC96F"/>
    <w:rsid w:val="2A41C4D0"/>
    <w:rsid w:val="2BC59D6F"/>
    <w:rsid w:val="2C1AEDF8"/>
    <w:rsid w:val="2E727AC2"/>
    <w:rsid w:val="2F47CF5E"/>
    <w:rsid w:val="34CE360A"/>
    <w:rsid w:val="38B36DA8"/>
    <w:rsid w:val="3C6682FD"/>
    <w:rsid w:val="442EBCBF"/>
    <w:rsid w:val="46A09FC2"/>
    <w:rsid w:val="478C762A"/>
    <w:rsid w:val="47C0705B"/>
    <w:rsid w:val="48AA5DED"/>
    <w:rsid w:val="48E44123"/>
    <w:rsid w:val="49305A54"/>
    <w:rsid w:val="4C9E5327"/>
    <w:rsid w:val="4CFDEF16"/>
    <w:rsid w:val="4D9FC371"/>
    <w:rsid w:val="5039DF49"/>
    <w:rsid w:val="5159281D"/>
    <w:rsid w:val="539AB44F"/>
    <w:rsid w:val="542D5901"/>
    <w:rsid w:val="5536F4EA"/>
    <w:rsid w:val="55AA0075"/>
    <w:rsid w:val="5878E017"/>
    <w:rsid w:val="5B1E675C"/>
    <w:rsid w:val="60F13C0B"/>
    <w:rsid w:val="6A0BEA69"/>
    <w:rsid w:val="6A9111EF"/>
    <w:rsid w:val="6B8902C7"/>
    <w:rsid w:val="6DEBB394"/>
    <w:rsid w:val="6FBA4E86"/>
    <w:rsid w:val="7385CF2D"/>
    <w:rsid w:val="7575D81B"/>
    <w:rsid w:val="75DD9E17"/>
    <w:rsid w:val="79AE4717"/>
    <w:rsid w:val="7A31A930"/>
    <w:rsid w:val="7AC083A9"/>
    <w:rsid w:val="7BB8E666"/>
    <w:rsid w:val="7C777F3D"/>
    <w:rsid w:val="7E2E7039"/>
    <w:rsid w:val="7EB5D8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5A8F6DB8-38CA-4253-9B86-7B7A59C1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link w:val="KommentaaritekstMrk"/>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3813B0"/>
    <w:rPr>
      <w:sz w:val="20"/>
      <w:szCs w:val="20"/>
    </w:rPr>
  </w:style>
  <w:style w:type="character" w:customStyle="1" w:styleId="AllmrkusetekstMrk">
    <w:name w:val="Allmärkuse tekst Märk"/>
    <w:basedOn w:val="Liguvaikefont"/>
    <w:link w:val="Allmrkusetekst"/>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normaltextrun">
    <w:name w:val="normaltextrun"/>
    <w:basedOn w:val="Liguvaikefont"/>
    <w:rsid w:val="00F57DF2"/>
  </w:style>
  <w:style w:type="character" w:styleId="Lahendamatamainimine">
    <w:name w:val="Unresolved Mention"/>
    <w:basedOn w:val="Liguvaikefont"/>
    <w:uiPriority w:val="99"/>
    <w:semiHidden/>
    <w:unhideWhenUsed/>
    <w:rsid w:val="009B4BC4"/>
    <w:rPr>
      <w:color w:val="605E5C"/>
      <w:shd w:val="clear" w:color="auto" w:fill="E1DFDD"/>
    </w:rPr>
  </w:style>
  <w:style w:type="character" w:customStyle="1" w:styleId="KommentaaritekstMrk">
    <w:name w:val="Kommentaari tekst Märk"/>
    <w:basedOn w:val="Liguvaikefont"/>
    <w:link w:val="Kommentaaritekst"/>
    <w:semiHidden/>
    <w:rsid w:val="00CE1363"/>
    <w:rPr>
      <w:rFonts w:ascii="Arial" w:hAnsi="Arial"/>
      <w:lang w:eastAsia="en-US"/>
    </w:rPr>
  </w:style>
  <w:style w:type="character" w:customStyle="1" w:styleId="cf01">
    <w:name w:val="cf01"/>
    <w:basedOn w:val="Liguvaikefont"/>
    <w:rsid w:val="005B00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112683">
      <w:bodyDiv w:val="1"/>
      <w:marLeft w:val="0"/>
      <w:marRight w:val="0"/>
      <w:marTop w:val="0"/>
      <w:marBottom w:val="0"/>
      <w:divBdr>
        <w:top w:val="none" w:sz="0" w:space="0" w:color="auto"/>
        <w:left w:val="none" w:sz="0" w:space="0" w:color="auto"/>
        <w:bottom w:val="none" w:sz="0" w:space="0" w:color="auto"/>
        <w:right w:val="none" w:sz="0" w:space="0" w:color="auto"/>
      </w:divBdr>
    </w:div>
    <w:div w:id="310404899">
      <w:bodyDiv w:val="1"/>
      <w:marLeft w:val="0"/>
      <w:marRight w:val="0"/>
      <w:marTop w:val="0"/>
      <w:marBottom w:val="0"/>
      <w:divBdr>
        <w:top w:val="none" w:sz="0" w:space="0" w:color="auto"/>
        <w:left w:val="none" w:sz="0" w:space="0" w:color="auto"/>
        <w:bottom w:val="none" w:sz="0" w:space="0" w:color="auto"/>
        <w:right w:val="none" w:sz="0" w:space="0" w:color="auto"/>
      </w:divBdr>
    </w:div>
    <w:div w:id="748037874">
      <w:bodyDiv w:val="1"/>
      <w:marLeft w:val="0"/>
      <w:marRight w:val="0"/>
      <w:marTop w:val="0"/>
      <w:marBottom w:val="0"/>
      <w:divBdr>
        <w:top w:val="none" w:sz="0" w:space="0" w:color="auto"/>
        <w:left w:val="none" w:sz="0" w:space="0" w:color="auto"/>
        <w:bottom w:val="none" w:sz="0" w:space="0" w:color="auto"/>
        <w:right w:val="none" w:sz="0" w:space="0" w:color="auto"/>
      </w:divBdr>
    </w:div>
    <w:div w:id="756905549">
      <w:bodyDiv w:val="1"/>
      <w:marLeft w:val="0"/>
      <w:marRight w:val="0"/>
      <w:marTop w:val="0"/>
      <w:marBottom w:val="0"/>
      <w:divBdr>
        <w:top w:val="none" w:sz="0" w:space="0" w:color="auto"/>
        <w:left w:val="none" w:sz="0" w:space="0" w:color="auto"/>
        <w:bottom w:val="none" w:sz="0" w:space="0" w:color="auto"/>
        <w:right w:val="none" w:sz="0" w:space="0" w:color="auto"/>
      </w:divBdr>
    </w:div>
    <w:div w:id="863438821">
      <w:bodyDiv w:val="1"/>
      <w:marLeft w:val="0"/>
      <w:marRight w:val="0"/>
      <w:marTop w:val="0"/>
      <w:marBottom w:val="0"/>
      <w:divBdr>
        <w:top w:val="none" w:sz="0" w:space="0" w:color="auto"/>
        <w:left w:val="none" w:sz="0" w:space="0" w:color="auto"/>
        <w:bottom w:val="none" w:sz="0" w:space="0" w:color="auto"/>
        <w:right w:val="none" w:sz="0" w:space="0" w:color="auto"/>
      </w:divBdr>
    </w:div>
    <w:div w:id="984701266">
      <w:bodyDiv w:val="1"/>
      <w:marLeft w:val="0"/>
      <w:marRight w:val="0"/>
      <w:marTop w:val="0"/>
      <w:marBottom w:val="0"/>
      <w:divBdr>
        <w:top w:val="none" w:sz="0" w:space="0" w:color="auto"/>
        <w:left w:val="none" w:sz="0" w:space="0" w:color="auto"/>
        <w:bottom w:val="none" w:sz="0" w:space="0" w:color="auto"/>
        <w:right w:val="none" w:sz="0" w:space="0" w:color="auto"/>
      </w:divBdr>
    </w:div>
    <w:div w:id="1110197281">
      <w:bodyDiv w:val="1"/>
      <w:marLeft w:val="0"/>
      <w:marRight w:val="0"/>
      <w:marTop w:val="0"/>
      <w:marBottom w:val="0"/>
      <w:divBdr>
        <w:top w:val="none" w:sz="0" w:space="0" w:color="auto"/>
        <w:left w:val="none" w:sz="0" w:space="0" w:color="auto"/>
        <w:bottom w:val="none" w:sz="0" w:space="0" w:color="auto"/>
        <w:right w:val="none" w:sz="0" w:space="0" w:color="auto"/>
      </w:divBdr>
    </w:div>
    <w:div w:id="1185096445">
      <w:bodyDiv w:val="1"/>
      <w:marLeft w:val="0"/>
      <w:marRight w:val="0"/>
      <w:marTop w:val="0"/>
      <w:marBottom w:val="0"/>
      <w:divBdr>
        <w:top w:val="none" w:sz="0" w:space="0" w:color="auto"/>
        <w:left w:val="none" w:sz="0" w:space="0" w:color="auto"/>
        <w:bottom w:val="none" w:sz="0" w:space="0" w:color="auto"/>
        <w:right w:val="none" w:sz="0" w:space="0" w:color="auto"/>
      </w:divBdr>
    </w:div>
    <w:div w:id="1240091943">
      <w:bodyDiv w:val="1"/>
      <w:marLeft w:val="0"/>
      <w:marRight w:val="0"/>
      <w:marTop w:val="0"/>
      <w:marBottom w:val="0"/>
      <w:divBdr>
        <w:top w:val="none" w:sz="0" w:space="0" w:color="auto"/>
        <w:left w:val="none" w:sz="0" w:space="0" w:color="auto"/>
        <w:bottom w:val="none" w:sz="0" w:space="0" w:color="auto"/>
        <w:right w:val="none" w:sz="0" w:space="0" w:color="auto"/>
      </w:divBdr>
    </w:div>
    <w:div w:id="1577470706">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15214937">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ilisa/3300/4202/4002/Aastaaruanne_2023.pdf"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file:///C:\Users\helen.uustalu\Downloads\liisa.paeske@sm.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marion.rummo@sm.ee" TargetMode="Externa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reet.kodu@sm.e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avimiamet.ee/sites/default/files/documents/2022-05/Juhend%20hoolekandeteenuse%20osutajatele%20ravimite%20k%C3%A4itlemiseks.pdf" TargetMode="Externa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hyperlink" Target="https://www.riigiteataja.ee/akt/119122023004?leiaKehtiv" TargetMode="External"/><Relationship Id="rId10" Type="http://schemas.openxmlformats.org/officeDocument/2006/relationships/footnotes" Target="footnotes.xml"/><Relationship Id="rId19" Type="http://schemas.openxmlformats.org/officeDocument/2006/relationships/hyperlink" Target="mailto:tarmo.kurves@sm.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mailto:virge.tammaru@fin.ee"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ndmed.stat.ee/et/stat/rahvastik__rahvastikunaitajad-ja-koosseis__rahvaarv-ja-rahvastiku-koosseis/RV021" TargetMode="External"/><Relationship Id="rId2" Type="http://schemas.openxmlformats.org/officeDocument/2006/relationships/hyperlink" Target="https://www.riigiteataja.ee/akt/114022024014" TargetMode="External"/><Relationship Id="rId1" Type="http://schemas.openxmlformats.org/officeDocument/2006/relationships/hyperlink" Target="https://eelnoud.valitsus.ee/main/mount/docList/488639f8-4fbe-4cc7-b34b-514c40f2b292" TargetMode="External"/><Relationship Id="rId5" Type="http://schemas.openxmlformats.org/officeDocument/2006/relationships/hyperlink" Target="file:///C:/Users/marion.rummo/Downloads/tervisekassa_aastaaruanne_2023_02.04.2024%20(3).pdf" TargetMode="External"/><Relationship Id="rId4" Type="http://schemas.openxmlformats.org/officeDocument/2006/relationships/hyperlink" Target="https://andmed.stat.ee/et/stat/majandus__majandusuksused__ettevetjad/ER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HXU5DPSK444F-1907963284-18533</_dlc_DocId>
    <_dlc_DocIdUrl xmlns="aff8a95a-bdca-4bd1-9f28-df5ebd643b89">
      <Url>https://kontor.rik.ee/projektid_valispartneritega/_layouts/15/DocIdRedir.aspx?ID=HXU5DPSK444F-1907963284-18533</Url>
      <Description>HXU5DPSK444F-1907963284-18533</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DACF67-CDB0-42BD-931F-EAFB43D73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3.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4.xml><?xml version="1.0" encoding="utf-8"?>
<ds:datastoreItem xmlns:ds="http://schemas.openxmlformats.org/officeDocument/2006/customXml" ds:itemID="{BF42F7AC-B362-4DB3-A578-A674C7099516}">
  <ds:schemaRefs>
    <ds:schemaRef ds:uri="http://schemas.microsoft.com/sharepoint/events"/>
  </ds:schemaRefs>
</ds:datastoreItem>
</file>

<file path=customXml/itemProps5.xml><?xml version="1.0" encoding="utf-8"?>
<ds:datastoreItem xmlns:ds="http://schemas.openxmlformats.org/officeDocument/2006/customXml" ds:itemID="{0E440CDA-7C64-4716-ADCA-D9EBB1523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477</TotalTime>
  <Pages>12</Pages>
  <Words>3955</Words>
  <Characters>31374</Characters>
  <Application>Microsoft Office Word</Application>
  <DocSecurity>0</DocSecurity>
  <Lines>261</Lines>
  <Paragraphs>70</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35259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Markus Ühtigi</cp:lastModifiedBy>
  <cp:revision>94</cp:revision>
  <cp:lastPrinted>1899-12-31T22:00:00Z</cp:lastPrinted>
  <dcterms:created xsi:type="dcterms:W3CDTF">2024-06-26T06:36:00Z</dcterms:created>
  <dcterms:modified xsi:type="dcterms:W3CDTF">2024-08-05T08:02:00Z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356912bc-0f2d-4ecb-9a1a-793ee025daae</vt:lpwstr>
  </property>
  <property fmtid="{D5CDD505-2E9C-101B-9397-08002B2CF9AE}" pid="5" name="ContentType">
    <vt:lpwstr>Dokument</vt:lpwstr>
  </property>
  <property fmtid="{D5CDD505-2E9C-101B-9397-08002B2CF9AE}" pid="6" name="Vastutaja">
    <vt:lpwstr/>
  </property>
  <property fmtid="{D5CDD505-2E9C-101B-9397-08002B2CF9AE}" pid="7" name="Lisainfo">
    <vt:lpwstr/>
  </property>
  <property fmtid="{D5CDD505-2E9C-101B-9397-08002B2CF9AE}" pid="8" name="muutmisaeg">
    <vt:lpwstr/>
  </property>
  <property fmtid="{D5CDD505-2E9C-101B-9397-08002B2CF9AE}" pid="9" name="Valdkond">
    <vt:lpwstr/>
  </property>
</Properties>
</file>